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630" w:rsidRDefault="00A01629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379730</wp:posOffset>
            </wp:positionV>
            <wp:extent cx="2374900" cy="806450"/>
            <wp:effectExtent l="0" t="0" r="6350" b="0"/>
            <wp:wrapNone/>
            <wp:docPr id="57" name="Afbeelding 57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logo-ckz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3003550</wp:posOffset>
            </wp:positionH>
            <wp:positionV relativeFrom="paragraph">
              <wp:posOffset>189865</wp:posOffset>
            </wp:positionV>
            <wp:extent cx="2524125" cy="981075"/>
            <wp:effectExtent l="0" t="0" r="9525" b="9525"/>
            <wp:wrapNone/>
            <wp:docPr id="58" name="Afbeelding 3" descr="Beeldmerk O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Beeldmerk Ox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630" w:rsidRDefault="00A01629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257175</wp:posOffset>
                </wp:positionV>
                <wp:extent cx="3024505" cy="414655"/>
                <wp:effectExtent l="0" t="4445" r="0" b="0"/>
                <wp:wrapNone/>
                <wp:docPr id="4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3AF8" w:rsidRPr="00F16907" w:rsidRDefault="00BE3AF8" w:rsidP="00343630">
                            <w:pPr>
                              <w:jc w:val="center"/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</w:pPr>
                            <w:r w:rsidRPr="00F16907"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  <w:t>Onderzoekscentrum maatschappelijke zorg</w:t>
                            </w:r>
                          </w:p>
                          <w:p w:rsidR="00BE3AF8" w:rsidRDefault="00BE3AF8" w:rsidP="00343630">
                            <w:pPr>
                              <w:jc w:val="right"/>
                              <w:rPr>
                                <w:rFonts w:ascii="Impact" w:hAnsi="Impact"/>
                                <w:color w:val="FFFFFF"/>
                                <w:sz w:val="34"/>
                                <w:szCs w:val="48"/>
                              </w:rPr>
                            </w:pPr>
                          </w:p>
                          <w:p w:rsidR="00BE3AF8" w:rsidRPr="00E136CC" w:rsidRDefault="00BE3AF8" w:rsidP="00343630">
                            <w:pPr>
                              <w:rPr>
                                <w:rFonts w:ascii="Impact" w:hAnsi="Impact"/>
                                <w:color w:val="FFFFFF"/>
                                <w:sz w:val="40"/>
                                <w:szCs w:val="48"/>
                              </w:rPr>
                            </w:pPr>
                          </w:p>
                          <w:p w:rsidR="00BE3AF8" w:rsidRDefault="00BE3AF8" w:rsidP="00343630">
                            <w:pPr>
                              <w:jc w:val="both"/>
                              <w:rPr>
                                <w:rFonts w:ascii="Impact" w:hAnsi="Impact"/>
                                <w:color w:val="4BACC6"/>
                                <w:sz w:val="34"/>
                                <w:szCs w:val="34"/>
                              </w:rPr>
                            </w:pPr>
                          </w:p>
                          <w:p w:rsidR="00BE3AF8" w:rsidRDefault="00BE3AF8" w:rsidP="003436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217.75pt;margin-top:20.25pt;width:238.15pt;height:32.6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Q9qtgIAALs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" filled="f" stroked="f">
                <v:textbox>
                  <w:txbxContent>
                    <w:p w:rsidR="00BE3AF8" w:rsidRPr="00F16907" w:rsidRDefault="00BE3AF8" w:rsidP="00343630">
                      <w:pPr>
                        <w:jc w:val="center"/>
                        <w:rPr>
                          <w:rFonts w:ascii="Impact" w:hAnsi="Impact"/>
                          <w:color w:val="FFFFFF"/>
                          <w:sz w:val="20"/>
                        </w:rPr>
                      </w:pPr>
                      <w:r w:rsidRPr="00F16907">
                        <w:rPr>
                          <w:rFonts w:ascii="Impact" w:hAnsi="Impact"/>
                          <w:color w:val="FFFFFF"/>
                          <w:sz w:val="20"/>
                        </w:rPr>
                        <w:t>Onderzoekscentrum maatschappelijke zorg</w:t>
                      </w:r>
                    </w:p>
                    <w:p w:rsidR="00BE3AF8" w:rsidRDefault="00BE3AF8" w:rsidP="00343630">
                      <w:pPr>
                        <w:jc w:val="right"/>
                        <w:rPr>
                          <w:rFonts w:ascii="Impact" w:hAnsi="Impact"/>
                          <w:color w:val="FFFFFF"/>
                          <w:sz w:val="34"/>
                          <w:szCs w:val="48"/>
                        </w:rPr>
                      </w:pPr>
                    </w:p>
                    <w:p w:rsidR="00BE3AF8" w:rsidRPr="00E136CC" w:rsidRDefault="00BE3AF8" w:rsidP="00343630">
                      <w:pPr>
                        <w:rPr>
                          <w:rFonts w:ascii="Impact" w:hAnsi="Impact"/>
                          <w:color w:val="FFFFFF"/>
                          <w:sz w:val="40"/>
                          <w:szCs w:val="48"/>
                        </w:rPr>
                      </w:pPr>
                    </w:p>
                    <w:p w:rsidR="00BE3AF8" w:rsidRDefault="00BE3AF8" w:rsidP="00343630">
                      <w:pPr>
                        <w:jc w:val="both"/>
                        <w:rPr>
                          <w:rFonts w:ascii="Impact" w:hAnsi="Impact"/>
                          <w:color w:val="4BACC6"/>
                          <w:sz w:val="34"/>
                          <w:szCs w:val="34"/>
                        </w:rPr>
                      </w:pPr>
                    </w:p>
                    <w:p w:rsidR="00BE3AF8" w:rsidRDefault="00BE3AF8" w:rsidP="00343630"/>
                  </w:txbxContent>
                </v:textbox>
              </v:shape>
            </w:pict>
          </mc:Fallback>
        </mc:AlternateContent>
      </w:r>
    </w:p>
    <w:p w:rsidR="00343630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43630" w:rsidRDefault="00A01629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87630</wp:posOffset>
            </wp:positionV>
            <wp:extent cx="1676400" cy="478790"/>
            <wp:effectExtent l="0" t="0" r="0" b="0"/>
            <wp:wrapNone/>
            <wp:docPr id="60" name="il_fi" descr="http://www.coolairnederland.nl/coolair-afbeeldingen/referenties-coolair-umc_st_radb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olairnederland.nl/coolair-afbeeldingen/referenties-coolair-umc_st_radboud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630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43630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43630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3E11BF">
        <w:rPr>
          <w:rFonts w:ascii="Arial" w:hAnsi="Arial" w:cs="Arial"/>
          <w:b/>
          <w:sz w:val="40"/>
          <w:szCs w:val="40"/>
          <w:lang w:val="en-US"/>
        </w:rPr>
        <w:t>Questionnaire</w:t>
      </w: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  <w:lang w:val="en-US"/>
        </w:rPr>
      </w:pP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3E11BF">
        <w:rPr>
          <w:rFonts w:ascii="Arial" w:hAnsi="Arial" w:cs="Arial"/>
          <w:b/>
          <w:sz w:val="40"/>
          <w:szCs w:val="40"/>
          <w:lang w:val="en-US"/>
        </w:rPr>
        <w:t>Experiences with social shelters, women’s shelters</w:t>
      </w:r>
      <w:r>
        <w:rPr>
          <w:rFonts w:ascii="Arial" w:hAnsi="Arial" w:cs="Arial"/>
          <w:b/>
          <w:sz w:val="40"/>
          <w:szCs w:val="40"/>
          <w:lang w:val="en-US"/>
        </w:rPr>
        <w:t xml:space="preserve"> and homeless young people’s shelters</w:t>
      </w: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  <w:lang w:val="en-US"/>
        </w:rPr>
      </w:pP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sz w:val="40"/>
          <w:szCs w:val="40"/>
          <w:lang w:val="en-US"/>
        </w:rPr>
      </w:pPr>
      <w:r w:rsidRPr="003E11BF">
        <w:rPr>
          <w:rFonts w:ascii="Arial" w:hAnsi="Arial" w:cs="Arial"/>
          <w:i/>
          <w:sz w:val="32"/>
          <w:szCs w:val="32"/>
          <w:lang w:val="en-US"/>
        </w:rPr>
        <w:t>Intended for people receiving support from social shelters, women’s or homeless young people’s shelters</w:t>
      </w: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  <w:lang w:val="en-US"/>
        </w:rPr>
      </w:pP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  <w:lang w:val="fr-FR"/>
        </w:rPr>
      </w:pPr>
      <w:r w:rsidRPr="003E11BF">
        <w:rPr>
          <w:rFonts w:ascii="Arial" w:hAnsi="Arial" w:cs="Arial"/>
          <w:sz w:val="32"/>
          <w:szCs w:val="32"/>
          <w:lang w:val="fr-FR"/>
        </w:rPr>
        <w:t>CQ-index Shelter services (</w:t>
      </w:r>
      <w:r>
        <w:rPr>
          <w:rFonts w:ascii="Arial" w:hAnsi="Arial" w:cs="Arial"/>
          <w:sz w:val="32"/>
          <w:szCs w:val="32"/>
          <w:lang w:val="fr-FR"/>
        </w:rPr>
        <w:t>non-</w:t>
      </w:r>
      <w:r w:rsidRPr="003E11BF">
        <w:rPr>
          <w:rFonts w:ascii="Arial" w:hAnsi="Arial" w:cs="Arial"/>
          <w:sz w:val="32"/>
          <w:szCs w:val="32"/>
          <w:lang w:val="fr-FR"/>
        </w:rPr>
        <w:t>ambulant)</w:t>
      </w: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  <w:lang w:val="fr-FR"/>
        </w:rPr>
      </w:pP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  <w:lang w:val="fr-FR"/>
        </w:rPr>
      </w:pPr>
      <w:r w:rsidRPr="00E965ED">
        <w:rPr>
          <w:rFonts w:ascii="Arial" w:hAnsi="Arial" w:cs="Arial"/>
          <w:sz w:val="32"/>
          <w:szCs w:val="32"/>
          <w:lang w:val="fr-FR"/>
        </w:rPr>
        <w:t>Version 2.0</w:t>
      </w: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Cs w:val="22"/>
          <w:lang w:val="fr-FR"/>
        </w:rPr>
      </w:pP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  <w:lang w:val="fr-FR"/>
        </w:rPr>
      </w:pP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  <w:lang w:val="fr-FR"/>
        </w:rPr>
      </w:pP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  <w:lang w:val="fr-FR"/>
        </w:rPr>
      </w:pP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43630" w:rsidRPr="00E965ED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  <w:lang w:val="fr-FR"/>
        </w:rPr>
      </w:pP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  <w:lang w:val="en-US"/>
        </w:rPr>
      </w:pPr>
      <w:r w:rsidRPr="003E11BF">
        <w:rPr>
          <w:rFonts w:ascii="Arial" w:hAnsi="Arial" w:cs="Arial"/>
          <w:b/>
          <w:szCs w:val="22"/>
          <w:lang w:val="en-US"/>
        </w:rPr>
        <w:t>This questionnaire was developed by Beijersbergen &amp; Wolf of the research centre for social care (Onderzoekscentrum maatschappelijke zorg (Omz)). The Omz is part of UMC St Radboud.</w:t>
      </w: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  <w:lang w:val="en-US"/>
        </w:rPr>
      </w:pP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en-US"/>
        </w:rPr>
      </w:pPr>
      <w:r w:rsidRPr="003E11BF">
        <w:rPr>
          <w:rFonts w:ascii="Arial" w:hAnsi="Arial" w:cs="Arial"/>
          <w:szCs w:val="22"/>
          <w:lang w:val="en-US"/>
        </w:rPr>
        <w:t xml:space="preserve">The basic design for the CQI measuring instruments was developed by NIVEL in cooperation with </w:t>
      </w:r>
      <w:r>
        <w:rPr>
          <w:rFonts w:ascii="Arial" w:hAnsi="Arial" w:cs="Arial"/>
          <w:szCs w:val="22"/>
          <w:lang w:val="en-US"/>
        </w:rPr>
        <w:t xml:space="preserve">the </w:t>
      </w:r>
      <w:r w:rsidRPr="003E11BF">
        <w:rPr>
          <w:rFonts w:ascii="Arial" w:hAnsi="Arial" w:cs="Arial"/>
          <w:szCs w:val="22"/>
          <w:lang w:val="en-US"/>
        </w:rPr>
        <w:t>Department of Social Medicine at the Academic Medical Centre (AMC).</w:t>
      </w:r>
    </w:p>
    <w:p w:rsidR="00343630" w:rsidRPr="003E11BF" w:rsidRDefault="00343630" w:rsidP="0034363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en-US"/>
        </w:rPr>
      </w:pPr>
    </w:p>
    <w:p w:rsidR="009E105B" w:rsidRPr="00343630" w:rsidRDefault="00343630">
      <w:pPr>
        <w:ind w:left="4248"/>
        <w:rPr>
          <w:rFonts w:ascii="Arial" w:hAnsi="Arial"/>
          <w:szCs w:val="24"/>
          <w:lang w:val="en-US"/>
        </w:rPr>
      </w:pPr>
      <w:r w:rsidRPr="00343630">
        <w:rPr>
          <w:rFonts w:ascii="Arial" w:hAnsi="Arial"/>
          <w:szCs w:val="24"/>
          <w:lang w:val="en-US"/>
        </w:rPr>
        <w:br w:type="page"/>
      </w:r>
    </w:p>
    <w:p w:rsidR="009E105B" w:rsidRPr="00753371" w:rsidRDefault="009E105B">
      <w:pPr>
        <w:rPr>
          <w:rFonts w:ascii="Arial" w:hAnsi="Arial"/>
          <w:b/>
          <w:szCs w:val="24"/>
          <w:u w:val="single"/>
          <w:lang w:val="en-US"/>
        </w:rPr>
      </w:pPr>
      <w:r>
        <w:rPr>
          <w:rFonts w:ascii="Arial" w:hAnsi="Arial"/>
          <w:b/>
          <w:szCs w:val="24"/>
          <w:u w:val="single"/>
          <w:lang w:val="en-GB"/>
        </w:rPr>
        <w:t>Why have you received this questionnaire?</w:t>
      </w:r>
    </w:p>
    <w:p w:rsidR="009E105B" w:rsidRDefault="009E105B">
      <w:pPr>
        <w:rPr>
          <w:rFonts w:ascii="Arial" w:hAnsi="Arial"/>
          <w:szCs w:val="24"/>
          <w:lang w:val="en-US"/>
        </w:rPr>
      </w:pPr>
      <w:r w:rsidRPr="00753371">
        <w:rPr>
          <w:rFonts w:ascii="Arial" w:hAnsi="Arial"/>
          <w:szCs w:val="24"/>
          <w:lang w:val="en-US"/>
        </w:rPr>
        <w:t xml:space="preserve">You receive shelter and assistance from </w:t>
      </w:r>
      <w:r w:rsidR="004913E9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Pr="00753371">
        <w:rPr>
          <w:rFonts w:ascii="Arial" w:hAnsi="Arial"/>
          <w:szCs w:val="24"/>
          <w:lang w:val="en-US"/>
        </w:rPr>
        <w:t xml:space="preserve">. The </w:t>
      </w:r>
      <w:r w:rsidR="00343630">
        <w:rPr>
          <w:rFonts w:ascii="Arial" w:hAnsi="Arial"/>
          <w:szCs w:val="24"/>
          <w:lang w:val="en-US"/>
        </w:rPr>
        <w:t xml:space="preserve">organization </w:t>
      </w:r>
      <w:r w:rsidRPr="00753371">
        <w:rPr>
          <w:rFonts w:ascii="Arial" w:hAnsi="Arial"/>
          <w:szCs w:val="24"/>
          <w:lang w:val="en-US"/>
        </w:rPr>
        <w:t xml:space="preserve">would </w:t>
      </w:r>
      <w:r>
        <w:rPr>
          <w:rFonts w:ascii="Arial" w:hAnsi="Arial"/>
          <w:szCs w:val="24"/>
          <w:lang w:val="en-GB"/>
        </w:rPr>
        <w:t>like to know what you think about this.</w:t>
      </w:r>
      <w:r w:rsidR="00343630">
        <w:rPr>
          <w:rFonts w:ascii="Arial" w:hAnsi="Arial"/>
          <w:szCs w:val="24"/>
          <w:lang w:val="en-GB"/>
        </w:rPr>
        <w:t xml:space="preserve"> </w:t>
      </w:r>
      <w:r w:rsidR="00343630">
        <w:rPr>
          <w:rFonts w:ascii="Arial" w:hAnsi="Arial"/>
          <w:szCs w:val="24"/>
          <w:lang w:val="en-US"/>
        </w:rPr>
        <w:t>F</w:t>
      </w:r>
      <w:r w:rsidR="00343630">
        <w:rPr>
          <w:rFonts w:ascii="Arial" w:hAnsi="Arial"/>
          <w:szCs w:val="24"/>
          <w:lang w:val="en-GB"/>
        </w:rPr>
        <w:t>acilities</w:t>
      </w:r>
      <w:r>
        <w:rPr>
          <w:rFonts w:ascii="Arial" w:hAnsi="Arial"/>
          <w:szCs w:val="24"/>
          <w:lang w:val="en-GB"/>
        </w:rPr>
        <w:t xml:space="preserve"> </w:t>
      </w:r>
      <w:r w:rsidR="00343630">
        <w:rPr>
          <w:rFonts w:ascii="Arial" w:hAnsi="Arial"/>
          <w:szCs w:val="24"/>
          <w:lang w:val="en-GB"/>
        </w:rPr>
        <w:t xml:space="preserve">that provide assistance then hear </w:t>
      </w:r>
      <w:r>
        <w:rPr>
          <w:rFonts w:ascii="Arial" w:hAnsi="Arial"/>
          <w:szCs w:val="24"/>
          <w:lang w:val="en-GB"/>
        </w:rPr>
        <w:t>what is going well and what they can do better.</w:t>
      </w:r>
    </w:p>
    <w:p w:rsidR="009E105B" w:rsidRDefault="009E105B">
      <w:pPr>
        <w:rPr>
          <w:rFonts w:ascii="Arial" w:hAnsi="Arial"/>
          <w:sz w:val="16"/>
          <w:szCs w:val="24"/>
          <w:lang w:val="en-US"/>
        </w:rPr>
      </w:pPr>
    </w:p>
    <w:p w:rsidR="009E105B" w:rsidRPr="00753371" w:rsidRDefault="009E105B">
      <w:pPr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 xml:space="preserve">Your answers are </w:t>
      </w:r>
      <w:r>
        <w:rPr>
          <w:rFonts w:ascii="Arial" w:hAnsi="Arial"/>
          <w:b/>
          <w:szCs w:val="24"/>
          <w:lang w:val="en-GB"/>
        </w:rPr>
        <w:t>anonymous</w:t>
      </w:r>
      <w:r>
        <w:rPr>
          <w:rFonts w:ascii="Arial" w:hAnsi="Arial"/>
          <w:szCs w:val="24"/>
          <w:lang w:val="en-GB"/>
        </w:rPr>
        <w:t xml:space="preserve"> and </w:t>
      </w:r>
      <w:r>
        <w:rPr>
          <w:rFonts w:ascii="Arial" w:hAnsi="Arial"/>
          <w:b/>
          <w:szCs w:val="24"/>
          <w:lang w:val="en-GB"/>
        </w:rPr>
        <w:t>confidential</w:t>
      </w:r>
      <w:r>
        <w:rPr>
          <w:rFonts w:ascii="Arial" w:hAnsi="Arial"/>
          <w:szCs w:val="24"/>
          <w:lang w:val="en-GB"/>
        </w:rPr>
        <w:t>: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You do not have to write your name anywhere.</w:t>
      </w:r>
      <w:r w:rsidRPr="00753371">
        <w:rPr>
          <w:rFonts w:ascii="Arial" w:hAnsi="Arial"/>
          <w:szCs w:val="24"/>
          <w:lang w:val="en-US"/>
        </w:rPr>
        <w:t xml:space="preserve"> </w:t>
      </w:r>
      <w:r w:rsidR="004913E9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4913E9" w:rsidRPr="009B5665">
        <w:rPr>
          <w:rFonts w:ascii="Arial" w:hAnsi="Arial"/>
          <w:szCs w:val="24"/>
          <w:lang w:val="fr-FR"/>
        </w:rPr>
        <w:t xml:space="preserve"> </w:t>
      </w:r>
      <w:r>
        <w:rPr>
          <w:rFonts w:ascii="Arial" w:hAnsi="Arial"/>
          <w:szCs w:val="24"/>
          <w:lang w:val="en-GB"/>
        </w:rPr>
        <w:t xml:space="preserve"> will therefore not find out what you have answered</w:t>
      </w:r>
      <w:r>
        <w:rPr>
          <w:rFonts w:ascii="Arial" w:hAnsi="Arial"/>
          <w:b/>
          <w:szCs w:val="24"/>
          <w:lang w:val="en-GB"/>
        </w:rPr>
        <w:t>.</w:t>
      </w:r>
    </w:p>
    <w:p w:rsidR="009E105B" w:rsidRPr="00753371" w:rsidRDefault="009E105B">
      <w:pPr>
        <w:rPr>
          <w:rFonts w:ascii="Arial" w:hAnsi="Arial"/>
          <w:b/>
          <w:sz w:val="16"/>
          <w:szCs w:val="24"/>
          <w:lang w:val="en-US"/>
        </w:rPr>
      </w:pPr>
    </w:p>
    <w:p w:rsidR="009E105B" w:rsidRPr="00753371" w:rsidRDefault="009E105B">
      <w:pPr>
        <w:rPr>
          <w:rFonts w:ascii="Arial" w:hAnsi="Arial"/>
          <w:b/>
          <w:szCs w:val="24"/>
          <w:u w:val="single"/>
          <w:lang w:val="en-US"/>
        </w:rPr>
      </w:pPr>
      <w:r>
        <w:rPr>
          <w:rFonts w:ascii="Arial" w:hAnsi="Arial"/>
          <w:b/>
          <w:szCs w:val="24"/>
          <w:u w:val="single"/>
          <w:lang w:val="en-GB"/>
        </w:rPr>
        <w:t xml:space="preserve">What are the questions about? </w:t>
      </w:r>
    </w:p>
    <w:p w:rsidR="009E105B" w:rsidRPr="00753371" w:rsidRDefault="009E105B" w:rsidP="00A01629">
      <w:pPr>
        <w:numPr>
          <w:ilvl w:val="0"/>
          <w:numId w:val="5"/>
        </w:numPr>
        <w:rPr>
          <w:rFonts w:ascii="Arial" w:hAnsi="Arial"/>
          <w:sz w:val="16"/>
          <w:szCs w:val="24"/>
          <w:lang w:val="en-US"/>
        </w:rPr>
      </w:pPr>
      <w:r w:rsidRPr="00753371">
        <w:rPr>
          <w:rFonts w:ascii="Arial" w:hAnsi="Arial"/>
          <w:szCs w:val="24"/>
          <w:lang w:val="en-US"/>
        </w:rPr>
        <w:t xml:space="preserve">This questionnaire concerns </w:t>
      </w:r>
      <w:r w:rsidRPr="00753371">
        <w:rPr>
          <w:rFonts w:ascii="Arial" w:hAnsi="Arial"/>
          <w:b/>
          <w:szCs w:val="24"/>
          <w:lang w:val="en-US"/>
        </w:rPr>
        <w:t xml:space="preserve">the shelter and assistance from </w:t>
      </w:r>
      <w:r w:rsidR="004913E9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Pr="00753371">
        <w:rPr>
          <w:rFonts w:ascii="Arial" w:hAnsi="Arial"/>
          <w:b/>
          <w:szCs w:val="24"/>
          <w:lang w:val="en-US"/>
        </w:rPr>
        <w:t>.</w:t>
      </w:r>
      <w:r w:rsidRPr="00753371">
        <w:rPr>
          <w:rFonts w:ascii="Arial" w:hAnsi="Arial"/>
          <w:szCs w:val="24"/>
          <w:lang w:val="en-US"/>
        </w:rPr>
        <w:t xml:space="preserve"> Maybe you also receive assistance from other agencies, such as a mental healthcare centre or legal advice centre. If questions concern this kind of assistance, it will be stated.  </w:t>
      </w:r>
    </w:p>
    <w:p w:rsidR="009E105B" w:rsidRPr="00753371" w:rsidRDefault="009E105B">
      <w:pPr>
        <w:ind w:left="720"/>
        <w:rPr>
          <w:rFonts w:ascii="Arial" w:hAnsi="Arial"/>
          <w:sz w:val="16"/>
          <w:szCs w:val="24"/>
          <w:lang w:val="en-US"/>
        </w:rPr>
      </w:pPr>
    </w:p>
    <w:p w:rsidR="009E105B" w:rsidRPr="00753371" w:rsidRDefault="009E105B" w:rsidP="00A01629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/>
          <w:szCs w:val="24"/>
          <w:lang w:val="en-US"/>
        </w:rPr>
      </w:pPr>
      <w:r w:rsidRPr="00753371">
        <w:rPr>
          <w:rFonts w:ascii="Arial" w:hAnsi="Arial"/>
          <w:szCs w:val="24"/>
          <w:lang w:val="en-US"/>
        </w:rPr>
        <w:t xml:space="preserve">Most of the questions are about the </w:t>
      </w:r>
      <w:r w:rsidRPr="00753371">
        <w:rPr>
          <w:rFonts w:ascii="Arial" w:hAnsi="Arial"/>
          <w:b/>
          <w:szCs w:val="24"/>
          <w:lang w:val="en-US"/>
        </w:rPr>
        <w:t>past 6 months</w:t>
      </w:r>
      <w:r w:rsidRPr="00753371">
        <w:rPr>
          <w:rFonts w:ascii="Arial" w:hAnsi="Arial"/>
          <w:szCs w:val="24"/>
          <w:lang w:val="en-US"/>
        </w:rPr>
        <w:t xml:space="preserve">. Have you been receiving shelter and assistance from  </w:t>
      </w:r>
      <w:r w:rsidR="004913E9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4913E9" w:rsidRPr="009B5665">
        <w:rPr>
          <w:rFonts w:ascii="Arial" w:hAnsi="Arial"/>
          <w:szCs w:val="24"/>
          <w:lang w:val="fr-FR"/>
        </w:rPr>
        <w:t xml:space="preserve"> </w:t>
      </w:r>
      <w:r w:rsidRPr="00753371">
        <w:rPr>
          <w:rFonts w:ascii="Arial" w:hAnsi="Arial"/>
          <w:szCs w:val="24"/>
          <w:lang w:val="en-US"/>
        </w:rPr>
        <w:t xml:space="preserve"> for </w:t>
      </w:r>
      <w:r w:rsidRPr="00753371">
        <w:rPr>
          <w:rFonts w:ascii="Arial" w:hAnsi="Arial"/>
          <w:b/>
          <w:szCs w:val="24"/>
          <w:lang w:val="en-US"/>
        </w:rPr>
        <w:t>less than</w:t>
      </w:r>
      <w:r w:rsidRPr="00753371">
        <w:rPr>
          <w:rFonts w:ascii="Arial" w:hAnsi="Arial"/>
          <w:szCs w:val="24"/>
          <w:lang w:val="en-US"/>
        </w:rPr>
        <w:t xml:space="preserve"> 6 months? In that case</w:t>
      </w:r>
      <w:r w:rsidRPr="00753371">
        <w:rPr>
          <w:rFonts w:ascii="Arial" w:hAnsi="Arial"/>
          <w:b/>
          <w:szCs w:val="24"/>
          <w:lang w:val="en-US"/>
        </w:rPr>
        <w:t xml:space="preserve"> answer</w:t>
      </w:r>
      <w:r w:rsidRPr="00753371">
        <w:rPr>
          <w:rFonts w:ascii="Arial" w:hAnsi="Arial"/>
          <w:szCs w:val="24"/>
          <w:lang w:val="en-US"/>
        </w:rPr>
        <w:t xml:space="preserve"> the questions </w:t>
      </w:r>
      <w:r w:rsidRPr="00753371">
        <w:rPr>
          <w:rFonts w:ascii="Arial" w:hAnsi="Arial"/>
          <w:b/>
          <w:szCs w:val="24"/>
          <w:lang w:val="en-US"/>
        </w:rPr>
        <w:t>for that shorter period</w:t>
      </w:r>
      <w:r w:rsidRPr="00753371">
        <w:rPr>
          <w:rFonts w:ascii="Arial" w:hAnsi="Arial"/>
          <w:szCs w:val="24"/>
          <w:lang w:val="en-US"/>
        </w:rPr>
        <w:t>.</w:t>
      </w:r>
    </w:p>
    <w:p w:rsidR="009E105B" w:rsidRPr="00753371" w:rsidRDefault="009E105B">
      <w:pPr>
        <w:pStyle w:val="Lijstalinea"/>
        <w:rPr>
          <w:rFonts w:ascii="Arial" w:hAnsi="Arial"/>
          <w:sz w:val="16"/>
          <w:szCs w:val="24"/>
          <w:lang w:val="en-US"/>
        </w:rPr>
      </w:pPr>
    </w:p>
    <w:p w:rsidR="009E105B" w:rsidRDefault="009E105B" w:rsidP="00A01629">
      <w:pPr>
        <w:numPr>
          <w:ilvl w:val="0"/>
          <w:numId w:val="5"/>
        </w:numPr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>Does the questionnaire include the word ‘</w:t>
      </w:r>
      <w:r>
        <w:rPr>
          <w:rFonts w:ascii="Arial" w:hAnsi="Arial"/>
          <w:b/>
          <w:szCs w:val="24"/>
          <w:lang w:val="en-GB"/>
        </w:rPr>
        <w:t>facility’</w:t>
      </w:r>
      <w:r>
        <w:rPr>
          <w:rFonts w:ascii="Arial" w:hAnsi="Arial"/>
          <w:szCs w:val="24"/>
          <w:lang w:val="en-GB"/>
        </w:rPr>
        <w:t>?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 xml:space="preserve">We then mean </w:t>
      </w:r>
      <w:r w:rsidR="004913E9" w:rsidRPr="00845915">
        <w:rPr>
          <w:rFonts w:ascii="Arial" w:hAnsi="Arial"/>
          <w:color w:val="00B0F0"/>
          <w:szCs w:val="24"/>
          <w:lang w:val="fr-FR"/>
        </w:rPr>
        <w:t>&lt;naam voorziening&gt;</w:t>
      </w:r>
      <w:r>
        <w:rPr>
          <w:rFonts w:ascii="Arial" w:hAnsi="Arial"/>
          <w:szCs w:val="24"/>
          <w:lang w:val="en-GB"/>
        </w:rPr>
        <w:t>.</w:t>
      </w:r>
    </w:p>
    <w:p w:rsidR="009E105B" w:rsidRDefault="009E105B">
      <w:pPr>
        <w:ind w:left="720"/>
        <w:rPr>
          <w:rFonts w:ascii="Arial" w:hAnsi="Arial"/>
          <w:szCs w:val="24"/>
        </w:rPr>
      </w:pPr>
    </w:p>
    <w:p w:rsidR="009E105B" w:rsidRDefault="009E105B">
      <w:pPr>
        <w:rPr>
          <w:rFonts w:ascii="Arial" w:hAnsi="Arial"/>
          <w:sz w:val="16"/>
          <w:szCs w:val="24"/>
        </w:rPr>
      </w:pPr>
    </w:p>
    <w:p w:rsidR="009E105B" w:rsidRPr="00753371" w:rsidRDefault="009E105B">
      <w:pPr>
        <w:rPr>
          <w:rFonts w:ascii="Arial" w:hAnsi="Arial"/>
          <w:b/>
          <w:szCs w:val="24"/>
          <w:u w:val="single"/>
          <w:lang w:val="en-US"/>
        </w:rPr>
      </w:pPr>
      <w:r>
        <w:rPr>
          <w:rFonts w:ascii="Arial" w:hAnsi="Arial"/>
          <w:b/>
          <w:szCs w:val="24"/>
          <w:u w:val="single"/>
          <w:lang w:val="en-GB"/>
        </w:rPr>
        <w:t>How should you fill in the questionnaire?</w:t>
      </w:r>
    </w:p>
    <w:p w:rsidR="009E105B" w:rsidRPr="00753371" w:rsidRDefault="009E105B" w:rsidP="00A01629">
      <w:pPr>
        <w:numPr>
          <w:ilvl w:val="0"/>
          <w:numId w:val="4"/>
        </w:numPr>
        <w:ind w:left="567" w:hanging="283"/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>Answer the questions by ticking the box next to your answer.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 xml:space="preserve">Nearly all questions can </w:t>
      </w:r>
      <w:r>
        <w:rPr>
          <w:rFonts w:ascii="Arial" w:hAnsi="Arial"/>
          <w:b/>
          <w:szCs w:val="24"/>
          <w:lang w:val="en-GB"/>
        </w:rPr>
        <w:t>only have one answer</w:t>
      </w:r>
      <w:r>
        <w:rPr>
          <w:rFonts w:ascii="Arial" w:hAnsi="Arial"/>
          <w:szCs w:val="24"/>
          <w:lang w:val="en-GB"/>
        </w:rPr>
        <w:t xml:space="preserve">. 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If you can provide multiple answers, this is stated in the question.</w:t>
      </w:r>
    </w:p>
    <w:p w:rsidR="009E105B" w:rsidRPr="00753371" w:rsidRDefault="009E105B">
      <w:pPr>
        <w:ind w:left="567"/>
        <w:rPr>
          <w:rFonts w:ascii="Arial" w:hAnsi="Arial"/>
          <w:sz w:val="16"/>
          <w:szCs w:val="24"/>
          <w:lang w:val="en-US"/>
        </w:rPr>
      </w:pPr>
    </w:p>
    <w:p w:rsidR="009E105B" w:rsidRDefault="009E105B" w:rsidP="00A01629">
      <w:pPr>
        <w:numPr>
          <w:ilvl w:val="0"/>
          <w:numId w:val="4"/>
        </w:numPr>
        <w:ind w:left="567" w:hanging="283"/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 xml:space="preserve">Did you accidentally tick the wrong box? 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In that case, cross it out with a line.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Then put a tick in the correct box:</w:t>
      </w:r>
    </w:p>
    <w:p w:rsidR="009E105B" w:rsidRDefault="009E105B">
      <w:pPr>
        <w:pStyle w:val="Lijstalinea"/>
        <w:rPr>
          <w:rFonts w:ascii="Arial" w:hAnsi="Arial"/>
          <w:szCs w:val="24"/>
        </w:rPr>
      </w:pPr>
    </w:p>
    <w:p w:rsidR="009E105B" w:rsidRDefault="009E105B">
      <w:pPr>
        <w:ind w:left="567" w:hanging="283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 Wrong box      Correct box</w:t>
      </w:r>
    </w:p>
    <w:p w:rsidR="009E105B" w:rsidRDefault="00A01629">
      <w:pPr>
        <w:ind w:left="567" w:hanging="283"/>
        <w:rPr>
          <w:rFonts w:ascii="Arial" w:hAnsi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4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F862B" id="Rectangle 15" o:spid="_x0000_s1026" style="position:absolute;margin-left:112.95pt;margin-top:9.15pt;width:7.45pt;height:8.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cvwIAIAADw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4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3AA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112.95pt;margin-top:9.15pt;width:7.45pt;height:8.6pt;flip:x 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3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4B3D3" id="AutoShape 17" o:spid="_x0000_s1026" type="#_x0000_t32" style="position:absolute;margin-left:112.95pt;margin-top:9.15pt;width:7.45pt;height:8.6pt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oLtKwIAAEo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68D8C" id="Rectangle 18" o:spid="_x0000_s1026" style="position:absolute;margin-left:47.25pt;margin-top:9.15pt;width:7.45pt;height:8.6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IOIIQIAADw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B7629" id="AutoShape 19" o:spid="_x0000_s1026" type="#_x0000_t32" style="position:absolute;margin-left:47.25pt;margin-top:9.15pt;width:7.45pt;height:8.6pt;flip: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b7rKwIAAEo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B6AF8" id="AutoShape 20" o:spid="_x0000_s1026" type="#_x0000_t32" style="position:absolute;margin-left:47.25pt;margin-top:9.15pt;width:7.45pt;height:8.6pt;flip:x y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50165</wp:posOffset>
                </wp:positionV>
                <wp:extent cx="314960" cy="219710"/>
                <wp:effectExtent l="6350" t="6985" r="12065" b="11430"/>
                <wp:wrapNone/>
                <wp:docPr id="3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960" cy="21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364E2" id="AutoShape 21" o:spid="_x0000_s1026" type="#_x0000_t32" style="position:absolute;margin-left:39.15pt;margin-top:3.95pt;width:24.8pt;height:17.3pt;flip:y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"/>
            </w:pict>
          </mc:Fallback>
        </mc:AlternateContent>
      </w:r>
    </w:p>
    <w:p w:rsidR="009E105B" w:rsidRDefault="009E105B">
      <w:pPr>
        <w:ind w:left="567" w:hanging="283"/>
        <w:rPr>
          <w:rFonts w:ascii="Arial" w:hAnsi="Arial"/>
          <w:szCs w:val="24"/>
        </w:rPr>
      </w:pPr>
    </w:p>
    <w:p w:rsidR="009E105B" w:rsidRDefault="009E105B">
      <w:pPr>
        <w:ind w:left="567" w:hanging="283"/>
        <w:rPr>
          <w:rFonts w:ascii="Arial" w:hAnsi="Arial"/>
          <w:sz w:val="16"/>
          <w:szCs w:val="24"/>
        </w:rPr>
      </w:pPr>
    </w:p>
    <w:p w:rsidR="009E105B" w:rsidRDefault="009E105B" w:rsidP="00A01629">
      <w:pPr>
        <w:numPr>
          <w:ilvl w:val="0"/>
          <w:numId w:val="2"/>
        </w:numPr>
        <w:ind w:left="567" w:hanging="283"/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>You can sometimes skip a few questions.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In that case, there is an arrow after your answer.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 xml:space="preserve">You can then see which question you can continue with. 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For example:</w:t>
      </w:r>
      <w:r>
        <w:rPr>
          <w:rFonts w:ascii="Arial" w:hAnsi="Arial"/>
          <w:szCs w:val="24"/>
        </w:rPr>
        <w:t xml:space="preserve"> </w:t>
      </w:r>
    </w:p>
    <w:p w:rsidR="009E105B" w:rsidRDefault="009E105B" w:rsidP="00A01629">
      <w:pPr>
        <w:numPr>
          <w:ilvl w:val="0"/>
          <w:numId w:val="7"/>
        </w:numPr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 xml:space="preserve"> Yes</w:t>
      </w:r>
    </w:p>
    <w:p w:rsidR="009E105B" w:rsidRDefault="009E105B" w:rsidP="00A01629">
      <w:pPr>
        <w:numPr>
          <w:ilvl w:val="0"/>
          <w:numId w:val="7"/>
        </w:numPr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 xml:space="preserve"> No </w:t>
      </w:r>
      <w:r w:rsidR="00343630" w:rsidRPr="00343630">
        <w:rPr>
          <w:rFonts w:ascii="Arial" w:hAnsi="Arial"/>
          <w:szCs w:val="24"/>
          <w:lang w:val="en-GB"/>
        </w:rPr>
        <w:sym w:font="Wingdings" w:char="F0E0"/>
      </w:r>
      <w:r w:rsidR="00343630">
        <w:rPr>
          <w:rFonts w:ascii="Arial" w:hAnsi="Arial"/>
          <w:szCs w:val="24"/>
          <w:lang w:val="en-GB"/>
        </w:rPr>
        <w:t xml:space="preserve"> </w:t>
      </w:r>
      <w:r>
        <w:rPr>
          <w:rFonts w:ascii="Arial" w:hAnsi="Arial"/>
          <w:szCs w:val="24"/>
          <w:lang w:val="en-GB"/>
        </w:rPr>
        <w:t>go to question 15</w:t>
      </w:r>
    </w:p>
    <w:p w:rsidR="009E105B" w:rsidRDefault="009E105B">
      <w:pPr>
        <w:rPr>
          <w:rFonts w:ascii="Arial" w:hAnsi="Arial"/>
          <w:sz w:val="16"/>
          <w:szCs w:val="24"/>
        </w:rPr>
      </w:pPr>
    </w:p>
    <w:p w:rsidR="009E105B" w:rsidRDefault="009E105B" w:rsidP="00A01629">
      <w:pPr>
        <w:numPr>
          <w:ilvl w:val="0"/>
          <w:numId w:val="2"/>
        </w:numPr>
        <w:ind w:left="567" w:hanging="283"/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 xml:space="preserve">Sometimes there is a text box under a question. 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For example:</w:t>
      </w:r>
    </w:p>
    <w:p w:rsidR="009E105B" w:rsidRDefault="009E105B">
      <w:pPr>
        <w:ind w:left="567"/>
        <w:rPr>
          <w:rFonts w:ascii="Arial" w:hAnsi="Arial"/>
          <w:sz w:val="16"/>
          <w:szCs w:val="24"/>
        </w:rPr>
      </w:pPr>
    </w:p>
    <w:p w:rsidR="009E105B" w:rsidRDefault="00A01629">
      <w:pPr>
        <w:ind w:left="567"/>
        <w:rPr>
          <w:rFonts w:ascii="Arial" w:hAnsi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30480</wp:posOffset>
                </wp:positionV>
                <wp:extent cx="1253490" cy="285750"/>
                <wp:effectExtent l="6350" t="6350" r="6985" b="12700"/>
                <wp:wrapNone/>
                <wp:docPr id="3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left:0;text-align:left;margin-left:30.9pt;margin-top:2.4pt;width:98.7pt;height:22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105B" w:rsidRDefault="009E105B">
      <w:pPr>
        <w:ind w:left="567"/>
        <w:rPr>
          <w:rFonts w:ascii="Arial" w:hAnsi="Arial"/>
          <w:szCs w:val="24"/>
        </w:rPr>
      </w:pPr>
    </w:p>
    <w:p w:rsidR="009E105B" w:rsidRDefault="009E105B">
      <w:pPr>
        <w:ind w:left="567"/>
        <w:rPr>
          <w:rFonts w:ascii="Arial" w:hAnsi="Arial"/>
          <w:sz w:val="16"/>
          <w:szCs w:val="24"/>
        </w:rPr>
      </w:pPr>
    </w:p>
    <w:p w:rsidR="009E105B" w:rsidRPr="00753371" w:rsidRDefault="009E105B">
      <w:pPr>
        <w:ind w:left="567"/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 xml:space="preserve">Please enter your answer in the text box. 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Write clearly and in block letters.</w:t>
      </w:r>
    </w:p>
    <w:p w:rsidR="009E105B" w:rsidRPr="00753371" w:rsidRDefault="009E105B">
      <w:pPr>
        <w:rPr>
          <w:rFonts w:ascii="Arial" w:hAnsi="Arial"/>
          <w:b/>
          <w:sz w:val="16"/>
          <w:szCs w:val="24"/>
          <w:u w:val="single"/>
          <w:lang w:val="en-US"/>
        </w:rPr>
      </w:pPr>
    </w:p>
    <w:p w:rsidR="009E105B" w:rsidRPr="00796305" w:rsidRDefault="009E105B">
      <w:pPr>
        <w:rPr>
          <w:rFonts w:ascii="Arial" w:hAnsi="Arial"/>
          <w:b/>
          <w:i/>
          <w:sz w:val="20"/>
          <w:szCs w:val="24"/>
          <w:lang w:val="en-US"/>
        </w:rPr>
      </w:pPr>
      <w:r w:rsidRPr="00796305">
        <w:rPr>
          <w:rFonts w:ascii="Arial" w:hAnsi="Arial"/>
          <w:szCs w:val="24"/>
          <w:lang w:val="en-US"/>
        </w:rPr>
        <w:br w:type="page"/>
      </w:r>
    </w:p>
    <w:p w:rsidR="009E105B" w:rsidRPr="00197685" w:rsidRDefault="009E105B">
      <w:pPr>
        <w:ind w:left="720"/>
        <w:rPr>
          <w:rFonts w:ascii="Arial" w:hAnsi="Arial" w:cs="Arial"/>
          <w:b/>
          <w:i/>
          <w:sz w:val="20"/>
          <w:u w:val="single"/>
          <w:lang w:val="en-US"/>
        </w:rPr>
        <w:sectPr w:rsidR="009E105B" w:rsidRPr="0019768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E105B" w:rsidRPr="00197685" w:rsidRDefault="009E105B" w:rsidP="00A01629">
      <w:pPr>
        <w:pStyle w:val="Plattetekst"/>
        <w:numPr>
          <w:ilvl w:val="0"/>
          <w:numId w:val="1"/>
        </w:numPr>
        <w:spacing w:after="0"/>
        <w:ind w:left="709" w:hanging="425"/>
        <w:rPr>
          <w:rFonts w:ascii="Arial" w:hAnsi="Arial" w:cs="Arial"/>
          <w:b/>
          <w:sz w:val="20"/>
          <w:u w:val="single"/>
        </w:rPr>
      </w:pPr>
      <w:r w:rsidRPr="00197685">
        <w:rPr>
          <w:rFonts w:ascii="Arial" w:hAnsi="Arial" w:cs="Arial"/>
          <w:b/>
          <w:sz w:val="20"/>
          <w:u w:val="single"/>
          <w:lang w:val="en-GB"/>
        </w:rPr>
        <w:t>Questions about yourself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b/>
          <w:sz w:val="20"/>
          <w:u w:val="single"/>
        </w:rPr>
      </w:pP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The following questions are about you.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b/>
          <w:sz w:val="20"/>
          <w:u w:val="single"/>
          <w:lang w:val="en-US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197685">
        <w:rPr>
          <w:rFonts w:ascii="Arial" w:hAnsi="Arial" w:cs="Arial"/>
          <w:b/>
          <w:sz w:val="20"/>
          <w:lang w:val="en-GB"/>
        </w:rPr>
        <w:t>How old are you?</w:t>
      </w:r>
    </w:p>
    <w:p w:rsidR="009E105B" w:rsidRPr="00197685" w:rsidRDefault="00A01629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135890</wp:posOffset>
                </wp:positionV>
                <wp:extent cx="235585" cy="212090"/>
                <wp:effectExtent l="9525" t="6985" r="12065" b="9525"/>
                <wp:wrapNone/>
                <wp:docPr id="3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50.65pt;margin-top:10.7pt;width:18.55pt;height:16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135890</wp:posOffset>
                </wp:positionV>
                <wp:extent cx="235585" cy="212090"/>
                <wp:effectExtent l="12065" t="6985" r="9525" b="9525"/>
                <wp:wrapNone/>
                <wp:docPr id="3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left:0;text-align:left;margin-left:32.1pt;margin-top:10.7pt;width:18.55pt;height:16.7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105B" w:rsidRPr="00197685" w:rsidRDefault="009E105B">
      <w:pPr>
        <w:pStyle w:val="Plattetekst"/>
        <w:spacing w:after="0"/>
        <w:ind w:left="709" w:firstLine="851"/>
        <w:rPr>
          <w:rFonts w:ascii="Arial" w:hAnsi="Arial" w:cs="Arial"/>
          <w:sz w:val="20"/>
        </w:rPr>
      </w:pPr>
      <w:r w:rsidRPr="00197685">
        <w:rPr>
          <w:rFonts w:ascii="Arial" w:hAnsi="Arial" w:cs="Arial"/>
          <w:sz w:val="20"/>
          <w:lang w:val="en-GB"/>
        </w:rPr>
        <w:t>years</w:t>
      </w:r>
      <w:r w:rsidRPr="00197685">
        <w:rPr>
          <w:rFonts w:ascii="Arial" w:hAnsi="Arial" w:cs="Arial"/>
          <w:sz w:val="20"/>
        </w:rPr>
        <w:t xml:space="preserve">                                    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Are you a man or a woman? 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197685">
        <w:rPr>
          <w:rFonts w:ascii="Arial" w:hAnsi="Arial" w:cs="Arial"/>
          <w:sz w:val="20"/>
        </w:rPr>
        <w:t xml:space="preserve"> </w:t>
      </w:r>
      <w:r w:rsidRPr="00197685">
        <w:rPr>
          <w:rFonts w:ascii="Arial" w:hAnsi="Arial" w:cs="Arial"/>
          <w:sz w:val="20"/>
        </w:rPr>
        <w:tab/>
      </w:r>
      <w:r w:rsidRPr="00197685">
        <w:rPr>
          <w:rFonts w:ascii="Arial" w:hAnsi="Arial" w:cs="Arial"/>
          <w:sz w:val="20"/>
          <w:lang w:val="en-GB"/>
        </w:rPr>
        <w:t>man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197685">
        <w:rPr>
          <w:rFonts w:ascii="Arial" w:hAnsi="Arial" w:cs="Arial"/>
          <w:sz w:val="20"/>
        </w:rPr>
        <w:t xml:space="preserve"> </w:t>
      </w:r>
      <w:r w:rsidRPr="00197685">
        <w:rPr>
          <w:rFonts w:ascii="Arial" w:hAnsi="Arial" w:cs="Arial"/>
          <w:sz w:val="20"/>
        </w:rPr>
        <w:tab/>
      </w:r>
      <w:r w:rsidRPr="00197685">
        <w:rPr>
          <w:rFonts w:ascii="Arial" w:hAnsi="Arial" w:cs="Arial"/>
          <w:sz w:val="20"/>
          <w:lang w:val="en-GB"/>
        </w:rPr>
        <w:t>woman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What is </w:t>
      </w:r>
      <w:r w:rsidRPr="00197685">
        <w:rPr>
          <w:rFonts w:ascii="Arial" w:hAnsi="Arial" w:cs="Arial"/>
          <w:b/>
          <w:sz w:val="20"/>
          <w:u w:val="single"/>
          <w:lang w:val="en-GB"/>
        </w:rPr>
        <w:t xml:space="preserve">highest level of education </w:t>
      </w:r>
      <w:r w:rsidRPr="00197685">
        <w:rPr>
          <w:rFonts w:ascii="Arial" w:hAnsi="Arial" w:cs="Arial"/>
          <w:b/>
          <w:sz w:val="20"/>
          <w:lang w:val="en-GB"/>
        </w:rPr>
        <w:t xml:space="preserve">you have completed?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No education (primary education:</w:t>
      </w:r>
      <w:r w:rsidRPr="00197685">
        <w:rPr>
          <w:rFonts w:ascii="Arial" w:hAnsi="Arial" w:cs="Arial"/>
          <w:sz w:val="20"/>
          <w:lang w:val="en-US"/>
        </w:rPr>
        <w:t xml:space="preserve"> </w:t>
      </w:r>
      <w:r w:rsidRPr="00197685">
        <w:rPr>
          <w:rFonts w:ascii="Arial" w:hAnsi="Arial" w:cs="Arial"/>
          <w:sz w:val="20"/>
          <w:lang w:val="en-GB"/>
        </w:rPr>
        <w:t>not completed)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Primary education (primary school, special primary education)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Lower or pre-vocational education (such as lower vocational technical school (LTS), lower secondary vocational education in business and administration (LEAO), domestic science school (LHNO), lower secondary professional education (VMBO)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General secondary education (such as intermediate general secondary education (MAVO), advanced elementary education ((M)ULO), upper secondary vocational education (MBO-kort), lower secondary professional education (VMBO-t)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Upper secondary vocational education and day-time education (such as upper secondary vocational education (MBO-lang), technical secondary school (MTS), upper secondary vocational education in business and administration (MEAO, BOL, BBL, INAS)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Higher general and pre-university education (such as higher level general secondary education (HAVO), pre-university education (VWO), Athenaeum (pre-university school modern), Gymnasium (pre-university education with Latin and/or Greek), (secondary) modern school (HBS), girls' secondary school (MMS)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Higher professional education (such as HBO, institute of technology (HTS), higher education in business and administration (HEAO), HBO-V, bachelor of science)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>University education</w:t>
      </w:r>
    </w:p>
    <w:p w:rsidR="009E105B" w:rsidRPr="00197685" w:rsidRDefault="009E105B" w:rsidP="00A01629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Other, i.e.:  </w:t>
      </w:r>
    </w:p>
    <w:p w:rsidR="009E105B" w:rsidRPr="00197685" w:rsidRDefault="00A01629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34925</wp:posOffset>
                </wp:positionV>
                <wp:extent cx="1906905" cy="373380"/>
                <wp:effectExtent l="5080" t="10795" r="12065" b="6350"/>
                <wp:wrapNone/>
                <wp:docPr id="3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left:0;text-align:left;margin-left:35.3pt;margin-top:2.75pt;width:150.15pt;height:29.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What is the country of your birth? 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</w:r>
      <w:r w:rsidRPr="00343630">
        <w:rPr>
          <w:rFonts w:ascii="Arial" w:hAnsi="Arial" w:cs="Arial"/>
          <w:sz w:val="20"/>
          <w:lang w:val="en-GB"/>
        </w:rPr>
        <w:t>Netherlands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</w:r>
      <w:r w:rsidRPr="00343630">
        <w:rPr>
          <w:rFonts w:ascii="Arial" w:hAnsi="Arial" w:cs="Arial"/>
          <w:sz w:val="20"/>
          <w:lang w:val="en-GB"/>
        </w:rPr>
        <w:t>Indonesia/former Dutch East Indies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Surinam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Morocco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Turkey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Germany</w:t>
      </w:r>
    </w:p>
    <w:p w:rsidR="00343630" w:rsidRPr="00343630" w:rsidRDefault="009E105B" w:rsidP="00A01629">
      <w:pPr>
        <w:pStyle w:val="Geenafstand"/>
        <w:numPr>
          <w:ilvl w:val="0"/>
          <w:numId w:val="9"/>
        </w:numPr>
        <w:rPr>
          <w:rFonts w:ascii="Arial" w:hAnsi="Arial" w:cs="Arial"/>
          <w:sz w:val="20"/>
          <w:szCs w:val="20"/>
          <w:lang w:val="en-US"/>
        </w:rPr>
      </w:pPr>
      <w:r w:rsidRPr="00343630">
        <w:rPr>
          <w:rFonts w:ascii="Arial" w:hAnsi="Arial" w:cs="Arial"/>
          <w:sz w:val="20"/>
          <w:szCs w:val="20"/>
          <w:lang w:val="en-US"/>
        </w:rPr>
        <w:tab/>
      </w:r>
      <w:r w:rsidR="00343630" w:rsidRPr="00343630">
        <w:rPr>
          <w:rFonts w:ascii="Arial" w:hAnsi="Arial" w:cs="Arial"/>
          <w:sz w:val="20"/>
          <w:szCs w:val="20"/>
          <w:lang w:val="en-US"/>
        </w:rPr>
        <w:t>(formerly) Dutch Antilles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Aruba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</w:r>
      <w:r w:rsidRPr="00343630">
        <w:rPr>
          <w:rFonts w:ascii="Arial" w:hAnsi="Arial" w:cs="Arial"/>
          <w:sz w:val="20"/>
          <w:lang w:val="en-GB"/>
        </w:rPr>
        <w:t>Other, i.e.:</w:t>
      </w:r>
      <w:r w:rsidRPr="00343630">
        <w:rPr>
          <w:rFonts w:ascii="Arial" w:hAnsi="Arial" w:cs="Arial"/>
          <w:sz w:val="20"/>
          <w:lang w:val="en-US"/>
        </w:rPr>
        <w:t xml:space="preserve"> </w:t>
      </w:r>
    </w:p>
    <w:p w:rsidR="009E105B" w:rsidRPr="00197685" w:rsidRDefault="00A01629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26035</wp:posOffset>
                </wp:positionV>
                <wp:extent cx="1906905" cy="373380"/>
                <wp:effectExtent l="5080" t="5080" r="12065" b="12065"/>
                <wp:wrapNone/>
                <wp:docPr id="3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35.3pt;margin-top:2.05pt;width:150.15pt;height:29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05B" w:rsidRPr="00197685">
        <w:rPr>
          <w:rFonts w:ascii="Arial" w:hAnsi="Arial" w:cs="Arial"/>
          <w:sz w:val="20"/>
          <w:lang w:val="en-US"/>
        </w:rPr>
        <w:t xml:space="preserve"> 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pStyle w:val="Plattetekst"/>
        <w:spacing w:after="0"/>
        <w:ind w:left="709" w:hanging="1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(please write in block letters)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What is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country of birth</w:t>
      </w:r>
      <w:r w:rsidRPr="00197685">
        <w:rPr>
          <w:rFonts w:ascii="Arial" w:hAnsi="Arial" w:cs="Arial"/>
          <w:b/>
          <w:sz w:val="20"/>
          <w:lang w:val="en-GB"/>
        </w:rPr>
        <w:t xml:space="preserve"> of your </w:t>
      </w:r>
      <w:r w:rsidRPr="00197685">
        <w:rPr>
          <w:rFonts w:ascii="Arial" w:hAnsi="Arial" w:cs="Arial"/>
          <w:b/>
          <w:sz w:val="20"/>
          <w:u w:val="single"/>
          <w:lang w:val="en-GB"/>
        </w:rPr>
        <w:t>father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</w:r>
      <w:r w:rsidRPr="00343630">
        <w:rPr>
          <w:rFonts w:ascii="Arial" w:hAnsi="Arial" w:cs="Arial"/>
          <w:sz w:val="20"/>
          <w:lang w:val="en-GB"/>
        </w:rPr>
        <w:t>Netherlands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</w:r>
      <w:r w:rsidRPr="00343630">
        <w:rPr>
          <w:rFonts w:ascii="Arial" w:hAnsi="Arial" w:cs="Arial"/>
          <w:sz w:val="20"/>
          <w:lang w:val="en-GB"/>
        </w:rPr>
        <w:t>Indonesia/former Dutch East Indies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Surinam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Morocco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Turkey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Germany</w:t>
      </w:r>
    </w:p>
    <w:p w:rsidR="00343630" w:rsidRPr="00343630" w:rsidRDefault="009E105B" w:rsidP="00A01629">
      <w:pPr>
        <w:pStyle w:val="Geenafstand"/>
        <w:numPr>
          <w:ilvl w:val="0"/>
          <w:numId w:val="9"/>
        </w:numPr>
        <w:rPr>
          <w:rFonts w:ascii="Arial" w:hAnsi="Arial" w:cs="Arial"/>
          <w:sz w:val="20"/>
          <w:szCs w:val="20"/>
          <w:lang w:val="en-US"/>
        </w:rPr>
      </w:pPr>
      <w:r w:rsidRPr="00343630">
        <w:rPr>
          <w:rFonts w:ascii="Arial" w:hAnsi="Arial" w:cs="Arial"/>
          <w:sz w:val="20"/>
          <w:szCs w:val="20"/>
          <w:lang w:val="en-US"/>
        </w:rPr>
        <w:tab/>
      </w:r>
      <w:r w:rsidR="00343630" w:rsidRPr="00343630">
        <w:rPr>
          <w:rFonts w:ascii="Arial" w:hAnsi="Arial" w:cs="Arial"/>
          <w:sz w:val="20"/>
          <w:szCs w:val="20"/>
          <w:lang w:val="en-US"/>
        </w:rPr>
        <w:t>(formerly) Dutch Antilles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Aruba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</w:r>
      <w:r w:rsidRPr="00343630">
        <w:rPr>
          <w:rFonts w:ascii="Arial" w:hAnsi="Arial" w:cs="Arial"/>
          <w:sz w:val="20"/>
          <w:lang w:val="en-GB"/>
        </w:rPr>
        <w:t>Other, i.e.:</w:t>
      </w:r>
      <w:r w:rsidRPr="00343630">
        <w:rPr>
          <w:rFonts w:ascii="Arial" w:hAnsi="Arial" w:cs="Arial"/>
          <w:sz w:val="20"/>
          <w:lang w:val="en-US"/>
        </w:rPr>
        <w:t xml:space="preserve">  </w:t>
      </w:r>
    </w:p>
    <w:p w:rsidR="009E105B" w:rsidRPr="00197685" w:rsidRDefault="00A01629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31115</wp:posOffset>
                </wp:positionV>
                <wp:extent cx="1906905" cy="373380"/>
                <wp:effectExtent l="8255" t="13335" r="8890" b="13335"/>
                <wp:wrapNone/>
                <wp:docPr id="2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2" type="#_x0000_t202" style="position:absolute;left:0;text-align:left;margin-left:34.8pt;margin-top:2.45pt;width:150.15pt;height:29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pStyle w:val="Plattetekst"/>
        <w:spacing w:after="0"/>
        <w:ind w:left="709" w:hanging="1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(please write in block letters)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b/>
          <w:sz w:val="20"/>
          <w:lang w:val="en-US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What is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country of birth</w:t>
      </w:r>
      <w:r w:rsidRPr="00197685">
        <w:rPr>
          <w:rFonts w:ascii="Arial" w:hAnsi="Arial" w:cs="Arial"/>
          <w:b/>
          <w:sz w:val="20"/>
          <w:lang w:val="en-GB"/>
        </w:rPr>
        <w:t xml:space="preserve"> of your </w:t>
      </w:r>
      <w:r w:rsidRPr="00197685">
        <w:rPr>
          <w:rFonts w:ascii="Arial" w:hAnsi="Arial" w:cs="Arial"/>
          <w:b/>
          <w:sz w:val="20"/>
          <w:u w:val="single"/>
          <w:lang w:val="en-GB"/>
        </w:rPr>
        <w:t>mother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</w:r>
      <w:r w:rsidRPr="00343630">
        <w:rPr>
          <w:rFonts w:ascii="Arial" w:hAnsi="Arial" w:cs="Arial"/>
          <w:sz w:val="20"/>
          <w:lang w:val="en-GB"/>
        </w:rPr>
        <w:t>Netherlands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</w:r>
      <w:r w:rsidRPr="00343630">
        <w:rPr>
          <w:rFonts w:ascii="Arial" w:hAnsi="Arial" w:cs="Arial"/>
          <w:sz w:val="20"/>
          <w:lang w:val="en-GB"/>
        </w:rPr>
        <w:t>Indonesia/former Dutch East Indies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Surinam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Morocco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Turkey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Germany</w:t>
      </w:r>
    </w:p>
    <w:p w:rsidR="00343630" w:rsidRPr="00343630" w:rsidRDefault="009E105B" w:rsidP="00A01629">
      <w:pPr>
        <w:pStyle w:val="Geenafstand"/>
        <w:numPr>
          <w:ilvl w:val="0"/>
          <w:numId w:val="9"/>
        </w:numPr>
        <w:rPr>
          <w:rFonts w:ascii="Arial" w:hAnsi="Arial" w:cs="Arial"/>
          <w:sz w:val="20"/>
          <w:szCs w:val="20"/>
          <w:lang w:val="en-US"/>
        </w:rPr>
      </w:pPr>
      <w:r w:rsidRPr="00343630">
        <w:rPr>
          <w:rFonts w:ascii="Arial" w:hAnsi="Arial" w:cs="Arial"/>
          <w:sz w:val="20"/>
          <w:szCs w:val="20"/>
          <w:lang w:val="en-US"/>
        </w:rPr>
        <w:tab/>
      </w:r>
      <w:r w:rsidR="00343630" w:rsidRPr="00343630">
        <w:rPr>
          <w:rFonts w:ascii="Arial" w:hAnsi="Arial" w:cs="Arial"/>
          <w:sz w:val="20"/>
          <w:szCs w:val="20"/>
          <w:lang w:val="en-US"/>
        </w:rPr>
        <w:t>(formerly) Dutch Antilles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  <w:t>Aruba</w:t>
      </w:r>
    </w:p>
    <w:p w:rsidR="009E105B" w:rsidRPr="00343630" w:rsidRDefault="009E105B" w:rsidP="00A01629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ab/>
      </w:r>
      <w:r w:rsidRPr="00343630">
        <w:rPr>
          <w:rFonts w:ascii="Arial" w:hAnsi="Arial" w:cs="Arial"/>
          <w:sz w:val="20"/>
          <w:lang w:val="en-GB"/>
        </w:rPr>
        <w:t>Other, i.e.:</w:t>
      </w:r>
      <w:r w:rsidRPr="00343630">
        <w:rPr>
          <w:rFonts w:ascii="Arial" w:hAnsi="Arial" w:cs="Arial"/>
          <w:sz w:val="20"/>
          <w:lang w:val="en-US"/>
        </w:rPr>
        <w:t xml:space="preserve">  </w:t>
      </w:r>
    </w:p>
    <w:p w:rsidR="009E105B" w:rsidRPr="00197685" w:rsidRDefault="00A01629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35560</wp:posOffset>
                </wp:positionV>
                <wp:extent cx="1906905" cy="373380"/>
                <wp:effectExtent l="8255" t="11430" r="8890" b="571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left:0;text-align:left;margin-left:34.8pt;margin-top:2.8pt;width:150.15pt;height:2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05B" w:rsidRPr="00197685">
        <w:rPr>
          <w:rFonts w:ascii="Arial" w:hAnsi="Arial" w:cs="Arial"/>
          <w:sz w:val="20"/>
          <w:lang w:val="en-US"/>
        </w:rPr>
        <w:t xml:space="preserve"> 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pStyle w:val="Plattetekst"/>
        <w:spacing w:after="0"/>
        <w:ind w:left="709" w:hanging="1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(please write in block letters)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Where did you </w:t>
      </w:r>
      <w:r w:rsidRPr="00197685">
        <w:rPr>
          <w:rFonts w:ascii="Arial" w:hAnsi="Arial" w:cs="Arial"/>
          <w:b/>
          <w:sz w:val="20"/>
          <w:u w:val="single"/>
          <w:lang w:val="en-GB"/>
        </w:rPr>
        <w:t>sleep</w:t>
      </w:r>
      <w:r w:rsidRPr="00197685">
        <w:rPr>
          <w:rFonts w:ascii="Arial" w:hAnsi="Arial" w:cs="Arial"/>
          <w:b/>
          <w:sz w:val="20"/>
          <w:lang w:val="en-GB"/>
        </w:rPr>
        <w:t xml:space="preserve"> during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past month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  <w:r w:rsidRPr="00197685">
        <w:rPr>
          <w:rFonts w:ascii="Arial" w:hAnsi="Arial" w:cs="Arial"/>
          <w:b/>
          <w:sz w:val="20"/>
          <w:lang w:val="en-GB"/>
        </w:rPr>
        <w:t>You may tick more than one box.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343630" w:rsidRDefault="009E105B" w:rsidP="00A01629">
      <w:pPr>
        <w:numPr>
          <w:ilvl w:val="0"/>
          <w:numId w:val="10"/>
        </w:numPr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GB"/>
        </w:rPr>
        <w:t>On the street</w:t>
      </w:r>
    </w:p>
    <w:p w:rsidR="009E105B" w:rsidRPr="00343630" w:rsidRDefault="009E105B" w:rsidP="00A01629">
      <w:pPr>
        <w:numPr>
          <w:ilvl w:val="0"/>
          <w:numId w:val="10"/>
        </w:numPr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GB"/>
        </w:rPr>
        <w:lastRenderedPageBreak/>
        <w:t>In the night shelter/transient shelter</w:t>
      </w:r>
    </w:p>
    <w:p w:rsidR="009E105B" w:rsidRPr="00343630" w:rsidRDefault="009E105B" w:rsidP="00A01629">
      <w:pPr>
        <w:numPr>
          <w:ilvl w:val="0"/>
          <w:numId w:val="10"/>
        </w:numPr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GB"/>
        </w:rPr>
        <w:t>With family, friends or acquaintances:</w:t>
      </w:r>
      <w:r w:rsidRPr="00343630">
        <w:rPr>
          <w:rFonts w:ascii="Arial" w:hAnsi="Arial" w:cs="Arial"/>
          <w:sz w:val="20"/>
          <w:lang w:val="en-US"/>
        </w:rPr>
        <w:t xml:space="preserve"> </w:t>
      </w:r>
      <w:r w:rsidRPr="00343630">
        <w:rPr>
          <w:rFonts w:ascii="Arial" w:hAnsi="Arial" w:cs="Arial"/>
          <w:sz w:val="20"/>
          <w:lang w:val="en-GB"/>
        </w:rPr>
        <w:t>temporarily</w:t>
      </w:r>
    </w:p>
    <w:p w:rsidR="009E105B" w:rsidRPr="00343630" w:rsidRDefault="009E105B" w:rsidP="00A01629">
      <w:pPr>
        <w:numPr>
          <w:ilvl w:val="0"/>
          <w:numId w:val="10"/>
        </w:numPr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GB"/>
        </w:rPr>
        <w:t>With family, friends or acquaintances:</w:t>
      </w:r>
      <w:r w:rsidRPr="00343630">
        <w:rPr>
          <w:rFonts w:ascii="Arial" w:hAnsi="Arial" w:cs="Arial"/>
          <w:sz w:val="20"/>
          <w:lang w:val="en-US"/>
        </w:rPr>
        <w:t xml:space="preserve"> </w:t>
      </w:r>
      <w:r w:rsidRPr="00343630">
        <w:rPr>
          <w:rFonts w:ascii="Arial" w:hAnsi="Arial" w:cs="Arial"/>
          <w:sz w:val="20"/>
          <w:lang w:val="en-GB"/>
        </w:rPr>
        <w:t>for a longer period</w:t>
      </w:r>
    </w:p>
    <w:p w:rsidR="009E105B" w:rsidRPr="00343630" w:rsidRDefault="00343630" w:rsidP="00A01629">
      <w:pPr>
        <w:numPr>
          <w:ilvl w:val="0"/>
          <w:numId w:val="10"/>
        </w:numPr>
        <w:rPr>
          <w:rFonts w:ascii="Arial" w:hAnsi="Arial" w:cs="Arial"/>
          <w:sz w:val="20"/>
          <w:lang w:val="en-US"/>
        </w:rPr>
      </w:pPr>
      <w:r w:rsidRPr="00343630">
        <w:rPr>
          <w:rFonts w:ascii="Arial" w:hAnsi="Arial" w:cs="Arial"/>
          <w:sz w:val="20"/>
          <w:lang w:val="en-US"/>
        </w:rPr>
        <w:t>Elsewhere, for example, own independent accommodation</w:t>
      </w:r>
    </w:p>
    <w:p w:rsidR="009E105B" w:rsidRPr="00343630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pStyle w:val="Kop7"/>
        <w:keepNext/>
        <w:numPr>
          <w:ilvl w:val="0"/>
          <w:numId w:val="3"/>
        </w:numPr>
        <w:rPr>
          <w:rFonts w:cs="Arial"/>
          <w:lang w:val="en-US"/>
        </w:rPr>
      </w:pPr>
      <w:r w:rsidRPr="00197685">
        <w:rPr>
          <w:rFonts w:cs="Arial"/>
          <w:b/>
          <w:lang w:val="en-US"/>
        </w:rPr>
        <w:t xml:space="preserve">Since when have you received </w:t>
      </w:r>
      <w:r w:rsidRPr="00197685">
        <w:rPr>
          <w:rFonts w:cs="Arial"/>
          <w:b/>
          <w:u w:val="single"/>
          <w:lang w:val="en-US"/>
        </w:rPr>
        <w:t>shelter and assistance</w:t>
      </w:r>
      <w:r w:rsidRPr="00197685">
        <w:rPr>
          <w:rFonts w:cs="Arial"/>
          <w:b/>
          <w:lang w:val="en-US"/>
        </w:rPr>
        <w:t xml:space="preserve"> from </w:t>
      </w:r>
      <w:r w:rsidRPr="00197685">
        <w:rPr>
          <w:rFonts w:cs="Arial"/>
          <w:b/>
          <w:u w:val="single"/>
          <w:lang w:val="en-US"/>
        </w:rPr>
        <w:t>this facility</w:t>
      </w:r>
      <w:r w:rsidRPr="00197685">
        <w:rPr>
          <w:rFonts w:cs="Arial"/>
          <w:b/>
          <w:lang w:val="en-US"/>
        </w:rPr>
        <w:t xml:space="preserve">? 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A01629">
      <w:pPr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2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143.05pt;margin-top:3.1pt;width:17.8pt;height:16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lPLLQ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C8rlPLLQIAAFgEAAAOAAAAAAAAAAAAAAAAAC4CAABk&#10;cnMvZTJvRG9jLnhtbFBLAQItABQABgAIAAAAIQAIUAxF3wAAAAgBAAAPAAAAAAAAAAAAAAAAAIc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2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5" type="#_x0000_t202" style="position:absolute;left:0;text-align:left;margin-left:125.25pt;margin-top:3.1pt;width:17.8pt;height:16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2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6" type="#_x0000_t202" style="position:absolute;left:0;text-align:left;margin-left:107.45pt;margin-top:3.1pt;width:17.8pt;height:16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2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7" type="#_x0000_t202" style="position:absolute;left:0;text-align:left;margin-left:89.65pt;margin-top:3.1pt;width:17.8pt;height:16.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F/e/I4tAgAAWQQAAA4AAAAAAAAAAAAAAAAALgIAAGRy&#10;cy9lMm9Eb2MueG1sUEsBAi0AFAAGAAgAAAAhALXzrjfeAAAACAEAAA8AAAAAAAAAAAAAAAAAhw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2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8" type="#_x0000_t202" style="position:absolute;left:0;text-align:left;margin-left:53.65pt;margin-top:3.1pt;width:17.8pt;height:16.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2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9" type="#_x0000_t202" style="position:absolute;left:0;text-align:left;margin-left:35.85pt;margin-top:3.1pt;width:17.8pt;height:16.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pukLgIAAFkEAAAOAAAAZHJzL2Uyb0RvYy54bWysVNtu2zAMfR+wfxD0vvjSJGu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05B" w:rsidRPr="00197685">
        <w:rPr>
          <w:rFonts w:ascii="Arial" w:hAnsi="Arial" w:cs="Arial"/>
          <w:sz w:val="20"/>
          <w:lang w:val="en-US"/>
        </w:rPr>
        <w:t xml:space="preserve">                 -   </w:t>
      </w:r>
      <w:r w:rsidR="009E105B" w:rsidRPr="00197685">
        <w:rPr>
          <w:rFonts w:ascii="Arial" w:hAnsi="Arial" w:cs="Arial"/>
          <w:b/>
          <w:sz w:val="20"/>
          <w:lang w:val="en-US"/>
        </w:rPr>
        <w:t xml:space="preserve">   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ab/>
      </w:r>
    </w:p>
    <w:p w:rsidR="009E105B" w:rsidRPr="00197685" w:rsidRDefault="009E105B">
      <w:pPr>
        <w:ind w:left="709" w:hanging="1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Month</w:t>
      </w:r>
      <w:r w:rsidRPr="00197685">
        <w:rPr>
          <w:rFonts w:ascii="Arial" w:hAnsi="Arial" w:cs="Arial"/>
          <w:sz w:val="20"/>
          <w:lang w:val="en-US"/>
        </w:rPr>
        <w:tab/>
        <w:t xml:space="preserve">         </w:t>
      </w:r>
      <w:r w:rsidRPr="00197685">
        <w:rPr>
          <w:rFonts w:ascii="Arial" w:hAnsi="Arial" w:cs="Arial"/>
          <w:sz w:val="20"/>
          <w:lang w:val="en-GB"/>
        </w:rPr>
        <w:t>Year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855541">
      <w:pPr>
        <w:ind w:left="709" w:hanging="1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For example:</w:t>
      </w:r>
      <w:r w:rsidRPr="00197685">
        <w:rPr>
          <w:rFonts w:ascii="Arial" w:hAnsi="Arial" w:cs="Arial"/>
          <w:sz w:val="20"/>
          <w:lang w:val="en-US"/>
        </w:rPr>
        <w:t xml:space="preserve"> </w:t>
      </w:r>
    </w:p>
    <w:p w:rsidR="009E105B" w:rsidRPr="00197685" w:rsidRDefault="00A01629">
      <w:pPr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2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0" type="#_x0000_t202" style="position:absolute;left:0;text-align:left;margin-left:143.05pt;margin-top:3.1pt;width:17.8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AKRM4gLQIAAFkEAAAOAAAAAAAAAAAAAAAAAC4CAABk&#10;cnMvZTJvRG9jLnhtbFBLAQItABQABgAIAAAAIQAIUAxF3wAAAAgBAAAPAAAAAAAAAAAAAAAAAIc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2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1" type="#_x0000_t202" style="position:absolute;left:0;text-align:left;margin-left:125.25pt;margin-top:3.1pt;width:17.8pt;height:16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ALXWO7LQIAAFkEAAAOAAAAAAAAAAAAAAAAAC4CAABk&#10;cnMvZTJvRG9jLnhtbFBLAQItABQABgAIAAAAIQCH9JrO3wAAAAgBAAAPAAAAAAAAAAAAAAAAAIc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1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2" type="#_x0000_t202" style="position:absolute;left:0;text-align:left;margin-left:107.45pt;margin-top:3.1pt;width:17.8pt;height:1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lhDLQIAAFk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1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3" type="#_x0000_t202" style="position:absolute;left:0;text-align:left;margin-left:89.65pt;margin-top:3.1pt;width:17.8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6kYLQIAAFk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JIrqRgtAgAAWQQAAA4AAAAAAAAAAAAAAAAALgIAAGRy&#10;cy9lMm9Eb2MueG1sUEsBAi0AFAAGAAgAAAAhALXzrjfeAAAACAEAAA8AAAAAAAAAAAAAAAAAhw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1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4" type="#_x0000_t202" style="position:absolute;left:0;text-align:left;margin-left:53.65pt;margin-top:3.1pt;width:17.8pt;height:1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jcHLQIAAFk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5" type="#_x0000_t202" style="position:absolute;left:0;text-align:left;margin-left:35.85pt;margin-top:3.1pt;width:17.8pt;height:16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E105B" w:rsidRPr="00197685">
        <w:rPr>
          <w:rFonts w:ascii="Arial" w:hAnsi="Arial" w:cs="Arial"/>
          <w:sz w:val="20"/>
          <w:lang w:val="en-US"/>
        </w:rPr>
        <w:t xml:space="preserve">                 -   </w:t>
      </w:r>
      <w:r w:rsidR="009E105B" w:rsidRPr="00197685">
        <w:rPr>
          <w:rFonts w:ascii="Arial" w:hAnsi="Arial" w:cs="Arial"/>
          <w:b/>
          <w:sz w:val="20"/>
          <w:lang w:val="en-US"/>
        </w:rPr>
        <w:t xml:space="preserve">   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ab/>
      </w:r>
    </w:p>
    <w:p w:rsidR="009E105B" w:rsidRPr="00197685" w:rsidRDefault="009E105B">
      <w:pPr>
        <w:ind w:left="709" w:hanging="1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Month</w:t>
      </w:r>
      <w:r w:rsidRPr="00197685">
        <w:rPr>
          <w:rFonts w:ascii="Arial" w:hAnsi="Arial" w:cs="Arial"/>
          <w:sz w:val="20"/>
          <w:lang w:val="en-US"/>
        </w:rPr>
        <w:tab/>
        <w:t xml:space="preserve">         </w:t>
      </w:r>
      <w:r w:rsidRPr="00197685">
        <w:rPr>
          <w:rFonts w:ascii="Arial" w:hAnsi="Arial" w:cs="Arial"/>
          <w:sz w:val="20"/>
          <w:lang w:val="en-GB"/>
        </w:rPr>
        <w:t>Year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How would you describe your </w:t>
      </w:r>
      <w:r w:rsidRPr="00197685">
        <w:rPr>
          <w:rFonts w:ascii="Arial" w:hAnsi="Arial" w:cs="Arial"/>
          <w:b/>
          <w:sz w:val="20"/>
          <w:u w:val="single"/>
          <w:lang w:val="en-GB"/>
        </w:rPr>
        <w:t>general physical health</w:t>
      </w:r>
      <w:r w:rsidRPr="00197685">
        <w:rPr>
          <w:rFonts w:ascii="Arial" w:hAnsi="Arial" w:cs="Arial"/>
          <w:b/>
          <w:sz w:val="20"/>
          <w:lang w:val="en-GB"/>
        </w:rPr>
        <w:t>?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197685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excellent </w:t>
      </w:r>
    </w:p>
    <w:p w:rsidR="009E105B" w:rsidRPr="00197685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very good </w:t>
      </w:r>
    </w:p>
    <w:p w:rsidR="009E105B" w:rsidRPr="00197685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good </w:t>
      </w:r>
    </w:p>
    <w:p w:rsidR="009E105B" w:rsidRPr="00197685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moderate </w:t>
      </w:r>
    </w:p>
    <w:p w:rsidR="009E105B" w:rsidRPr="00197685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>poor</w:t>
      </w:r>
    </w:p>
    <w:p w:rsidR="009E105B" w:rsidRPr="00197685" w:rsidRDefault="009E105B">
      <w:pPr>
        <w:pStyle w:val="Default"/>
        <w:ind w:left="709" w:hanging="425"/>
        <w:rPr>
          <w:rFonts w:ascii="Arial" w:hAnsi="Arial" w:cs="Arial"/>
          <w:sz w:val="20"/>
          <w:szCs w:val="20"/>
          <w:lang w:val="en-US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How would you describe your </w:t>
      </w:r>
      <w:r w:rsidRPr="00197685">
        <w:rPr>
          <w:rFonts w:ascii="Arial" w:hAnsi="Arial" w:cs="Arial"/>
          <w:b/>
          <w:sz w:val="20"/>
          <w:u w:val="single"/>
          <w:lang w:val="en-GB"/>
        </w:rPr>
        <w:t>general mental health</w:t>
      </w:r>
      <w:r w:rsidRPr="00197685">
        <w:rPr>
          <w:rFonts w:ascii="Arial" w:hAnsi="Arial" w:cs="Arial"/>
          <w:b/>
          <w:sz w:val="20"/>
          <w:lang w:val="en-GB"/>
        </w:rPr>
        <w:t>?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197685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excellent </w:t>
      </w:r>
    </w:p>
    <w:p w:rsidR="009E105B" w:rsidRPr="00197685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very good </w:t>
      </w:r>
    </w:p>
    <w:p w:rsidR="009E105B" w:rsidRPr="00197685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good </w:t>
      </w:r>
    </w:p>
    <w:p w:rsidR="009E105B" w:rsidRPr="00197685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moderate </w:t>
      </w:r>
    </w:p>
    <w:p w:rsidR="009E105B" w:rsidRPr="00197685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poor </w:t>
      </w:r>
    </w:p>
    <w:p w:rsidR="009E105B" w:rsidRPr="00197685" w:rsidRDefault="009E105B">
      <w:pPr>
        <w:ind w:left="709" w:hanging="425"/>
        <w:rPr>
          <w:rFonts w:ascii="Arial" w:hAnsi="Arial" w:cs="Arial"/>
          <w:b/>
          <w:i/>
          <w:sz w:val="20"/>
          <w:u w:val="single"/>
          <w:lang w:val="en-US"/>
        </w:rPr>
      </w:pPr>
    </w:p>
    <w:p w:rsidR="009E105B" w:rsidRPr="00197685" w:rsidRDefault="009E105B">
      <w:pPr>
        <w:ind w:left="709" w:hanging="425"/>
        <w:rPr>
          <w:rFonts w:ascii="Arial" w:hAnsi="Arial" w:cs="Arial"/>
          <w:b/>
          <w:i/>
          <w:sz w:val="20"/>
          <w:u w:val="single"/>
          <w:lang w:val="en-US"/>
        </w:rPr>
      </w:pPr>
    </w:p>
    <w:p w:rsidR="009E105B" w:rsidRPr="00C93B9A" w:rsidRDefault="009E105B" w:rsidP="00A01629">
      <w:pPr>
        <w:numPr>
          <w:ilvl w:val="0"/>
          <w:numId w:val="1"/>
        </w:numPr>
        <w:rPr>
          <w:rFonts w:ascii="Arial" w:hAnsi="Arial" w:cs="Arial"/>
          <w:b/>
          <w:sz w:val="20"/>
          <w:u w:val="single"/>
          <w:lang w:val="en-US"/>
        </w:rPr>
      </w:pPr>
      <w:r w:rsidRPr="00C93B9A">
        <w:rPr>
          <w:rFonts w:ascii="Arial" w:hAnsi="Arial" w:cs="Arial"/>
          <w:b/>
          <w:sz w:val="20"/>
          <w:u w:val="single"/>
          <w:lang w:val="en-GB"/>
        </w:rPr>
        <w:t>The conditions in the facility</w:t>
      </w:r>
    </w:p>
    <w:p w:rsidR="009E105B" w:rsidRPr="00C93B9A" w:rsidRDefault="009E105B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9E105B" w:rsidRPr="00197685" w:rsidRDefault="009E105B" w:rsidP="00C93B9A">
      <w:pPr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 xml:space="preserve">The following questions are about the </w:t>
      </w:r>
      <w:r w:rsidRPr="00197685">
        <w:rPr>
          <w:rFonts w:ascii="Arial" w:hAnsi="Arial" w:cs="Arial"/>
          <w:b/>
          <w:sz w:val="20"/>
          <w:lang w:val="en-GB"/>
        </w:rPr>
        <w:t>conditions</w:t>
      </w:r>
      <w:r w:rsidRPr="00197685">
        <w:rPr>
          <w:rFonts w:ascii="Arial" w:hAnsi="Arial" w:cs="Arial"/>
          <w:sz w:val="20"/>
          <w:lang w:val="en-GB"/>
        </w:rPr>
        <w:t xml:space="preserve"> in the facility.</w:t>
      </w:r>
      <w:r w:rsidRPr="00197685">
        <w:rPr>
          <w:rFonts w:ascii="Arial" w:hAnsi="Arial" w:cs="Arial"/>
          <w:sz w:val="20"/>
          <w:lang w:val="en-US"/>
        </w:rPr>
        <w:t xml:space="preserve"> </w:t>
      </w:r>
      <w:r w:rsidRPr="00197685">
        <w:rPr>
          <w:rFonts w:ascii="Arial" w:hAnsi="Arial" w:cs="Arial"/>
          <w:sz w:val="20"/>
          <w:lang w:val="en-GB"/>
        </w:rPr>
        <w:t xml:space="preserve">Think about the </w:t>
      </w:r>
      <w:r w:rsidRPr="00197685">
        <w:rPr>
          <w:rFonts w:ascii="Arial" w:hAnsi="Arial" w:cs="Arial"/>
          <w:b/>
          <w:sz w:val="20"/>
          <w:lang w:val="en-GB"/>
        </w:rPr>
        <w:t>last 6 months</w:t>
      </w:r>
      <w:r w:rsidRPr="00197685">
        <w:rPr>
          <w:rFonts w:ascii="Arial" w:hAnsi="Arial" w:cs="Arial"/>
          <w:sz w:val="20"/>
          <w:lang w:val="en-GB"/>
        </w:rPr>
        <w:t xml:space="preserve">. </w:t>
      </w:r>
      <w:r w:rsidRPr="00197685">
        <w:rPr>
          <w:rFonts w:ascii="Arial" w:hAnsi="Arial" w:cs="Arial"/>
          <w:sz w:val="20"/>
          <w:lang w:val="en-US"/>
        </w:rPr>
        <w:t xml:space="preserve"> </w:t>
      </w:r>
      <w:r w:rsidRPr="00197685">
        <w:rPr>
          <w:rFonts w:ascii="Arial" w:hAnsi="Arial" w:cs="Arial"/>
          <w:sz w:val="20"/>
          <w:lang w:val="en-GB"/>
        </w:rPr>
        <w:t xml:space="preserve">Have you been receiving assistance from the </w:t>
      </w:r>
      <w:r w:rsidRPr="00197685">
        <w:rPr>
          <w:rFonts w:ascii="Arial" w:hAnsi="Arial" w:cs="Arial"/>
          <w:b/>
          <w:sz w:val="20"/>
          <w:lang w:val="en-GB"/>
        </w:rPr>
        <w:t>facility</w:t>
      </w:r>
      <w:r w:rsidRPr="00197685">
        <w:rPr>
          <w:rFonts w:ascii="Arial" w:hAnsi="Arial" w:cs="Arial"/>
          <w:sz w:val="20"/>
          <w:lang w:val="en-GB"/>
        </w:rPr>
        <w:t xml:space="preserve"> for </w:t>
      </w:r>
      <w:r w:rsidRPr="00197685">
        <w:rPr>
          <w:rFonts w:ascii="Arial" w:hAnsi="Arial" w:cs="Arial"/>
          <w:b/>
          <w:sz w:val="20"/>
          <w:lang w:val="en-GB"/>
        </w:rPr>
        <w:t>less than</w:t>
      </w:r>
      <w:r w:rsidRPr="00197685">
        <w:rPr>
          <w:rFonts w:ascii="Arial" w:hAnsi="Arial" w:cs="Arial"/>
          <w:sz w:val="20"/>
          <w:lang w:val="en-GB"/>
        </w:rPr>
        <w:t xml:space="preserve"> 6 months?</w:t>
      </w:r>
      <w:r w:rsidRPr="00197685">
        <w:rPr>
          <w:rFonts w:ascii="Arial" w:hAnsi="Arial" w:cs="Arial"/>
          <w:sz w:val="20"/>
          <w:lang w:val="en-US"/>
        </w:rPr>
        <w:t xml:space="preserve"> </w:t>
      </w:r>
      <w:r w:rsidRPr="00197685">
        <w:rPr>
          <w:rFonts w:ascii="Arial" w:hAnsi="Arial" w:cs="Arial"/>
          <w:sz w:val="20"/>
          <w:lang w:val="en-GB"/>
        </w:rPr>
        <w:t>In that case</w:t>
      </w:r>
      <w:r w:rsidRPr="00197685">
        <w:rPr>
          <w:rFonts w:ascii="Arial" w:hAnsi="Arial" w:cs="Arial"/>
          <w:b/>
          <w:sz w:val="20"/>
          <w:lang w:val="en-GB"/>
        </w:rPr>
        <w:t xml:space="preserve"> answer</w:t>
      </w:r>
      <w:r w:rsidRPr="00197685">
        <w:rPr>
          <w:rFonts w:ascii="Arial" w:hAnsi="Arial" w:cs="Arial"/>
          <w:sz w:val="20"/>
          <w:lang w:val="en-GB"/>
        </w:rPr>
        <w:t xml:space="preserve"> the questions </w:t>
      </w:r>
      <w:r w:rsidRPr="00197685">
        <w:rPr>
          <w:rFonts w:ascii="Arial" w:hAnsi="Arial" w:cs="Arial"/>
          <w:b/>
          <w:sz w:val="20"/>
          <w:lang w:val="en-GB"/>
        </w:rPr>
        <w:t>for that shorter period</w:t>
      </w:r>
      <w:r w:rsidRPr="00197685">
        <w:rPr>
          <w:rFonts w:ascii="Arial" w:hAnsi="Arial" w:cs="Arial"/>
          <w:sz w:val="20"/>
          <w:lang w:val="en-GB"/>
        </w:rPr>
        <w:t>.</w:t>
      </w:r>
    </w:p>
    <w:p w:rsidR="009E105B" w:rsidRPr="00197685" w:rsidRDefault="009E105B" w:rsidP="00855541">
      <w:pPr>
        <w:ind w:left="425" w:hanging="425"/>
        <w:rPr>
          <w:rFonts w:ascii="Arial" w:hAnsi="Arial" w:cs="Arial"/>
          <w:b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425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you have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privacy</w:t>
      </w:r>
      <w:r w:rsidRPr="00197685">
        <w:rPr>
          <w:rFonts w:ascii="Arial" w:hAnsi="Arial" w:cs="Arial"/>
          <w:b/>
          <w:sz w:val="20"/>
          <w:lang w:val="en-GB"/>
        </w:rPr>
        <w:t xml:space="preserve"> in the facility?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492962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 w:rsidP="00D2743E">
      <w:pPr>
        <w:ind w:left="709" w:hanging="425"/>
        <w:rPr>
          <w:rFonts w:ascii="Arial" w:hAnsi="Arial" w:cs="Arial"/>
          <w:sz w:val="20"/>
        </w:rPr>
      </w:pPr>
    </w:p>
    <w:p w:rsidR="009E105B" w:rsidRPr="00197685" w:rsidRDefault="009E105B" w:rsidP="00A01629">
      <w:pPr>
        <w:numPr>
          <w:ilvl w:val="0"/>
          <w:numId w:val="3"/>
        </w:numPr>
        <w:rPr>
          <w:rFonts w:ascii="Arial" w:hAnsi="Arial" w:cs="Arial"/>
          <w:sz w:val="20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Is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atmosphere pleasant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492962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 w:rsidP="00D2743E">
      <w:pPr>
        <w:ind w:left="709" w:hanging="425"/>
        <w:rPr>
          <w:rFonts w:ascii="Arial" w:hAnsi="Arial" w:cs="Arial"/>
          <w:sz w:val="20"/>
        </w:rPr>
      </w:pPr>
    </w:p>
    <w:p w:rsidR="009E105B" w:rsidRPr="00197685" w:rsidRDefault="009E105B" w:rsidP="00A01629">
      <w:pPr>
        <w:numPr>
          <w:ilvl w:val="0"/>
          <w:numId w:val="3"/>
        </w:numPr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Are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house rules clear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492962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always</w:t>
      </w:r>
    </w:p>
    <w:p w:rsidR="00197685" w:rsidRDefault="00197685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855541" w:rsidRDefault="00855541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855541" w:rsidRDefault="00855541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D85CE5" w:rsidRDefault="00D85CE5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855541" w:rsidRPr="00197685" w:rsidRDefault="00855541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Is it </w:t>
      </w:r>
      <w:r w:rsidRPr="00197685">
        <w:rPr>
          <w:rFonts w:ascii="Arial" w:hAnsi="Arial" w:cs="Arial"/>
          <w:b/>
          <w:sz w:val="20"/>
          <w:u w:val="single"/>
          <w:lang w:val="en-GB"/>
        </w:rPr>
        <w:t>clean</w:t>
      </w:r>
      <w:r w:rsidRPr="00197685">
        <w:rPr>
          <w:rFonts w:ascii="Arial" w:hAnsi="Arial" w:cs="Arial"/>
          <w:b/>
          <w:sz w:val="20"/>
          <w:lang w:val="en-GB"/>
        </w:rPr>
        <w:t xml:space="preserve"> in the facility?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492962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 w:rsidP="00855541">
      <w:pPr>
        <w:pStyle w:val="Plattetekst"/>
        <w:spacing w:after="0"/>
        <w:ind w:left="567" w:hanging="425"/>
        <w:rPr>
          <w:rFonts w:ascii="Arial" w:hAnsi="Arial" w:cs="Arial"/>
          <w:i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Is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food</w:t>
      </w:r>
      <w:r w:rsidRPr="00197685">
        <w:rPr>
          <w:rFonts w:ascii="Arial" w:hAnsi="Arial" w:cs="Arial"/>
          <w:b/>
          <w:sz w:val="20"/>
          <w:lang w:val="en-GB"/>
        </w:rPr>
        <w:t xml:space="preserve"> you receive in the facility </w:t>
      </w:r>
      <w:r w:rsidRPr="00197685">
        <w:rPr>
          <w:rFonts w:ascii="Arial" w:hAnsi="Arial" w:cs="Arial"/>
          <w:b/>
          <w:sz w:val="20"/>
          <w:u w:val="single"/>
          <w:lang w:val="en-GB"/>
        </w:rPr>
        <w:t>good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492962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855541" w:rsidRDefault="009E105B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not applicable</w:t>
      </w:r>
    </w:p>
    <w:p w:rsidR="009E105B" w:rsidRPr="00197685" w:rsidRDefault="009E105B" w:rsidP="00855541">
      <w:pPr>
        <w:ind w:left="567" w:hanging="425"/>
        <w:rPr>
          <w:rFonts w:ascii="Arial" w:hAnsi="Arial" w:cs="Arial"/>
          <w:b/>
          <w:sz w:val="20"/>
          <w:lang w:val="en-US"/>
        </w:rPr>
      </w:pPr>
    </w:p>
    <w:p w:rsidR="009E105B" w:rsidRPr="00197685" w:rsidRDefault="009E105B" w:rsidP="00855541">
      <w:pPr>
        <w:ind w:left="567" w:hanging="425"/>
        <w:rPr>
          <w:rFonts w:ascii="Arial" w:hAnsi="Arial" w:cs="Arial"/>
          <w:b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Are you </w:t>
      </w:r>
      <w:r w:rsidRPr="00197685">
        <w:rPr>
          <w:rFonts w:ascii="Arial" w:hAnsi="Arial" w:cs="Arial"/>
          <w:b/>
          <w:sz w:val="20"/>
          <w:u w:val="single"/>
          <w:lang w:val="en-GB"/>
        </w:rPr>
        <w:t>safe</w:t>
      </w:r>
      <w:r w:rsidRPr="00197685">
        <w:rPr>
          <w:rFonts w:ascii="Arial" w:hAnsi="Arial" w:cs="Arial"/>
          <w:b/>
          <w:sz w:val="20"/>
          <w:lang w:val="en-GB"/>
        </w:rPr>
        <w:t xml:space="preserve"> in the facility?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492962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2"/>
        </w:numPr>
        <w:spacing w:after="0"/>
        <w:ind w:left="36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 w:rsidP="00855541">
      <w:pPr>
        <w:ind w:left="567" w:hanging="425"/>
        <w:rPr>
          <w:rFonts w:ascii="Arial" w:hAnsi="Arial" w:cs="Arial"/>
          <w:sz w:val="20"/>
        </w:rPr>
      </w:pPr>
    </w:p>
    <w:p w:rsidR="009E105B" w:rsidRPr="00197685" w:rsidRDefault="009E105B" w:rsidP="00A01629">
      <w:pPr>
        <w:numPr>
          <w:ilvl w:val="0"/>
          <w:numId w:val="3"/>
        </w:numPr>
        <w:rPr>
          <w:rFonts w:ascii="Arial" w:hAnsi="Arial" w:cs="Arial"/>
          <w:sz w:val="20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Sometimes there are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difficult situations in the facility</w:t>
      </w:r>
      <w:r w:rsidRPr="00197685">
        <w:rPr>
          <w:rFonts w:ascii="Arial" w:hAnsi="Arial" w:cs="Arial"/>
          <w:b/>
          <w:sz w:val="20"/>
          <w:lang w:val="en-GB"/>
        </w:rPr>
        <w:t xml:space="preserve">.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  <w:r w:rsidRPr="00197685">
        <w:rPr>
          <w:rFonts w:ascii="Arial" w:hAnsi="Arial" w:cs="Arial"/>
          <w:b/>
          <w:sz w:val="20"/>
          <w:lang w:val="en-GB"/>
        </w:rPr>
        <w:t xml:space="preserve">Because someone causes a nuisance, for example.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  <w:r w:rsidRPr="00197685">
        <w:rPr>
          <w:rFonts w:ascii="Arial" w:hAnsi="Arial" w:cs="Arial"/>
          <w:b/>
          <w:sz w:val="20"/>
          <w:u w:val="single"/>
          <w:lang w:val="en-GB"/>
        </w:rPr>
        <w:t>Do</w:t>
      </w:r>
      <w:r w:rsidRPr="00197685">
        <w:rPr>
          <w:rFonts w:ascii="Arial" w:hAnsi="Arial" w:cs="Arial"/>
          <w:b/>
          <w:sz w:val="20"/>
          <w:lang w:val="en-GB"/>
        </w:rPr>
        <w:t xml:space="preserve">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employees</w:t>
      </w:r>
      <w:r w:rsidRPr="00197685">
        <w:rPr>
          <w:rFonts w:ascii="Arial" w:hAnsi="Arial" w:cs="Arial"/>
          <w:b/>
          <w:sz w:val="20"/>
          <w:lang w:val="en-GB"/>
        </w:rPr>
        <w:t xml:space="preserve"> do something when that happens?</w:t>
      </w:r>
      <w:r w:rsidRPr="00197685">
        <w:rPr>
          <w:rFonts w:ascii="Arial" w:hAnsi="Arial" w:cs="Arial"/>
          <w:b/>
          <w:sz w:val="20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  <w:t>never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  <w:t>sometimes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 xml:space="preserve"> </w:t>
      </w:r>
      <w:r w:rsidRPr="00855541">
        <w:rPr>
          <w:rFonts w:ascii="Arial" w:hAnsi="Arial" w:cs="Arial"/>
          <w:sz w:val="20"/>
        </w:rPr>
        <w:tab/>
      </w:r>
      <w:r w:rsidRPr="00855541">
        <w:rPr>
          <w:rFonts w:ascii="Arial" w:hAnsi="Arial" w:cs="Arial"/>
          <w:sz w:val="20"/>
          <w:lang w:val="en-GB"/>
        </w:rPr>
        <w:t>not applicable</w:t>
      </w:r>
    </w:p>
    <w:p w:rsidR="009E105B" w:rsidRPr="00197685" w:rsidRDefault="009E105B" w:rsidP="00855541">
      <w:pPr>
        <w:pStyle w:val="Plattetekst"/>
        <w:spacing w:after="0"/>
        <w:ind w:left="567" w:hanging="425"/>
        <w:rPr>
          <w:rFonts w:ascii="Arial" w:hAnsi="Arial" w:cs="Arial"/>
          <w:i/>
          <w:sz w:val="20"/>
        </w:rPr>
      </w:pPr>
    </w:p>
    <w:p w:rsidR="009E105B" w:rsidRPr="00197685" w:rsidRDefault="009E105B" w:rsidP="00A01629">
      <w:pPr>
        <w:numPr>
          <w:ilvl w:val="0"/>
          <w:numId w:val="3"/>
        </w:numPr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Sometimes there are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dangerous situations in and around the facility</w:t>
      </w:r>
      <w:r w:rsidRPr="00197685">
        <w:rPr>
          <w:rFonts w:ascii="Arial" w:hAnsi="Arial" w:cs="Arial"/>
          <w:b/>
          <w:sz w:val="20"/>
          <w:lang w:val="en-GB"/>
        </w:rPr>
        <w:t xml:space="preserve">.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  <w:r w:rsidRPr="00197685">
        <w:rPr>
          <w:rFonts w:ascii="Arial" w:hAnsi="Arial" w:cs="Arial"/>
          <w:b/>
          <w:sz w:val="20"/>
          <w:lang w:val="en-GB"/>
        </w:rPr>
        <w:t>Because someone is threatening or aggressive, for example.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  <w:r w:rsidRPr="00197685">
        <w:rPr>
          <w:rFonts w:ascii="Arial" w:hAnsi="Arial" w:cs="Arial"/>
          <w:b/>
          <w:sz w:val="20"/>
          <w:u w:val="single"/>
          <w:lang w:val="en-GB"/>
        </w:rPr>
        <w:t>Do</w:t>
      </w:r>
      <w:r w:rsidRPr="00197685">
        <w:rPr>
          <w:rFonts w:ascii="Arial" w:hAnsi="Arial" w:cs="Arial"/>
          <w:b/>
          <w:sz w:val="20"/>
          <w:lang w:val="en-GB"/>
        </w:rPr>
        <w:t xml:space="preserve">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employees</w:t>
      </w:r>
      <w:r w:rsidRPr="00197685">
        <w:rPr>
          <w:rFonts w:ascii="Arial" w:hAnsi="Arial" w:cs="Arial"/>
          <w:b/>
          <w:sz w:val="20"/>
          <w:lang w:val="en-GB"/>
        </w:rPr>
        <w:t xml:space="preserve"> do something when that happens?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 xml:space="preserve"> </w:t>
      </w:r>
      <w:r w:rsidRPr="00855541">
        <w:rPr>
          <w:rFonts w:ascii="Arial" w:hAnsi="Arial" w:cs="Arial"/>
          <w:sz w:val="20"/>
          <w:lang w:val="en-US"/>
        </w:rPr>
        <w:tab/>
        <w:t>never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 xml:space="preserve"> </w:t>
      </w:r>
      <w:r w:rsidRPr="00855541">
        <w:rPr>
          <w:rFonts w:ascii="Arial" w:hAnsi="Arial" w:cs="Arial"/>
          <w:sz w:val="20"/>
          <w:lang w:val="en-US"/>
        </w:rPr>
        <w:tab/>
        <w:t>sometimes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 xml:space="preserve"> </w:t>
      </w: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 xml:space="preserve"> </w:t>
      </w: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 xml:space="preserve"> </w:t>
      </w: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not applicable</w:t>
      </w:r>
    </w:p>
    <w:p w:rsidR="009E105B" w:rsidRPr="00197685" w:rsidRDefault="009E105B" w:rsidP="00855541">
      <w:pPr>
        <w:ind w:left="567" w:hanging="425"/>
        <w:rPr>
          <w:rFonts w:ascii="Arial" w:hAnsi="Arial" w:cs="Arial"/>
          <w:b/>
          <w:i/>
          <w:sz w:val="20"/>
          <w:u w:val="single"/>
          <w:lang w:val="en-US"/>
        </w:rPr>
      </w:pPr>
    </w:p>
    <w:p w:rsidR="009E105B" w:rsidRPr="00197685" w:rsidRDefault="009E105B" w:rsidP="00855541">
      <w:pPr>
        <w:ind w:left="567" w:hanging="425"/>
        <w:rPr>
          <w:rFonts w:ascii="Arial" w:hAnsi="Arial" w:cs="Arial"/>
          <w:b/>
          <w:i/>
          <w:sz w:val="20"/>
          <w:u w:val="single"/>
          <w:lang w:val="en-US"/>
        </w:rPr>
      </w:pPr>
    </w:p>
    <w:p w:rsidR="009E105B" w:rsidRPr="00197685" w:rsidRDefault="009E105B" w:rsidP="00A01629">
      <w:pPr>
        <w:numPr>
          <w:ilvl w:val="0"/>
          <w:numId w:val="1"/>
        </w:numPr>
        <w:ind w:left="567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u w:val="single"/>
          <w:lang w:val="en-GB"/>
        </w:rPr>
        <w:t>The contact with the employee from the facility</w:t>
      </w:r>
      <w:r w:rsidRPr="00197685">
        <w:rPr>
          <w:rFonts w:ascii="Arial" w:hAnsi="Arial" w:cs="Arial"/>
          <w:b/>
          <w:i/>
          <w:sz w:val="20"/>
          <w:u w:val="single"/>
          <w:lang w:val="en-US"/>
        </w:rPr>
        <w:t xml:space="preserve"> </w:t>
      </w:r>
    </w:p>
    <w:p w:rsidR="009E105B" w:rsidRPr="00197685" w:rsidRDefault="009E105B" w:rsidP="00855541">
      <w:pPr>
        <w:ind w:left="567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855541">
      <w:pPr>
        <w:ind w:left="142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 xml:space="preserve">The following questions are about the </w:t>
      </w:r>
      <w:r w:rsidRPr="00197685">
        <w:rPr>
          <w:rFonts w:ascii="Arial" w:hAnsi="Arial" w:cs="Arial"/>
          <w:b/>
          <w:sz w:val="20"/>
          <w:lang w:val="en-GB"/>
        </w:rPr>
        <w:t>employee from the facility</w:t>
      </w:r>
      <w:r w:rsidRPr="00197685">
        <w:rPr>
          <w:rFonts w:ascii="Arial" w:hAnsi="Arial" w:cs="Arial"/>
          <w:sz w:val="20"/>
          <w:lang w:val="en-GB"/>
        </w:rPr>
        <w:t xml:space="preserve"> with whom you have had the most </w:t>
      </w:r>
      <w:r w:rsidRPr="00197685">
        <w:rPr>
          <w:rFonts w:ascii="Arial" w:hAnsi="Arial" w:cs="Arial"/>
          <w:b/>
          <w:sz w:val="20"/>
          <w:lang w:val="en-GB"/>
        </w:rPr>
        <w:t>contact during the last six months</w:t>
      </w:r>
      <w:r w:rsidRPr="00197685">
        <w:rPr>
          <w:rFonts w:ascii="Arial" w:hAnsi="Arial" w:cs="Arial"/>
          <w:sz w:val="20"/>
          <w:lang w:val="en-GB"/>
        </w:rPr>
        <w:t>.</w:t>
      </w:r>
      <w:r w:rsidRPr="00197685">
        <w:rPr>
          <w:rFonts w:ascii="Arial" w:hAnsi="Arial" w:cs="Arial"/>
          <w:sz w:val="20"/>
          <w:lang w:val="en-US"/>
        </w:rPr>
        <w:t xml:space="preserve"> </w:t>
      </w:r>
    </w:p>
    <w:p w:rsidR="009E105B" w:rsidRPr="00197685" w:rsidRDefault="009E105B" w:rsidP="00855541">
      <w:pPr>
        <w:ind w:left="567" w:hanging="425"/>
        <w:rPr>
          <w:rFonts w:ascii="Arial" w:hAnsi="Arial" w:cs="Arial"/>
          <w:sz w:val="20"/>
          <w:lang w:val="en-US"/>
        </w:rPr>
      </w:pPr>
    </w:p>
    <w:p w:rsidR="009E105B" w:rsidRPr="00C93B9A" w:rsidRDefault="009E105B" w:rsidP="00A01629">
      <w:pPr>
        <w:pStyle w:val="Plattetekst"/>
        <w:numPr>
          <w:ilvl w:val="0"/>
          <w:numId w:val="3"/>
        </w:numPr>
        <w:spacing w:after="0"/>
        <w:ind w:left="567" w:hanging="425"/>
        <w:rPr>
          <w:rFonts w:ascii="Arial" w:hAnsi="Arial" w:cs="Arial"/>
          <w:sz w:val="20"/>
          <w:lang w:val="en-US"/>
        </w:rPr>
      </w:pPr>
      <w:r w:rsidRPr="00C93B9A">
        <w:rPr>
          <w:rFonts w:ascii="Arial" w:hAnsi="Arial" w:cs="Arial"/>
          <w:b/>
          <w:sz w:val="20"/>
          <w:lang w:val="en-GB"/>
        </w:rPr>
        <w:t xml:space="preserve">Is the employee </w:t>
      </w:r>
      <w:r w:rsidRPr="00C93B9A">
        <w:rPr>
          <w:rFonts w:ascii="Arial" w:hAnsi="Arial" w:cs="Arial"/>
          <w:b/>
          <w:sz w:val="20"/>
          <w:u w:val="single"/>
          <w:lang w:val="en-GB"/>
        </w:rPr>
        <w:t>polite</w:t>
      </w:r>
      <w:r w:rsidRPr="00C93B9A">
        <w:rPr>
          <w:rFonts w:ascii="Arial" w:hAnsi="Arial" w:cs="Arial"/>
          <w:b/>
          <w:sz w:val="20"/>
          <w:lang w:val="en-GB"/>
        </w:rPr>
        <w:t xml:space="preserve"> to you? </w:t>
      </w:r>
      <w:r w:rsidRPr="00C93B9A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i/>
          <w:sz w:val="20"/>
          <w:lang w:val="en-US"/>
        </w:rPr>
        <w:t xml:space="preserve"> </w:t>
      </w:r>
      <w:r w:rsidRPr="00197685">
        <w:rPr>
          <w:rFonts w:ascii="Arial" w:hAnsi="Arial" w:cs="Arial"/>
          <w:i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 xml:space="preserve"> </w:t>
      </w: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3"/>
        </w:numPr>
        <w:spacing w:after="0"/>
        <w:ind w:left="502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 xml:space="preserve"> </w:t>
      </w: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i/>
          <w:sz w:val="20"/>
          <w:lang w:val="en-US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Does the employee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listen attentively</w:t>
      </w:r>
      <w:r w:rsidRPr="00197685">
        <w:rPr>
          <w:rFonts w:ascii="Arial" w:hAnsi="Arial" w:cs="Arial"/>
          <w:b/>
          <w:sz w:val="20"/>
          <w:lang w:val="en-GB"/>
        </w:rPr>
        <w:t xml:space="preserve"> to you?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Does the employee have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enough time</w:t>
      </w:r>
      <w:r w:rsidRPr="00197685">
        <w:rPr>
          <w:rFonts w:ascii="Arial" w:hAnsi="Arial" w:cs="Arial"/>
          <w:b/>
          <w:sz w:val="20"/>
          <w:lang w:val="en-GB"/>
        </w:rPr>
        <w:t xml:space="preserve"> for you?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Does the employee take you </w:t>
      </w:r>
      <w:r w:rsidRPr="00197685">
        <w:rPr>
          <w:rFonts w:ascii="Arial" w:hAnsi="Arial" w:cs="Arial"/>
          <w:b/>
          <w:sz w:val="20"/>
          <w:u w:val="single"/>
          <w:lang w:val="en-GB"/>
        </w:rPr>
        <w:t>seriously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1"/>
        </w:numPr>
        <w:ind w:left="709" w:hanging="425"/>
        <w:rPr>
          <w:rFonts w:ascii="Arial" w:hAnsi="Arial" w:cs="Arial"/>
          <w:b/>
          <w:sz w:val="20"/>
          <w:u w:val="single"/>
          <w:lang w:val="en-US"/>
        </w:rPr>
      </w:pPr>
      <w:r w:rsidRPr="00197685">
        <w:rPr>
          <w:rFonts w:ascii="Arial" w:hAnsi="Arial" w:cs="Arial"/>
          <w:b/>
          <w:sz w:val="20"/>
          <w:u w:val="single"/>
          <w:lang w:val="en-GB"/>
        </w:rPr>
        <w:t>Appropriate shelter and assistance from the facility</w:t>
      </w:r>
    </w:p>
    <w:p w:rsidR="009E105B" w:rsidRPr="00197685" w:rsidRDefault="009E105B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9E105B" w:rsidRPr="00197685" w:rsidRDefault="009E105B">
      <w:pPr>
        <w:ind w:left="284"/>
        <w:rPr>
          <w:rFonts w:ascii="Arial" w:hAnsi="Arial" w:cs="Arial"/>
          <w:b/>
          <w:sz w:val="20"/>
        </w:rPr>
      </w:pPr>
      <w:r w:rsidRPr="00197685">
        <w:rPr>
          <w:rFonts w:ascii="Arial" w:hAnsi="Arial" w:cs="Arial"/>
          <w:sz w:val="20"/>
          <w:lang w:val="en-US"/>
        </w:rPr>
        <w:t xml:space="preserve">The following questions are about </w:t>
      </w:r>
      <w:r w:rsidRPr="00197685">
        <w:rPr>
          <w:rFonts w:ascii="Arial" w:hAnsi="Arial" w:cs="Arial"/>
          <w:b/>
          <w:sz w:val="20"/>
          <w:lang w:val="en-US"/>
        </w:rPr>
        <w:t>all shelter and assistance from the facility</w:t>
      </w:r>
      <w:r w:rsidRPr="00197685">
        <w:rPr>
          <w:rFonts w:ascii="Arial" w:hAnsi="Arial" w:cs="Arial"/>
          <w:sz w:val="20"/>
          <w:lang w:val="en-US"/>
        </w:rPr>
        <w:t xml:space="preserve">. </w:t>
      </w:r>
      <w:r w:rsidRPr="00197685">
        <w:rPr>
          <w:rFonts w:ascii="Arial" w:hAnsi="Arial" w:cs="Arial"/>
          <w:sz w:val="20"/>
        </w:rPr>
        <w:t xml:space="preserve">Think about the </w:t>
      </w:r>
      <w:r w:rsidRPr="00197685">
        <w:rPr>
          <w:rFonts w:ascii="Arial" w:hAnsi="Arial" w:cs="Arial"/>
          <w:b/>
          <w:sz w:val="20"/>
        </w:rPr>
        <w:t>last 6 months</w:t>
      </w:r>
      <w:r w:rsidRPr="00197685">
        <w:rPr>
          <w:rFonts w:ascii="Arial" w:hAnsi="Arial" w:cs="Arial"/>
          <w:sz w:val="20"/>
        </w:rPr>
        <w:t xml:space="preserve">.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u w:val="single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US"/>
        </w:rPr>
        <w:t xml:space="preserve">Can you make </w:t>
      </w:r>
      <w:r w:rsidRPr="00197685">
        <w:rPr>
          <w:rFonts w:ascii="Arial" w:hAnsi="Arial" w:cs="Arial"/>
          <w:b/>
          <w:sz w:val="20"/>
          <w:u w:val="single"/>
          <w:lang w:val="en-US"/>
        </w:rPr>
        <w:t>your own decisions</w:t>
      </w:r>
      <w:r w:rsidRPr="00197685">
        <w:rPr>
          <w:rFonts w:ascii="Arial" w:hAnsi="Arial" w:cs="Arial"/>
          <w:b/>
          <w:sz w:val="20"/>
          <w:lang w:val="en-US"/>
        </w:rPr>
        <w:t xml:space="preserve"> about your life in the facility? 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i/>
          <w:sz w:val="20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Does the facility </w:t>
      </w:r>
      <w:r w:rsidRPr="00197685">
        <w:rPr>
          <w:rFonts w:ascii="Arial" w:hAnsi="Arial" w:cs="Arial"/>
          <w:b/>
          <w:sz w:val="20"/>
          <w:u w:val="single"/>
          <w:lang w:val="en-GB"/>
        </w:rPr>
        <w:t>take account of what you want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u w:val="single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you receive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as much assistance as you need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855541" w:rsidRPr="00855541">
        <w:rPr>
          <w:rFonts w:ascii="Arial" w:hAnsi="Arial" w:cs="Arial"/>
          <w:sz w:val="20"/>
          <w:lang w:val="en-GB"/>
        </w:rPr>
        <w:t>A</w:t>
      </w:r>
      <w:r w:rsidRPr="00855541">
        <w:rPr>
          <w:rFonts w:ascii="Arial" w:hAnsi="Arial" w:cs="Arial"/>
          <w:sz w:val="20"/>
          <w:lang w:val="en-GB"/>
        </w:rPr>
        <w:t>lways</w:t>
      </w:r>
    </w:p>
    <w:p w:rsidR="00855541" w:rsidRPr="00855541" w:rsidRDefault="00855541" w:rsidP="00855541">
      <w:pPr>
        <w:pStyle w:val="Plattetekst"/>
        <w:spacing w:after="0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you receive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assistance as quickly as you need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Default="009E105B">
      <w:pPr>
        <w:pStyle w:val="Plattetekst"/>
        <w:spacing w:after="0"/>
        <w:ind w:left="709" w:hanging="425"/>
        <w:rPr>
          <w:rFonts w:ascii="Arial" w:hAnsi="Arial" w:cs="Arial"/>
          <w:i/>
          <w:sz w:val="20"/>
          <w:lang w:val="en-US"/>
        </w:rPr>
      </w:pPr>
    </w:p>
    <w:p w:rsidR="00197685" w:rsidRDefault="00197685">
      <w:pPr>
        <w:pStyle w:val="Plattetekst"/>
        <w:spacing w:after="0"/>
        <w:ind w:left="709" w:hanging="425"/>
        <w:rPr>
          <w:rFonts w:ascii="Arial" w:hAnsi="Arial" w:cs="Arial"/>
          <w:i/>
          <w:sz w:val="20"/>
          <w:lang w:val="en-US"/>
        </w:rPr>
      </w:pPr>
    </w:p>
    <w:p w:rsidR="00197685" w:rsidRPr="00197685" w:rsidRDefault="00197685">
      <w:pPr>
        <w:pStyle w:val="Plattetekst"/>
        <w:spacing w:after="0"/>
        <w:ind w:left="709" w:hanging="425"/>
        <w:rPr>
          <w:rFonts w:ascii="Arial" w:hAnsi="Arial" w:cs="Arial"/>
          <w:i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Can you </w:t>
      </w:r>
      <w:r w:rsidRPr="00197685">
        <w:rPr>
          <w:rFonts w:ascii="Arial" w:hAnsi="Arial" w:cs="Arial"/>
          <w:b/>
          <w:sz w:val="20"/>
          <w:u w:val="single"/>
          <w:lang w:val="en-GB"/>
        </w:rPr>
        <w:t>reach</w:t>
      </w:r>
      <w:r w:rsidRPr="00197685">
        <w:rPr>
          <w:rFonts w:ascii="Arial" w:hAnsi="Arial" w:cs="Arial"/>
          <w:b/>
          <w:sz w:val="20"/>
          <w:lang w:val="en-GB"/>
        </w:rPr>
        <w:t xml:space="preserve"> employees when you </w:t>
      </w:r>
      <w:r w:rsidRPr="00197685">
        <w:rPr>
          <w:rFonts w:ascii="Arial" w:hAnsi="Arial" w:cs="Arial"/>
          <w:b/>
          <w:sz w:val="20"/>
          <w:u w:val="single"/>
          <w:lang w:val="en-GB"/>
        </w:rPr>
        <w:t>need</w:t>
      </w:r>
      <w:r w:rsidRPr="00197685">
        <w:rPr>
          <w:rFonts w:ascii="Arial" w:hAnsi="Arial" w:cs="Arial"/>
          <w:b/>
          <w:sz w:val="20"/>
          <w:lang w:val="en-GB"/>
        </w:rPr>
        <w:t xml:space="preserve"> assistance?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i/>
          <w:sz w:val="20"/>
          <w:lang w:val="en-US"/>
        </w:rPr>
      </w:pPr>
    </w:p>
    <w:p w:rsidR="009E105B" w:rsidRPr="00197685" w:rsidRDefault="009E105B" w:rsidP="00A01629">
      <w:pPr>
        <w:pStyle w:val="Lijstalinea"/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you receive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advice</w:t>
      </w:r>
      <w:r w:rsidRPr="00197685">
        <w:rPr>
          <w:rFonts w:ascii="Arial" w:hAnsi="Arial" w:cs="Arial"/>
          <w:b/>
          <w:sz w:val="20"/>
          <w:lang w:val="en-GB"/>
        </w:rPr>
        <w:t xml:space="preserve"> about your </w:t>
      </w:r>
      <w:r w:rsidRPr="00197685">
        <w:rPr>
          <w:rFonts w:ascii="Arial" w:hAnsi="Arial" w:cs="Arial"/>
          <w:b/>
          <w:sz w:val="20"/>
          <w:u w:val="single"/>
          <w:lang w:val="en-GB"/>
        </w:rPr>
        <w:t>safety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i/>
          <w:sz w:val="20"/>
          <w:lang w:val="en-US"/>
        </w:rPr>
      </w:pPr>
    </w:p>
    <w:p w:rsidR="009E105B" w:rsidRPr="00197685" w:rsidRDefault="009E105B" w:rsidP="00A01629">
      <w:pPr>
        <w:pStyle w:val="Lijstalinea"/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Have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agreements</w:t>
      </w:r>
      <w:r w:rsidRPr="00197685">
        <w:rPr>
          <w:rFonts w:ascii="Arial" w:hAnsi="Arial" w:cs="Arial"/>
          <w:b/>
          <w:sz w:val="20"/>
          <w:lang w:val="en-GB"/>
        </w:rPr>
        <w:t xml:space="preserve"> been made about your </w:t>
      </w:r>
      <w:r w:rsidRPr="00197685">
        <w:rPr>
          <w:rFonts w:ascii="Arial" w:hAnsi="Arial" w:cs="Arial"/>
          <w:b/>
          <w:sz w:val="20"/>
          <w:u w:val="single"/>
          <w:lang w:val="en-GB"/>
        </w:rPr>
        <w:t>support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</w:r>
      <w:r w:rsidRPr="00855541">
        <w:rPr>
          <w:rFonts w:ascii="Arial" w:hAnsi="Arial" w:cs="Arial"/>
          <w:sz w:val="20"/>
          <w:lang w:val="en-GB"/>
        </w:rPr>
        <w:t>yes</w:t>
      </w:r>
    </w:p>
    <w:p w:rsidR="009E105B" w:rsidRPr="00855541" w:rsidRDefault="00855541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 xml:space="preserve"> </w:t>
      </w:r>
      <w:r w:rsidR="009E105B" w:rsidRPr="00855541">
        <w:rPr>
          <w:rFonts w:ascii="Arial" w:hAnsi="Arial" w:cs="Arial"/>
          <w:sz w:val="20"/>
          <w:lang w:val="en-GB"/>
        </w:rPr>
        <w:t>no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i/>
          <w:sz w:val="20"/>
          <w:highlight w:val="yellow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the employees </w:t>
      </w:r>
      <w:r w:rsidRPr="00197685">
        <w:rPr>
          <w:rFonts w:ascii="Arial" w:hAnsi="Arial" w:cs="Arial"/>
          <w:b/>
          <w:sz w:val="20"/>
          <w:u w:val="single"/>
          <w:lang w:val="en-GB"/>
        </w:rPr>
        <w:t>discuss</w:t>
      </w:r>
      <w:r w:rsidRPr="00197685">
        <w:rPr>
          <w:rFonts w:ascii="Arial" w:hAnsi="Arial" w:cs="Arial"/>
          <w:b/>
          <w:sz w:val="20"/>
          <w:lang w:val="en-GB"/>
        </w:rPr>
        <w:t xml:space="preserve"> with you whether </w:t>
      </w:r>
      <w:r w:rsidRPr="00197685">
        <w:rPr>
          <w:rFonts w:ascii="Arial" w:hAnsi="Arial" w:cs="Arial"/>
          <w:b/>
          <w:sz w:val="20"/>
          <w:u w:val="single"/>
          <w:lang w:val="en-GB"/>
        </w:rPr>
        <w:t>the shelter and assistance is still suitable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i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you receive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information</w:t>
      </w:r>
      <w:r w:rsidRPr="00197685">
        <w:rPr>
          <w:rFonts w:ascii="Arial" w:hAnsi="Arial" w:cs="Arial"/>
          <w:b/>
          <w:sz w:val="20"/>
          <w:lang w:val="en-GB"/>
        </w:rPr>
        <w:t xml:space="preserve"> you </w:t>
      </w:r>
      <w:r w:rsidRPr="00197685">
        <w:rPr>
          <w:rFonts w:ascii="Arial" w:hAnsi="Arial" w:cs="Arial"/>
          <w:b/>
          <w:sz w:val="20"/>
          <w:u w:val="single"/>
          <w:lang w:val="en-GB"/>
        </w:rPr>
        <w:t>need</w:t>
      </w:r>
      <w:r w:rsidRPr="00197685">
        <w:rPr>
          <w:rFonts w:ascii="Arial" w:hAnsi="Arial" w:cs="Arial"/>
          <w:b/>
          <w:sz w:val="20"/>
          <w:lang w:val="en-GB"/>
        </w:rPr>
        <w:t>?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ind w:left="567" w:hanging="283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you receive information at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right moment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i/>
          <w:sz w:val="20"/>
          <w:lang w:val="en-US"/>
        </w:rPr>
      </w:pPr>
    </w:p>
    <w:p w:rsidR="009E105B" w:rsidRPr="00197685" w:rsidRDefault="009E105B" w:rsidP="00A01629">
      <w:pPr>
        <w:pStyle w:val="Voettekst"/>
        <w:numPr>
          <w:ilvl w:val="0"/>
          <w:numId w:val="3"/>
        </w:numPr>
        <w:shd w:val="clear" w:color="auto" w:fill="FFFFFF"/>
        <w:tabs>
          <w:tab w:val="clear" w:pos="4536"/>
          <w:tab w:val="clear" w:pos="9072"/>
        </w:tabs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the employees explain things to you in an </w:t>
      </w:r>
      <w:r w:rsidRPr="00197685">
        <w:rPr>
          <w:rFonts w:ascii="Arial" w:hAnsi="Arial" w:cs="Arial"/>
          <w:b/>
          <w:sz w:val="20"/>
          <w:u w:val="single"/>
          <w:lang w:val="en-GB"/>
        </w:rPr>
        <w:t>understandable manner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lastRenderedPageBreak/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en-US"/>
        </w:rPr>
      </w:pPr>
      <w:r w:rsidRPr="00855541">
        <w:rPr>
          <w:rFonts w:ascii="Arial" w:hAnsi="Arial" w:cs="Arial"/>
          <w:sz w:val="20"/>
          <w:lang w:val="en-US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you know </w:t>
      </w:r>
      <w:r w:rsidRPr="00197685">
        <w:rPr>
          <w:rFonts w:ascii="Arial" w:hAnsi="Arial" w:cs="Arial"/>
          <w:b/>
          <w:sz w:val="20"/>
          <w:u w:val="single"/>
          <w:lang w:val="en-GB"/>
        </w:rPr>
        <w:t>what you can do</w:t>
      </w:r>
      <w:r w:rsidRPr="00197685">
        <w:rPr>
          <w:rFonts w:ascii="Arial" w:hAnsi="Arial" w:cs="Arial"/>
          <w:b/>
          <w:sz w:val="20"/>
          <w:lang w:val="en-GB"/>
        </w:rPr>
        <w:t xml:space="preserve"> if you have a </w:t>
      </w:r>
      <w:r w:rsidRPr="00197685">
        <w:rPr>
          <w:rFonts w:ascii="Arial" w:hAnsi="Arial" w:cs="Arial"/>
          <w:b/>
          <w:sz w:val="20"/>
          <w:u w:val="single"/>
          <w:lang w:val="en-GB"/>
        </w:rPr>
        <w:t>complaint</w:t>
      </w:r>
      <w:r w:rsidRPr="00197685">
        <w:rPr>
          <w:rFonts w:ascii="Arial" w:hAnsi="Arial" w:cs="Arial"/>
          <w:b/>
          <w:sz w:val="20"/>
          <w:lang w:val="en-GB"/>
        </w:rPr>
        <w:t xml:space="preserve"> about the facility or an employee?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numPr>
          <w:ilvl w:val="0"/>
          <w:numId w:val="14"/>
        </w:numPr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</w:r>
      <w:r w:rsidRPr="00855541">
        <w:rPr>
          <w:rFonts w:ascii="Arial" w:hAnsi="Arial" w:cs="Arial"/>
          <w:sz w:val="20"/>
          <w:lang w:val="en-GB"/>
        </w:rPr>
        <w:t>yes</w:t>
      </w:r>
    </w:p>
    <w:p w:rsidR="009E105B" w:rsidRPr="00855541" w:rsidRDefault="009E105B" w:rsidP="00A01629">
      <w:pPr>
        <w:numPr>
          <w:ilvl w:val="0"/>
          <w:numId w:val="14"/>
        </w:numPr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</w:r>
      <w:r w:rsidRPr="00855541">
        <w:rPr>
          <w:rFonts w:ascii="Arial" w:hAnsi="Arial" w:cs="Arial"/>
          <w:sz w:val="20"/>
          <w:lang w:val="en-GB"/>
        </w:rPr>
        <w:t>no</w:t>
      </w:r>
    </w:p>
    <w:p w:rsidR="009E105B" w:rsidRPr="00197685" w:rsidRDefault="009E105B">
      <w:pPr>
        <w:ind w:left="709" w:hanging="425"/>
        <w:rPr>
          <w:rFonts w:ascii="Arial" w:hAnsi="Arial" w:cs="Arial"/>
          <w:b/>
          <w:sz w:val="20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Is all the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assistance</w:t>
      </w:r>
      <w:r w:rsidRPr="00197685">
        <w:rPr>
          <w:rFonts w:ascii="Arial" w:hAnsi="Arial" w:cs="Arial"/>
          <w:b/>
          <w:sz w:val="20"/>
          <w:lang w:val="en-GB"/>
        </w:rPr>
        <w:t xml:space="preserve"> you receive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coordinated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</w:r>
      <w:r w:rsidRPr="00855541">
        <w:rPr>
          <w:rFonts w:ascii="Arial" w:hAnsi="Arial" w:cs="Arial"/>
          <w:sz w:val="20"/>
          <w:lang w:val="en-GB"/>
        </w:rPr>
        <w:t>never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</w:r>
      <w:r w:rsidRPr="00855541">
        <w:rPr>
          <w:rFonts w:ascii="Arial" w:hAnsi="Arial" w:cs="Arial"/>
          <w:sz w:val="20"/>
          <w:lang w:val="en-GB"/>
        </w:rPr>
        <w:t>sometimes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</w:r>
      <w:r w:rsidR="00492962" w:rsidRPr="00855541">
        <w:rPr>
          <w:rFonts w:ascii="Arial" w:hAnsi="Arial" w:cs="Arial"/>
          <w:sz w:val="20"/>
          <w:lang w:val="en-GB"/>
        </w:rPr>
        <w:t>often</w:t>
      </w:r>
    </w:p>
    <w:p w:rsidR="009E105B" w:rsidRPr="00855541" w:rsidRDefault="009E105B" w:rsidP="00A01629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</w:rPr>
      </w:pPr>
      <w:r w:rsidRPr="00855541">
        <w:rPr>
          <w:rFonts w:ascii="Arial" w:hAnsi="Arial" w:cs="Arial"/>
          <w:sz w:val="20"/>
        </w:rPr>
        <w:tab/>
      </w:r>
      <w:r w:rsidRPr="00855541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 w:rsidP="00A01629">
      <w:pPr>
        <w:numPr>
          <w:ilvl w:val="0"/>
          <w:numId w:val="1"/>
        </w:numPr>
        <w:ind w:left="709" w:hanging="425"/>
        <w:rPr>
          <w:rFonts w:ascii="Arial" w:hAnsi="Arial" w:cs="Arial"/>
          <w:b/>
          <w:sz w:val="20"/>
          <w:u w:val="single"/>
        </w:rPr>
      </w:pPr>
      <w:r w:rsidRPr="00197685">
        <w:rPr>
          <w:rFonts w:ascii="Arial" w:hAnsi="Arial" w:cs="Arial"/>
          <w:b/>
          <w:sz w:val="20"/>
        </w:rPr>
        <w:t xml:space="preserve"> </w:t>
      </w:r>
      <w:r w:rsidRPr="00197685">
        <w:rPr>
          <w:rFonts w:ascii="Arial" w:hAnsi="Arial" w:cs="Arial"/>
          <w:b/>
          <w:sz w:val="20"/>
          <w:u w:val="single"/>
          <w:lang w:val="en-GB"/>
        </w:rPr>
        <w:t>Children</w:t>
      </w:r>
    </w:p>
    <w:p w:rsidR="009E105B" w:rsidRPr="00197685" w:rsidRDefault="009E105B">
      <w:pPr>
        <w:ind w:left="709" w:hanging="425"/>
        <w:rPr>
          <w:rFonts w:ascii="Arial" w:hAnsi="Arial" w:cs="Arial"/>
          <w:b/>
          <w:sz w:val="20"/>
        </w:rPr>
      </w:pPr>
    </w:p>
    <w:p w:rsidR="009E105B" w:rsidRPr="00197685" w:rsidRDefault="009E105B">
      <w:pPr>
        <w:ind w:left="284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 xml:space="preserve">The following questions are about </w:t>
      </w:r>
      <w:r w:rsidRPr="00197685">
        <w:rPr>
          <w:rFonts w:ascii="Arial" w:hAnsi="Arial" w:cs="Arial"/>
          <w:b/>
          <w:sz w:val="20"/>
          <w:lang w:val="en-GB"/>
        </w:rPr>
        <w:t>children</w:t>
      </w:r>
      <w:r w:rsidRPr="00197685">
        <w:rPr>
          <w:rFonts w:ascii="Arial" w:hAnsi="Arial" w:cs="Arial"/>
          <w:sz w:val="20"/>
          <w:lang w:val="en-GB"/>
        </w:rPr>
        <w:t>.</w:t>
      </w:r>
      <w:r w:rsidRPr="00197685">
        <w:rPr>
          <w:rFonts w:ascii="Arial" w:hAnsi="Arial" w:cs="Arial"/>
          <w:sz w:val="20"/>
          <w:lang w:val="en-US"/>
        </w:rPr>
        <w:t xml:space="preserve"> </w:t>
      </w:r>
      <w:r w:rsidRPr="00197685">
        <w:rPr>
          <w:rFonts w:ascii="Arial" w:hAnsi="Arial" w:cs="Arial"/>
          <w:sz w:val="20"/>
          <w:lang w:val="en-GB"/>
        </w:rPr>
        <w:t xml:space="preserve">Think about the </w:t>
      </w:r>
      <w:r w:rsidRPr="00197685">
        <w:rPr>
          <w:rFonts w:ascii="Arial" w:hAnsi="Arial" w:cs="Arial"/>
          <w:b/>
          <w:sz w:val="20"/>
          <w:lang w:val="en-GB"/>
        </w:rPr>
        <w:t>last 6 months</w:t>
      </w:r>
      <w:r w:rsidRPr="00197685">
        <w:rPr>
          <w:rFonts w:ascii="Arial" w:hAnsi="Arial" w:cs="Arial"/>
          <w:sz w:val="20"/>
          <w:lang w:val="en-GB"/>
        </w:rPr>
        <w:t xml:space="preserve">.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u w:val="single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you have any </w:t>
      </w:r>
      <w:r w:rsidRPr="00197685">
        <w:rPr>
          <w:rFonts w:ascii="Arial" w:hAnsi="Arial" w:cs="Arial"/>
          <w:b/>
          <w:sz w:val="20"/>
          <w:u w:val="single"/>
          <w:lang w:val="en-GB"/>
        </w:rPr>
        <w:t>children</w:t>
      </w:r>
      <w:r w:rsidRPr="00197685">
        <w:rPr>
          <w:rFonts w:ascii="Arial" w:hAnsi="Arial" w:cs="Arial"/>
          <w:b/>
          <w:sz w:val="20"/>
          <w:lang w:val="en-GB"/>
        </w:rPr>
        <w:t>?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  <w:r w:rsidRPr="00197685">
        <w:rPr>
          <w:rFonts w:ascii="Arial" w:hAnsi="Arial" w:cs="Arial"/>
          <w:b/>
          <w:sz w:val="20"/>
          <w:lang w:val="en-GB"/>
        </w:rPr>
        <w:t xml:space="preserve">And if so, are your children </w:t>
      </w:r>
      <w:r w:rsidRPr="00197685">
        <w:rPr>
          <w:rFonts w:ascii="Arial" w:hAnsi="Arial" w:cs="Arial"/>
          <w:b/>
          <w:sz w:val="20"/>
          <w:u w:val="single"/>
          <w:lang w:val="en-GB"/>
        </w:rPr>
        <w:t>with you in this facility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BA14BE" w:rsidRDefault="009E105B" w:rsidP="00A01629">
      <w:pPr>
        <w:numPr>
          <w:ilvl w:val="0"/>
          <w:numId w:val="15"/>
        </w:numPr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ab/>
      </w:r>
      <w:r w:rsidRPr="00197685">
        <w:rPr>
          <w:rFonts w:ascii="Arial" w:hAnsi="Arial" w:cs="Arial"/>
          <w:sz w:val="20"/>
          <w:lang w:val="en-GB"/>
        </w:rPr>
        <w:t xml:space="preserve">no, I have no children </w:t>
      </w:r>
      <w:r w:rsidR="00BA14BE" w:rsidRPr="00BA14BE">
        <w:rPr>
          <w:rFonts w:ascii="Arial" w:hAnsi="Arial" w:cs="Arial"/>
          <w:sz w:val="20"/>
          <w:lang w:val="en-GB"/>
        </w:rPr>
        <w:sym w:font="Wingdings" w:char="F0E0"/>
      </w:r>
      <w:r w:rsidR="00BA14BE">
        <w:rPr>
          <w:rFonts w:ascii="Arial" w:hAnsi="Arial" w:cs="Arial"/>
          <w:sz w:val="20"/>
          <w:lang w:val="en-GB"/>
        </w:rPr>
        <w:t xml:space="preserve"> </w:t>
      </w:r>
      <w:r w:rsidRPr="00BA14BE">
        <w:rPr>
          <w:rFonts w:ascii="Arial" w:hAnsi="Arial" w:cs="Arial"/>
          <w:b/>
          <w:sz w:val="20"/>
          <w:lang w:val="en-GB"/>
        </w:rPr>
        <w:t>go to question 42</w:t>
      </w:r>
      <w:r w:rsidRPr="00BA14BE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197685" w:rsidRDefault="009E105B" w:rsidP="00A01629">
      <w:pPr>
        <w:numPr>
          <w:ilvl w:val="0"/>
          <w:numId w:val="15"/>
        </w:numPr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 </w:t>
      </w:r>
      <w:r w:rsidRPr="00197685">
        <w:rPr>
          <w:rFonts w:ascii="Arial" w:hAnsi="Arial" w:cs="Arial"/>
          <w:sz w:val="20"/>
          <w:lang w:val="en-US"/>
        </w:rPr>
        <w:tab/>
      </w:r>
      <w:r w:rsidRPr="00197685">
        <w:rPr>
          <w:rFonts w:ascii="Arial" w:hAnsi="Arial" w:cs="Arial"/>
          <w:sz w:val="20"/>
          <w:lang w:val="en-GB"/>
        </w:rPr>
        <w:t xml:space="preserve">yes, but my children are </w:t>
      </w:r>
      <w:r w:rsidRPr="00197685">
        <w:rPr>
          <w:rFonts w:ascii="Arial" w:hAnsi="Arial" w:cs="Arial"/>
          <w:sz w:val="20"/>
          <w:u w:val="single"/>
          <w:lang w:val="en-GB"/>
        </w:rPr>
        <w:t>not</w:t>
      </w:r>
      <w:r w:rsidRPr="00197685">
        <w:rPr>
          <w:rFonts w:ascii="Arial" w:hAnsi="Arial" w:cs="Arial"/>
          <w:sz w:val="20"/>
          <w:lang w:val="en-GB"/>
        </w:rPr>
        <w:t xml:space="preserve"> with me in this facility </w:t>
      </w:r>
      <w:r w:rsidR="00BA14BE" w:rsidRPr="00BA14BE">
        <w:rPr>
          <w:rFonts w:ascii="Arial" w:hAnsi="Arial" w:cs="Arial"/>
          <w:sz w:val="20"/>
          <w:lang w:val="en-GB"/>
        </w:rPr>
        <w:sym w:font="Wingdings" w:char="F0E0"/>
      </w:r>
      <w:r w:rsidR="00BA14BE">
        <w:rPr>
          <w:rFonts w:ascii="Arial" w:hAnsi="Arial" w:cs="Arial"/>
          <w:sz w:val="20"/>
          <w:lang w:val="en-GB"/>
        </w:rPr>
        <w:t xml:space="preserve">  </w:t>
      </w:r>
      <w:r w:rsidRPr="00BA14BE">
        <w:rPr>
          <w:rFonts w:ascii="Arial" w:hAnsi="Arial" w:cs="Arial"/>
          <w:b/>
          <w:sz w:val="20"/>
          <w:lang w:val="en-GB"/>
        </w:rPr>
        <w:t>go to question 42</w:t>
      </w:r>
    </w:p>
    <w:p w:rsidR="009E105B" w:rsidRPr="00197685" w:rsidRDefault="009E105B" w:rsidP="00A01629">
      <w:pPr>
        <w:numPr>
          <w:ilvl w:val="0"/>
          <w:numId w:val="15"/>
        </w:numPr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 </w:t>
      </w:r>
      <w:r w:rsidRPr="00197685">
        <w:rPr>
          <w:rFonts w:ascii="Arial" w:hAnsi="Arial" w:cs="Arial"/>
          <w:sz w:val="20"/>
          <w:lang w:val="en-US"/>
        </w:rPr>
        <w:tab/>
      </w:r>
      <w:r w:rsidRPr="00197685">
        <w:rPr>
          <w:rFonts w:ascii="Arial" w:hAnsi="Arial" w:cs="Arial"/>
          <w:sz w:val="20"/>
          <w:lang w:val="en-GB"/>
        </w:rPr>
        <w:t>yes, all my children are with me in this facility</w:t>
      </w:r>
      <w:r w:rsidRPr="00197685">
        <w:rPr>
          <w:rFonts w:ascii="Arial" w:hAnsi="Arial" w:cs="Arial"/>
          <w:sz w:val="20"/>
          <w:lang w:val="en-US"/>
        </w:rPr>
        <w:t xml:space="preserve"> </w:t>
      </w:r>
    </w:p>
    <w:p w:rsidR="009E105B" w:rsidRDefault="009E105B" w:rsidP="00A01629">
      <w:pPr>
        <w:numPr>
          <w:ilvl w:val="0"/>
          <w:numId w:val="15"/>
        </w:numPr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 </w:t>
      </w:r>
      <w:r w:rsidRPr="00197685">
        <w:rPr>
          <w:rFonts w:ascii="Arial" w:hAnsi="Arial" w:cs="Arial"/>
          <w:sz w:val="20"/>
          <w:lang w:val="en-US"/>
        </w:rPr>
        <w:tab/>
      </w:r>
      <w:r w:rsidRPr="00197685">
        <w:rPr>
          <w:rFonts w:ascii="Arial" w:hAnsi="Arial" w:cs="Arial"/>
          <w:sz w:val="20"/>
          <w:lang w:val="en-GB"/>
        </w:rPr>
        <w:t>yes, a number of my children are with me in this facility</w:t>
      </w:r>
      <w:r w:rsidRPr="00197685">
        <w:rPr>
          <w:rFonts w:ascii="Arial" w:hAnsi="Arial" w:cs="Arial"/>
          <w:sz w:val="20"/>
          <w:lang w:val="en-US"/>
        </w:rPr>
        <w:t xml:space="preserve"> </w:t>
      </w:r>
    </w:p>
    <w:p w:rsidR="00197685" w:rsidRPr="00197685" w:rsidRDefault="00197685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US"/>
        </w:rPr>
        <w:t xml:space="preserve">Have any </w:t>
      </w:r>
      <w:r w:rsidRPr="00197685">
        <w:rPr>
          <w:rFonts w:ascii="Arial" w:hAnsi="Arial" w:cs="Arial"/>
          <w:b/>
          <w:sz w:val="20"/>
          <w:u w:val="single"/>
          <w:lang w:val="en-US"/>
        </w:rPr>
        <w:t>agreements</w:t>
      </w:r>
      <w:r w:rsidRPr="00197685">
        <w:rPr>
          <w:rFonts w:ascii="Arial" w:hAnsi="Arial" w:cs="Arial"/>
          <w:b/>
          <w:sz w:val="20"/>
          <w:lang w:val="en-US"/>
        </w:rPr>
        <w:t xml:space="preserve"> been made with you about the </w:t>
      </w:r>
      <w:r w:rsidRPr="00197685">
        <w:rPr>
          <w:rFonts w:ascii="Arial" w:hAnsi="Arial" w:cs="Arial"/>
          <w:b/>
          <w:sz w:val="20"/>
          <w:u w:val="single"/>
          <w:lang w:val="en-US"/>
        </w:rPr>
        <w:t xml:space="preserve">supervision </w:t>
      </w:r>
      <w:r w:rsidRPr="00197685">
        <w:rPr>
          <w:rFonts w:ascii="Arial" w:hAnsi="Arial" w:cs="Arial"/>
          <w:b/>
          <w:sz w:val="20"/>
          <w:lang w:val="en-US"/>
        </w:rPr>
        <w:t>of your</w:t>
      </w:r>
      <w:r w:rsidRPr="00197685">
        <w:rPr>
          <w:rFonts w:ascii="Arial" w:hAnsi="Arial" w:cs="Arial"/>
          <w:b/>
          <w:sz w:val="20"/>
          <w:u w:val="single"/>
          <w:lang w:val="en-US"/>
        </w:rPr>
        <w:t xml:space="preserve"> children</w:t>
      </w:r>
      <w:r w:rsidRPr="00197685">
        <w:rPr>
          <w:rFonts w:ascii="Arial" w:hAnsi="Arial" w:cs="Arial"/>
          <w:b/>
          <w:sz w:val="20"/>
          <w:lang w:val="en-US"/>
        </w:rPr>
        <w:t xml:space="preserve">?  </w:t>
      </w:r>
    </w:p>
    <w:p w:rsidR="009E105B" w:rsidRPr="00197685" w:rsidRDefault="009E105B" w:rsidP="00A01629">
      <w:pPr>
        <w:numPr>
          <w:ilvl w:val="0"/>
          <w:numId w:val="15"/>
        </w:numPr>
        <w:rPr>
          <w:rFonts w:ascii="Arial" w:hAnsi="Arial" w:cs="Arial"/>
          <w:sz w:val="20"/>
        </w:rPr>
      </w:pPr>
      <w:r w:rsidRPr="00197685">
        <w:rPr>
          <w:rFonts w:ascii="Arial" w:hAnsi="Arial" w:cs="Arial"/>
          <w:sz w:val="20"/>
        </w:rPr>
        <w:t xml:space="preserve"> </w:t>
      </w:r>
      <w:r w:rsidRPr="00197685">
        <w:rPr>
          <w:rFonts w:ascii="Arial" w:hAnsi="Arial" w:cs="Arial"/>
          <w:sz w:val="20"/>
        </w:rPr>
        <w:tab/>
      </w:r>
      <w:r w:rsidRPr="00197685">
        <w:rPr>
          <w:rFonts w:ascii="Arial" w:hAnsi="Arial" w:cs="Arial"/>
          <w:sz w:val="20"/>
          <w:lang w:val="en-GB"/>
        </w:rPr>
        <w:t>yes</w:t>
      </w:r>
      <w:r w:rsidRPr="00197685">
        <w:rPr>
          <w:rFonts w:ascii="Arial" w:hAnsi="Arial" w:cs="Arial"/>
          <w:sz w:val="20"/>
        </w:rPr>
        <w:t xml:space="preserve"> </w:t>
      </w:r>
    </w:p>
    <w:p w:rsidR="009E105B" w:rsidRPr="00197685" w:rsidRDefault="009E105B" w:rsidP="00A01629">
      <w:pPr>
        <w:numPr>
          <w:ilvl w:val="0"/>
          <w:numId w:val="15"/>
        </w:numPr>
        <w:rPr>
          <w:rFonts w:ascii="Arial" w:hAnsi="Arial" w:cs="Arial"/>
          <w:sz w:val="20"/>
        </w:rPr>
      </w:pPr>
      <w:r w:rsidRPr="00197685">
        <w:rPr>
          <w:rFonts w:ascii="Arial" w:hAnsi="Arial" w:cs="Arial"/>
          <w:sz w:val="20"/>
        </w:rPr>
        <w:t xml:space="preserve"> </w:t>
      </w:r>
      <w:r w:rsidRPr="00197685">
        <w:rPr>
          <w:rFonts w:ascii="Arial" w:hAnsi="Arial" w:cs="Arial"/>
          <w:sz w:val="20"/>
        </w:rPr>
        <w:tab/>
      </w:r>
      <w:r w:rsidRPr="00197685">
        <w:rPr>
          <w:rFonts w:ascii="Arial" w:hAnsi="Arial" w:cs="Arial"/>
          <w:sz w:val="20"/>
          <w:lang w:val="en-GB"/>
        </w:rPr>
        <w:t>no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your </w:t>
      </w:r>
      <w:r w:rsidRPr="00197685">
        <w:rPr>
          <w:rFonts w:ascii="Arial" w:hAnsi="Arial" w:cs="Arial"/>
          <w:b/>
          <w:sz w:val="20"/>
          <w:u w:val="single"/>
          <w:lang w:val="en-GB"/>
        </w:rPr>
        <w:t>children receive as much assistance</w:t>
      </w:r>
      <w:r w:rsidRPr="00197685">
        <w:rPr>
          <w:rFonts w:ascii="Arial" w:hAnsi="Arial" w:cs="Arial"/>
          <w:b/>
          <w:sz w:val="20"/>
          <w:lang w:val="en-GB"/>
        </w:rPr>
        <w:t xml:space="preserve"> as they </w:t>
      </w:r>
      <w:r w:rsidRPr="00197685">
        <w:rPr>
          <w:rFonts w:ascii="Arial" w:hAnsi="Arial" w:cs="Arial"/>
          <w:b/>
          <w:sz w:val="20"/>
          <w:u w:val="single"/>
          <w:lang w:val="en-GB"/>
        </w:rPr>
        <w:t>need</w:t>
      </w:r>
      <w:r w:rsidRPr="00197685">
        <w:rPr>
          <w:rFonts w:ascii="Arial" w:hAnsi="Arial" w:cs="Arial"/>
          <w:b/>
          <w:sz w:val="20"/>
          <w:lang w:val="en-GB"/>
        </w:rPr>
        <w:t xml:space="preserve">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never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sometimes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="00492962" w:rsidRPr="00BA14BE">
        <w:rPr>
          <w:rFonts w:ascii="Arial" w:hAnsi="Arial" w:cs="Arial"/>
          <w:sz w:val="20"/>
          <w:lang w:val="en-GB"/>
        </w:rPr>
        <w:t>often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i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Are your </w:t>
      </w:r>
      <w:r w:rsidRPr="00197685">
        <w:rPr>
          <w:rFonts w:ascii="Arial" w:hAnsi="Arial" w:cs="Arial"/>
          <w:b/>
          <w:sz w:val="20"/>
          <w:u w:val="single"/>
          <w:lang w:val="en-GB"/>
        </w:rPr>
        <w:t>children safe</w:t>
      </w:r>
      <w:r w:rsidRPr="00197685">
        <w:rPr>
          <w:rFonts w:ascii="Arial" w:hAnsi="Arial" w:cs="Arial"/>
          <w:b/>
          <w:sz w:val="20"/>
          <w:lang w:val="en-GB"/>
        </w:rPr>
        <w:t xml:space="preserve"> in the facility?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i/>
          <w:sz w:val="20"/>
          <w:lang w:val="en-US"/>
        </w:rPr>
        <w:t xml:space="preserve"> </w:t>
      </w:r>
      <w:r w:rsidRPr="00197685">
        <w:rPr>
          <w:rFonts w:ascii="Arial" w:hAnsi="Arial" w:cs="Arial"/>
          <w:i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never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sometimes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="00492962" w:rsidRPr="00BA14BE">
        <w:rPr>
          <w:rFonts w:ascii="Arial" w:hAnsi="Arial" w:cs="Arial"/>
          <w:sz w:val="20"/>
          <w:lang w:val="en-GB"/>
        </w:rPr>
        <w:t>often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3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Do you receive advice about </w:t>
      </w:r>
      <w:r w:rsidRPr="00197685">
        <w:rPr>
          <w:rFonts w:ascii="Arial" w:hAnsi="Arial" w:cs="Arial"/>
          <w:b/>
          <w:sz w:val="20"/>
          <w:u w:val="single"/>
          <w:lang w:val="en-GB"/>
        </w:rPr>
        <w:t>raising</w:t>
      </w:r>
      <w:r w:rsidRPr="00197685">
        <w:rPr>
          <w:rFonts w:ascii="Arial" w:hAnsi="Arial" w:cs="Arial"/>
          <w:b/>
          <w:sz w:val="20"/>
          <w:lang w:val="en-GB"/>
        </w:rPr>
        <w:t xml:space="preserve"> your children?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i/>
          <w:sz w:val="20"/>
          <w:lang w:val="en-US"/>
        </w:rPr>
        <w:t xml:space="preserve"> </w:t>
      </w:r>
      <w:r w:rsidRPr="00197685">
        <w:rPr>
          <w:rFonts w:ascii="Arial" w:hAnsi="Arial" w:cs="Arial"/>
          <w:i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never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sometimes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="00492962" w:rsidRPr="00BA14BE">
        <w:rPr>
          <w:rFonts w:ascii="Arial" w:hAnsi="Arial" w:cs="Arial"/>
          <w:sz w:val="20"/>
          <w:lang w:val="en-GB"/>
        </w:rPr>
        <w:t>often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always</w: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i/>
          <w:sz w:val="20"/>
          <w:lang w:val="en-US"/>
        </w:rPr>
      </w:pPr>
    </w:p>
    <w:p w:rsidR="009E105B" w:rsidRPr="00D2743E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D2743E">
        <w:rPr>
          <w:rFonts w:ascii="Arial" w:hAnsi="Arial" w:cs="Arial"/>
          <w:b/>
          <w:sz w:val="20"/>
          <w:lang w:val="en-GB"/>
        </w:rPr>
        <w:t xml:space="preserve">Are there any </w:t>
      </w:r>
      <w:r w:rsidRPr="00D2743E">
        <w:rPr>
          <w:rFonts w:ascii="Arial" w:hAnsi="Arial" w:cs="Arial"/>
          <w:b/>
          <w:sz w:val="20"/>
          <w:u w:val="single"/>
          <w:lang w:val="en-GB"/>
        </w:rPr>
        <w:t>play activities</w:t>
      </w:r>
      <w:r w:rsidRPr="00D2743E">
        <w:rPr>
          <w:rFonts w:ascii="Arial" w:hAnsi="Arial" w:cs="Arial"/>
          <w:b/>
          <w:sz w:val="20"/>
          <w:lang w:val="en-GB"/>
        </w:rPr>
        <w:t xml:space="preserve"> for your children that are </w:t>
      </w:r>
      <w:r w:rsidRPr="00D2743E">
        <w:rPr>
          <w:rFonts w:ascii="Arial" w:hAnsi="Arial" w:cs="Arial"/>
          <w:b/>
          <w:sz w:val="20"/>
          <w:u w:val="single"/>
          <w:lang w:val="en-GB"/>
        </w:rPr>
        <w:t>suited</w:t>
      </w:r>
      <w:r w:rsidRPr="00D2743E">
        <w:rPr>
          <w:rFonts w:ascii="Arial" w:hAnsi="Arial" w:cs="Arial"/>
          <w:b/>
          <w:sz w:val="20"/>
          <w:lang w:val="en-GB"/>
        </w:rPr>
        <w:t xml:space="preserve"> to their </w:t>
      </w:r>
      <w:r w:rsidRPr="00D2743E">
        <w:rPr>
          <w:rFonts w:ascii="Arial" w:hAnsi="Arial" w:cs="Arial"/>
          <w:b/>
          <w:sz w:val="20"/>
          <w:u w:val="single"/>
          <w:lang w:val="en-GB"/>
        </w:rPr>
        <w:t>age</w:t>
      </w:r>
      <w:r w:rsidRPr="00D2743E">
        <w:rPr>
          <w:rFonts w:ascii="Arial" w:hAnsi="Arial" w:cs="Arial"/>
          <w:b/>
          <w:sz w:val="20"/>
          <w:lang w:val="en-GB"/>
        </w:rPr>
        <w:t xml:space="preserve">? </w:t>
      </w:r>
      <w:r w:rsidRPr="00D2743E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never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sometimes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ab/>
      </w:r>
      <w:r w:rsidR="00492962" w:rsidRPr="00BA14BE">
        <w:rPr>
          <w:rFonts w:ascii="Arial" w:hAnsi="Arial" w:cs="Arial"/>
          <w:sz w:val="20"/>
          <w:lang w:val="en-GB"/>
        </w:rPr>
        <w:t>often</w:t>
      </w:r>
    </w:p>
    <w:p w:rsidR="009E105B" w:rsidRPr="00BA14BE" w:rsidRDefault="009E105B" w:rsidP="00A01629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always</w:t>
      </w:r>
    </w:p>
    <w:p w:rsidR="009E105B" w:rsidRDefault="009E105B">
      <w:pPr>
        <w:pStyle w:val="Lijstalinea"/>
        <w:ind w:left="709" w:hanging="425"/>
        <w:rPr>
          <w:rFonts w:ascii="Arial" w:hAnsi="Arial" w:cs="Arial"/>
          <w:sz w:val="20"/>
          <w:lang w:val="en-US"/>
        </w:rPr>
      </w:pPr>
    </w:p>
    <w:p w:rsidR="00BA14BE" w:rsidRDefault="00BA14BE">
      <w:pPr>
        <w:pStyle w:val="Lijstalinea"/>
        <w:ind w:left="709" w:hanging="425"/>
        <w:rPr>
          <w:rFonts w:ascii="Arial" w:hAnsi="Arial" w:cs="Arial"/>
          <w:sz w:val="20"/>
          <w:lang w:val="en-US"/>
        </w:rPr>
      </w:pPr>
    </w:p>
    <w:p w:rsidR="00BA14BE" w:rsidRDefault="00BA14BE">
      <w:pPr>
        <w:pStyle w:val="Lijstalinea"/>
        <w:ind w:left="709" w:hanging="425"/>
        <w:rPr>
          <w:rFonts w:ascii="Arial" w:hAnsi="Arial" w:cs="Arial"/>
          <w:sz w:val="20"/>
          <w:lang w:val="en-US"/>
        </w:rPr>
      </w:pPr>
    </w:p>
    <w:p w:rsidR="00BA14BE" w:rsidRDefault="00BA14BE">
      <w:pPr>
        <w:pStyle w:val="Lijstalinea"/>
        <w:ind w:left="709" w:hanging="425"/>
        <w:rPr>
          <w:rFonts w:ascii="Arial" w:hAnsi="Arial" w:cs="Arial"/>
          <w:sz w:val="20"/>
          <w:lang w:val="en-US"/>
        </w:rPr>
      </w:pPr>
    </w:p>
    <w:p w:rsidR="00BA14BE" w:rsidRDefault="00BA14BE">
      <w:pPr>
        <w:pStyle w:val="Lijstalinea"/>
        <w:ind w:left="709" w:hanging="425"/>
        <w:rPr>
          <w:rFonts w:ascii="Arial" w:hAnsi="Arial" w:cs="Arial"/>
          <w:sz w:val="20"/>
          <w:lang w:val="en-US"/>
        </w:rPr>
      </w:pPr>
    </w:p>
    <w:p w:rsidR="00BA14BE" w:rsidRDefault="00BA14BE">
      <w:pPr>
        <w:pStyle w:val="Lijstalinea"/>
        <w:ind w:left="709" w:hanging="425"/>
        <w:rPr>
          <w:rFonts w:ascii="Arial" w:hAnsi="Arial" w:cs="Arial"/>
          <w:sz w:val="20"/>
          <w:lang w:val="en-US"/>
        </w:rPr>
      </w:pPr>
    </w:p>
    <w:p w:rsidR="00BA14BE" w:rsidRDefault="00BA14BE">
      <w:pPr>
        <w:pStyle w:val="Lijstalinea"/>
        <w:ind w:left="709" w:hanging="425"/>
        <w:rPr>
          <w:rFonts w:ascii="Arial" w:hAnsi="Arial" w:cs="Arial"/>
          <w:sz w:val="20"/>
          <w:lang w:val="en-US"/>
        </w:rPr>
      </w:pPr>
    </w:p>
    <w:p w:rsidR="00BA14BE" w:rsidRDefault="00BA14BE">
      <w:pPr>
        <w:pStyle w:val="Lijstalinea"/>
        <w:ind w:left="709" w:hanging="425"/>
        <w:rPr>
          <w:rFonts w:ascii="Arial" w:hAnsi="Arial" w:cs="Arial"/>
          <w:sz w:val="20"/>
          <w:lang w:val="en-US"/>
        </w:rPr>
      </w:pPr>
    </w:p>
    <w:p w:rsidR="00BA14BE" w:rsidRDefault="00BA14BE">
      <w:pPr>
        <w:pStyle w:val="Lijstalinea"/>
        <w:ind w:left="709" w:hanging="425"/>
        <w:rPr>
          <w:rFonts w:ascii="Arial" w:hAnsi="Arial" w:cs="Arial"/>
          <w:sz w:val="20"/>
          <w:lang w:val="en-US"/>
        </w:rPr>
      </w:pPr>
    </w:p>
    <w:p w:rsidR="00BA14BE" w:rsidRPr="00197685" w:rsidRDefault="00BA14BE">
      <w:pPr>
        <w:pStyle w:val="Lijstalinea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numPr>
          <w:ilvl w:val="0"/>
          <w:numId w:val="1"/>
        </w:num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u w:val="single"/>
          <w:lang w:val="en-GB"/>
        </w:rPr>
        <w:t>Result of the assistance from the facility and from other agencies</w:t>
      </w:r>
      <w:r w:rsidRPr="00197685">
        <w:rPr>
          <w:rFonts w:ascii="Arial" w:hAnsi="Arial" w:cs="Arial"/>
          <w:b/>
          <w:sz w:val="20"/>
          <w:u w:val="single"/>
          <w:lang w:val="en-US"/>
        </w:rPr>
        <w:t xml:space="preserve">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ind w:left="284"/>
        <w:rPr>
          <w:rFonts w:ascii="Arial" w:hAnsi="Arial" w:cs="Arial"/>
          <w:b/>
          <w:sz w:val="20"/>
        </w:rPr>
      </w:pPr>
      <w:r w:rsidRPr="00197685">
        <w:rPr>
          <w:rFonts w:ascii="Arial" w:hAnsi="Arial" w:cs="Arial"/>
          <w:sz w:val="20"/>
          <w:lang w:val="en-GB"/>
        </w:rPr>
        <w:t xml:space="preserve">The following questions are about the result of the </w:t>
      </w:r>
      <w:r w:rsidRPr="00197685">
        <w:rPr>
          <w:rFonts w:ascii="Arial" w:hAnsi="Arial" w:cs="Arial"/>
          <w:b/>
          <w:sz w:val="20"/>
          <w:lang w:val="en-GB"/>
        </w:rPr>
        <w:t>assistance that you have had from the facility and from other agencies</w:t>
      </w:r>
      <w:r w:rsidRPr="00197685">
        <w:rPr>
          <w:rFonts w:ascii="Arial" w:hAnsi="Arial" w:cs="Arial"/>
          <w:sz w:val="20"/>
          <w:lang w:val="en-GB"/>
        </w:rPr>
        <w:t xml:space="preserve">.  Examples of other agencies are a </w:t>
      </w:r>
      <w:r w:rsidRPr="00197685">
        <w:rPr>
          <w:rFonts w:ascii="Arial" w:hAnsi="Arial" w:cs="Arial"/>
          <w:b/>
          <w:sz w:val="20"/>
          <w:lang w:val="en-GB"/>
        </w:rPr>
        <w:t>mental healthcare institution</w:t>
      </w:r>
      <w:r w:rsidRPr="00197685">
        <w:rPr>
          <w:rFonts w:ascii="Arial" w:hAnsi="Arial" w:cs="Arial"/>
          <w:sz w:val="20"/>
          <w:lang w:val="en-GB"/>
        </w:rPr>
        <w:t xml:space="preserve"> or </w:t>
      </w:r>
      <w:r w:rsidRPr="00197685">
        <w:rPr>
          <w:rFonts w:ascii="Arial" w:hAnsi="Arial" w:cs="Arial"/>
          <w:b/>
          <w:sz w:val="20"/>
          <w:lang w:val="en-GB"/>
        </w:rPr>
        <w:t>legal advice centre</w:t>
      </w:r>
      <w:r w:rsidRPr="00197685">
        <w:rPr>
          <w:rFonts w:ascii="Arial" w:hAnsi="Arial" w:cs="Arial"/>
          <w:sz w:val="20"/>
          <w:lang w:val="en-GB"/>
        </w:rPr>
        <w:t xml:space="preserve">. </w:t>
      </w:r>
      <w:r w:rsidRPr="00197685">
        <w:rPr>
          <w:rFonts w:ascii="Arial" w:hAnsi="Arial" w:cs="Arial"/>
          <w:sz w:val="20"/>
          <w:lang w:val="en-US"/>
        </w:rPr>
        <w:t xml:space="preserve"> </w:t>
      </w:r>
      <w:r w:rsidRPr="00197685">
        <w:rPr>
          <w:rFonts w:ascii="Arial" w:hAnsi="Arial" w:cs="Arial"/>
          <w:sz w:val="20"/>
          <w:lang w:val="en-GB"/>
        </w:rPr>
        <w:t xml:space="preserve">Think about the </w:t>
      </w:r>
      <w:r w:rsidRPr="00197685">
        <w:rPr>
          <w:rFonts w:ascii="Arial" w:hAnsi="Arial" w:cs="Arial"/>
          <w:b/>
          <w:sz w:val="20"/>
          <w:lang w:val="en-GB"/>
        </w:rPr>
        <w:t>last 6 months</w:t>
      </w:r>
      <w:r w:rsidRPr="00197685">
        <w:rPr>
          <w:rFonts w:ascii="Arial" w:hAnsi="Arial" w:cs="Arial"/>
          <w:sz w:val="20"/>
          <w:lang w:val="en-GB"/>
        </w:rPr>
        <w:t xml:space="preserve">.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</w:rPr>
      </w:pPr>
    </w:p>
    <w:p w:rsidR="009E105B" w:rsidRPr="00BA14BE" w:rsidRDefault="009E105B" w:rsidP="00A01629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  <w:lang w:val="en-US"/>
        </w:rPr>
      </w:pPr>
      <w:r w:rsidRPr="00BA14BE">
        <w:rPr>
          <w:rFonts w:ascii="Arial" w:hAnsi="Arial" w:cs="Arial"/>
          <w:b/>
          <w:sz w:val="20"/>
          <w:u w:val="single"/>
          <w:lang w:val="en-GB"/>
        </w:rPr>
        <w:t>Are you getting better</w:t>
      </w:r>
      <w:r w:rsidRPr="00BA14BE">
        <w:rPr>
          <w:rFonts w:ascii="Arial" w:hAnsi="Arial" w:cs="Arial"/>
          <w:b/>
          <w:sz w:val="20"/>
          <w:lang w:val="en-GB"/>
        </w:rPr>
        <w:t xml:space="preserve"> as a result of the assistance? 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never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sometimes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="00492962" w:rsidRPr="00BA14BE">
        <w:rPr>
          <w:rFonts w:ascii="Arial" w:hAnsi="Arial" w:cs="Arial"/>
          <w:sz w:val="20"/>
          <w:lang w:val="en-GB"/>
        </w:rPr>
        <w:t>often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always</w:t>
      </w:r>
    </w:p>
    <w:p w:rsidR="009E105B" w:rsidRPr="00BA14BE" w:rsidRDefault="009E105B">
      <w:p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  <w:lang w:val="en-US"/>
        </w:rPr>
      </w:pPr>
    </w:p>
    <w:p w:rsidR="009E105B" w:rsidRPr="00BA14BE" w:rsidRDefault="009E105B" w:rsidP="00A01629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b/>
          <w:sz w:val="20"/>
          <w:lang w:val="en-GB"/>
        </w:rPr>
        <w:t xml:space="preserve">Can you </w:t>
      </w:r>
      <w:r w:rsidRPr="00BA14BE">
        <w:rPr>
          <w:rFonts w:ascii="Arial" w:hAnsi="Arial" w:cs="Arial"/>
          <w:b/>
          <w:sz w:val="20"/>
          <w:u w:val="single"/>
          <w:lang w:val="en-GB"/>
        </w:rPr>
        <w:t>do things</w:t>
      </w:r>
      <w:r w:rsidRPr="00BA14BE">
        <w:rPr>
          <w:rFonts w:ascii="Arial" w:hAnsi="Arial" w:cs="Arial"/>
          <w:b/>
          <w:sz w:val="20"/>
          <w:lang w:val="en-GB"/>
        </w:rPr>
        <w:t xml:space="preserve"> that are important to you </w:t>
      </w:r>
      <w:r w:rsidRPr="00BA14BE">
        <w:rPr>
          <w:rFonts w:ascii="Arial" w:hAnsi="Arial" w:cs="Arial"/>
          <w:b/>
          <w:sz w:val="20"/>
          <w:u w:val="single"/>
          <w:lang w:val="en-GB"/>
        </w:rPr>
        <w:t>better</w:t>
      </w:r>
      <w:r w:rsidRPr="00BA14BE">
        <w:rPr>
          <w:rFonts w:ascii="Arial" w:hAnsi="Arial" w:cs="Arial"/>
          <w:b/>
          <w:sz w:val="20"/>
          <w:lang w:val="en-GB"/>
        </w:rPr>
        <w:t xml:space="preserve"> as a result of the assistance? </w:t>
      </w:r>
      <w:r w:rsidRPr="00BA14BE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never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sometimes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="00492962" w:rsidRPr="00BA14BE">
        <w:rPr>
          <w:rFonts w:ascii="Arial" w:hAnsi="Arial" w:cs="Arial"/>
          <w:sz w:val="20"/>
          <w:lang w:val="en-GB"/>
        </w:rPr>
        <w:t>often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always</w:t>
      </w:r>
    </w:p>
    <w:p w:rsidR="009E105B" w:rsidRPr="00BA14BE" w:rsidRDefault="009E105B">
      <w:p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BA14BE" w:rsidRDefault="009E105B" w:rsidP="00A01629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  <w:lang w:val="en-US"/>
        </w:rPr>
      </w:pPr>
      <w:r w:rsidRPr="00BA14BE">
        <w:rPr>
          <w:rFonts w:ascii="Arial" w:hAnsi="Arial" w:cs="Arial"/>
          <w:b/>
          <w:sz w:val="20"/>
          <w:lang w:val="en-GB"/>
        </w:rPr>
        <w:t xml:space="preserve">As a result of the assistance, are you </w:t>
      </w:r>
      <w:r w:rsidRPr="00BA14BE">
        <w:rPr>
          <w:rFonts w:ascii="Arial" w:hAnsi="Arial" w:cs="Arial"/>
          <w:b/>
          <w:sz w:val="20"/>
          <w:u w:val="single"/>
          <w:lang w:val="en-GB"/>
        </w:rPr>
        <w:t>better able to deal with people and situations</w:t>
      </w:r>
      <w:r w:rsidRPr="00BA14BE">
        <w:rPr>
          <w:rFonts w:ascii="Arial" w:hAnsi="Arial" w:cs="Arial"/>
          <w:b/>
          <w:sz w:val="20"/>
          <w:lang w:val="en-GB"/>
        </w:rPr>
        <w:t xml:space="preserve"> that you previously had problems with? 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never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sometimes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="00492962" w:rsidRPr="00BA14BE">
        <w:rPr>
          <w:rFonts w:ascii="Arial" w:hAnsi="Arial" w:cs="Arial"/>
          <w:sz w:val="20"/>
          <w:lang w:val="en-GB"/>
        </w:rPr>
        <w:t>often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always</w:t>
      </w:r>
    </w:p>
    <w:p w:rsidR="009E105B" w:rsidRPr="00BA14BE" w:rsidRDefault="009E105B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9E105B" w:rsidRPr="00BA14BE" w:rsidRDefault="009E105B" w:rsidP="00A01629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b/>
          <w:sz w:val="20"/>
          <w:lang w:val="en-GB"/>
        </w:rPr>
        <w:t xml:space="preserve">As a result of the assistance, are you able to </w:t>
      </w:r>
      <w:r w:rsidRPr="00BA14BE">
        <w:rPr>
          <w:rFonts w:ascii="Arial" w:hAnsi="Arial" w:cs="Arial"/>
          <w:b/>
          <w:sz w:val="20"/>
          <w:u w:val="single"/>
          <w:lang w:val="en-GB"/>
        </w:rPr>
        <w:t>make better decisions</w:t>
      </w:r>
      <w:r w:rsidRPr="00BA14BE">
        <w:rPr>
          <w:rFonts w:ascii="Arial" w:hAnsi="Arial" w:cs="Arial"/>
          <w:b/>
          <w:sz w:val="20"/>
          <w:lang w:val="en-GB"/>
        </w:rPr>
        <w:t xml:space="preserve"> about your life?</w:t>
      </w:r>
      <w:r w:rsidRPr="00BA14BE">
        <w:rPr>
          <w:rFonts w:ascii="Arial" w:hAnsi="Arial" w:cs="Arial"/>
          <w:b/>
          <w:sz w:val="20"/>
          <w:lang w:val="en-US"/>
        </w:rPr>
        <w:t xml:space="preserve"> 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lastRenderedPageBreak/>
        <w:t xml:space="preserve"> </w:t>
      </w:r>
      <w:r w:rsidRPr="00BA14BE">
        <w:rPr>
          <w:rFonts w:ascii="Arial" w:hAnsi="Arial" w:cs="Arial"/>
          <w:sz w:val="20"/>
          <w:lang w:val="en-US"/>
        </w:rPr>
        <w:tab/>
        <w:t>never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  <w:t>sometimes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="00492962" w:rsidRPr="00BA14BE">
        <w:rPr>
          <w:rFonts w:ascii="Arial" w:hAnsi="Arial" w:cs="Arial"/>
          <w:sz w:val="20"/>
          <w:lang w:val="en-GB"/>
        </w:rPr>
        <w:t>often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always</w:t>
      </w:r>
    </w:p>
    <w:p w:rsidR="009E105B" w:rsidRPr="00BA14BE" w:rsidRDefault="009E105B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9E105B" w:rsidRPr="00BA14BE" w:rsidRDefault="009E105B" w:rsidP="00A01629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  <w:lang w:val="en-US"/>
        </w:rPr>
      </w:pPr>
      <w:r w:rsidRPr="00BA14BE">
        <w:rPr>
          <w:rFonts w:ascii="Arial" w:hAnsi="Arial" w:cs="Arial"/>
          <w:b/>
          <w:sz w:val="20"/>
          <w:lang w:val="en-GB"/>
        </w:rPr>
        <w:t xml:space="preserve">As a result of the assistance, do you have </w:t>
      </w:r>
      <w:r w:rsidRPr="00BA14BE">
        <w:rPr>
          <w:rFonts w:ascii="Arial" w:hAnsi="Arial" w:cs="Arial"/>
          <w:b/>
          <w:sz w:val="20"/>
          <w:u w:val="single"/>
          <w:lang w:val="en-GB"/>
        </w:rPr>
        <w:t>more hope</w:t>
      </w:r>
      <w:r w:rsidRPr="00BA14BE">
        <w:rPr>
          <w:rFonts w:ascii="Arial" w:hAnsi="Arial" w:cs="Arial"/>
          <w:b/>
          <w:sz w:val="20"/>
          <w:lang w:val="en-GB"/>
        </w:rPr>
        <w:t xml:space="preserve"> for the future? 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never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sometimes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="00492962" w:rsidRPr="00BA14BE">
        <w:rPr>
          <w:rFonts w:ascii="Arial" w:hAnsi="Arial" w:cs="Arial"/>
          <w:sz w:val="20"/>
          <w:lang w:val="en-GB"/>
        </w:rPr>
        <w:t>often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 xml:space="preserve"> </w:t>
      </w: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always</w:t>
      </w:r>
    </w:p>
    <w:p w:rsidR="009E105B" w:rsidRPr="00BA14BE" w:rsidRDefault="009E105B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9E105B" w:rsidRPr="00BA14BE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en-US"/>
        </w:rPr>
      </w:pPr>
      <w:r w:rsidRPr="00BA14BE">
        <w:rPr>
          <w:rFonts w:ascii="Arial" w:hAnsi="Arial" w:cs="Arial"/>
          <w:b/>
          <w:sz w:val="20"/>
          <w:lang w:val="en-GB"/>
        </w:rPr>
        <w:t xml:space="preserve">Do you receive </w:t>
      </w:r>
      <w:r w:rsidRPr="00BA14BE">
        <w:rPr>
          <w:rFonts w:ascii="Arial" w:hAnsi="Arial" w:cs="Arial"/>
          <w:b/>
          <w:sz w:val="20"/>
          <w:u w:val="single"/>
          <w:lang w:val="en-GB"/>
        </w:rPr>
        <w:t>assistance</w:t>
      </w:r>
      <w:r w:rsidRPr="00BA14BE">
        <w:rPr>
          <w:rFonts w:ascii="Arial" w:hAnsi="Arial" w:cs="Arial"/>
          <w:b/>
          <w:sz w:val="20"/>
          <w:lang w:val="en-GB"/>
        </w:rPr>
        <w:t xml:space="preserve"> from </w:t>
      </w:r>
      <w:r w:rsidRPr="00BA14BE">
        <w:rPr>
          <w:rFonts w:ascii="Arial" w:hAnsi="Arial" w:cs="Arial"/>
          <w:b/>
          <w:sz w:val="20"/>
          <w:u w:val="single"/>
          <w:lang w:val="en-GB"/>
        </w:rPr>
        <w:t>other agencies</w:t>
      </w:r>
      <w:r w:rsidRPr="00BA14BE">
        <w:rPr>
          <w:rFonts w:ascii="Arial" w:hAnsi="Arial" w:cs="Arial"/>
          <w:b/>
          <w:sz w:val="20"/>
          <w:lang w:val="en-GB"/>
        </w:rPr>
        <w:t xml:space="preserve">? </w:t>
      </w:r>
    </w:p>
    <w:p w:rsidR="009E105B" w:rsidRPr="00BA14BE" w:rsidRDefault="00BA14BE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</w:rPr>
      </w:pPr>
      <w:r w:rsidRPr="00BA14BE">
        <w:rPr>
          <w:rFonts w:ascii="Arial" w:hAnsi="Arial" w:cs="Arial"/>
          <w:sz w:val="20"/>
          <w:lang w:val="en-GB"/>
        </w:rPr>
        <w:t xml:space="preserve"> </w:t>
      </w:r>
      <w:r w:rsidR="009E105B" w:rsidRPr="00BA14BE">
        <w:rPr>
          <w:rFonts w:ascii="Arial" w:hAnsi="Arial" w:cs="Arial"/>
          <w:sz w:val="20"/>
          <w:lang w:val="en-GB"/>
        </w:rPr>
        <w:t>yes</w:t>
      </w:r>
    </w:p>
    <w:p w:rsidR="009E105B" w:rsidRPr="00BA14BE" w:rsidRDefault="009E105B" w:rsidP="00A01629">
      <w:pPr>
        <w:numPr>
          <w:ilvl w:val="0"/>
          <w:numId w:val="16"/>
        </w:numPr>
        <w:rPr>
          <w:rFonts w:ascii="Arial" w:hAnsi="Arial" w:cs="Arial"/>
          <w:b/>
          <w:sz w:val="20"/>
          <w:u w:val="single"/>
        </w:rPr>
      </w:pPr>
      <w:r w:rsidRPr="00BA14BE">
        <w:rPr>
          <w:rFonts w:ascii="Arial" w:hAnsi="Arial" w:cs="Arial"/>
          <w:sz w:val="20"/>
        </w:rPr>
        <w:tab/>
      </w:r>
      <w:r w:rsidRPr="00BA14BE">
        <w:rPr>
          <w:rFonts w:ascii="Arial" w:hAnsi="Arial" w:cs="Arial"/>
          <w:sz w:val="20"/>
          <w:lang w:val="en-GB"/>
        </w:rPr>
        <w:t>no</w:t>
      </w:r>
    </w:p>
    <w:p w:rsidR="009E105B" w:rsidRDefault="009E105B">
      <w:pPr>
        <w:ind w:left="709" w:hanging="425"/>
        <w:rPr>
          <w:rFonts w:ascii="Arial" w:hAnsi="Arial" w:cs="Arial"/>
          <w:b/>
          <w:sz w:val="20"/>
        </w:rPr>
      </w:pPr>
    </w:p>
    <w:p w:rsidR="009E105B" w:rsidRDefault="009E105B">
      <w:pPr>
        <w:ind w:left="709" w:hanging="425"/>
        <w:rPr>
          <w:rFonts w:ascii="Arial" w:hAnsi="Arial" w:cs="Arial"/>
          <w:b/>
          <w:sz w:val="20"/>
        </w:rPr>
      </w:pPr>
    </w:p>
    <w:p w:rsidR="00BA14BE" w:rsidRDefault="00BA14BE">
      <w:pPr>
        <w:ind w:left="709" w:hanging="425"/>
        <w:rPr>
          <w:rFonts w:ascii="Arial" w:hAnsi="Arial" w:cs="Arial"/>
          <w:b/>
          <w:sz w:val="20"/>
        </w:rPr>
      </w:pPr>
    </w:p>
    <w:p w:rsidR="00BA14BE" w:rsidRDefault="00BA14BE">
      <w:pPr>
        <w:ind w:left="709" w:hanging="425"/>
        <w:rPr>
          <w:rFonts w:ascii="Arial" w:hAnsi="Arial" w:cs="Arial"/>
          <w:b/>
          <w:sz w:val="20"/>
        </w:rPr>
      </w:pPr>
    </w:p>
    <w:p w:rsidR="00BA14BE" w:rsidRDefault="00BA14BE">
      <w:pPr>
        <w:ind w:left="709" w:hanging="425"/>
        <w:rPr>
          <w:rFonts w:ascii="Arial" w:hAnsi="Arial" w:cs="Arial"/>
          <w:b/>
          <w:sz w:val="20"/>
        </w:rPr>
      </w:pPr>
    </w:p>
    <w:p w:rsidR="00BA14BE" w:rsidRDefault="00BA14BE">
      <w:pPr>
        <w:ind w:left="709" w:hanging="425"/>
        <w:rPr>
          <w:rFonts w:ascii="Arial" w:hAnsi="Arial" w:cs="Arial"/>
          <w:b/>
          <w:sz w:val="20"/>
        </w:rPr>
      </w:pPr>
    </w:p>
    <w:p w:rsidR="00BA14BE" w:rsidRPr="00197685" w:rsidRDefault="00BA14BE">
      <w:pPr>
        <w:ind w:left="709" w:hanging="425"/>
        <w:rPr>
          <w:rFonts w:ascii="Arial" w:hAnsi="Arial" w:cs="Arial"/>
          <w:b/>
          <w:sz w:val="20"/>
        </w:rPr>
      </w:pPr>
    </w:p>
    <w:p w:rsidR="009E105B" w:rsidRPr="00BA14BE" w:rsidRDefault="009E105B" w:rsidP="00A01629">
      <w:pPr>
        <w:numPr>
          <w:ilvl w:val="0"/>
          <w:numId w:val="1"/>
        </w:numPr>
        <w:ind w:hanging="436"/>
        <w:rPr>
          <w:rFonts w:ascii="Arial" w:hAnsi="Arial" w:cs="Arial"/>
          <w:b/>
          <w:sz w:val="20"/>
          <w:u w:val="single"/>
          <w:lang w:val="en-US"/>
        </w:rPr>
      </w:pPr>
      <w:r w:rsidRPr="00197685">
        <w:rPr>
          <w:rFonts w:ascii="Arial" w:hAnsi="Arial" w:cs="Arial"/>
          <w:b/>
          <w:sz w:val="20"/>
          <w:u w:val="single"/>
          <w:lang w:val="en-GB"/>
        </w:rPr>
        <w:t>Overall opinion about this facility</w:t>
      </w:r>
    </w:p>
    <w:p w:rsidR="009E105B" w:rsidRPr="00BA14BE" w:rsidRDefault="009E105B">
      <w:pPr>
        <w:ind w:left="709" w:hanging="425"/>
        <w:rPr>
          <w:rFonts w:ascii="Arial" w:hAnsi="Arial" w:cs="Arial"/>
          <w:b/>
          <w:sz w:val="20"/>
          <w:lang w:val="en-US"/>
        </w:rPr>
      </w:pPr>
    </w:p>
    <w:p w:rsidR="009E105B" w:rsidRPr="00197685" w:rsidRDefault="009E105B">
      <w:pPr>
        <w:ind w:left="284"/>
        <w:rPr>
          <w:rFonts w:ascii="Arial" w:hAnsi="Arial" w:cs="Arial"/>
          <w:sz w:val="20"/>
        </w:rPr>
      </w:pPr>
      <w:r w:rsidRPr="00197685">
        <w:rPr>
          <w:rFonts w:ascii="Arial" w:hAnsi="Arial" w:cs="Arial"/>
          <w:sz w:val="20"/>
          <w:lang w:val="en-GB"/>
        </w:rPr>
        <w:t xml:space="preserve">The following question is about what you think about the </w:t>
      </w:r>
      <w:r w:rsidRPr="00197685">
        <w:rPr>
          <w:rFonts w:ascii="Arial" w:hAnsi="Arial" w:cs="Arial"/>
          <w:b/>
          <w:sz w:val="20"/>
          <w:lang w:val="en-GB"/>
        </w:rPr>
        <w:t>facility</w:t>
      </w:r>
      <w:r w:rsidRPr="00197685">
        <w:rPr>
          <w:rFonts w:ascii="Arial" w:hAnsi="Arial" w:cs="Arial"/>
          <w:sz w:val="20"/>
          <w:lang w:val="en-GB"/>
        </w:rPr>
        <w:t>.</w:t>
      </w:r>
      <w:r w:rsidRPr="00197685">
        <w:rPr>
          <w:rFonts w:ascii="Arial" w:hAnsi="Arial" w:cs="Arial"/>
          <w:sz w:val="20"/>
          <w:lang w:val="en-US"/>
        </w:rPr>
        <w:t xml:space="preserve"> </w:t>
      </w:r>
      <w:r w:rsidRPr="00197685">
        <w:rPr>
          <w:rFonts w:ascii="Arial" w:hAnsi="Arial" w:cs="Arial"/>
          <w:sz w:val="20"/>
          <w:lang w:val="en-GB"/>
        </w:rPr>
        <w:t xml:space="preserve">Think about the </w:t>
      </w:r>
      <w:r w:rsidRPr="00197685">
        <w:rPr>
          <w:rFonts w:ascii="Arial" w:hAnsi="Arial" w:cs="Arial"/>
          <w:b/>
          <w:sz w:val="20"/>
          <w:lang w:val="en-GB"/>
        </w:rPr>
        <w:t>last 6 months</w:t>
      </w:r>
      <w:r w:rsidRPr="00197685">
        <w:rPr>
          <w:rFonts w:ascii="Arial" w:hAnsi="Arial" w:cs="Arial"/>
          <w:sz w:val="20"/>
          <w:lang w:val="en-GB"/>
        </w:rPr>
        <w:t xml:space="preserve">. </w:t>
      </w:r>
      <w:r w:rsidRPr="00197685">
        <w:rPr>
          <w:rFonts w:ascii="Arial" w:hAnsi="Arial" w:cs="Arial"/>
          <w:b/>
          <w:sz w:val="20"/>
        </w:rPr>
        <w:t xml:space="preserve"> </w:t>
      </w:r>
    </w:p>
    <w:p w:rsidR="009E105B" w:rsidRPr="00197685" w:rsidRDefault="009E105B">
      <w:pPr>
        <w:ind w:left="709" w:hanging="425"/>
        <w:rPr>
          <w:rFonts w:ascii="Arial" w:hAnsi="Arial" w:cs="Arial"/>
          <w:b/>
          <w:sz w:val="20"/>
        </w:rPr>
      </w:pPr>
    </w:p>
    <w:p w:rsidR="009E105B" w:rsidRPr="00197685" w:rsidRDefault="009E105B" w:rsidP="00A01629">
      <w:pPr>
        <w:pStyle w:val="Plattetekst2"/>
        <w:numPr>
          <w:ilvl w:val="0"/>
          <w:numId w:val="3"/>
        </w:numPr>
        <w:shd w:val="clear" w:color="auto" w:fill="FFFFFF"/>
        <w:ind w:left="709" w:hanging="425"/>
        <w:rPr>
          <w:rFonts w:ascii="Arial" w:hAnsi="Arial" w:cs="Arial"/>
          <w:sz w:val="20"/>
          <w:szCs w:val="20"/>
          <w:lang w:val="en-US"/>
        </w:rPr>
      </w:pPr>
      <w:r w:rsidRPr="00197685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How do you </w:t>
      </w:r>
      <w:r w:rsidRPr="00197685">
        <w:rPr>
          <w:rFonts w:ascii="Arial" w:hAnsi="Arial" w:cs="Arial"/>
          <w:b/>
          <w:color w:val="auto"/>
          <w:sz w:val="20"/>
          <w:szCs w:val="20"/>
          <w:u w:val="single"/>
          <w:lang w:val="en-GB"/>
        </w:rPr>
        <w:t>rate this facility</w:t>
      </w:r>
      <w:r w:rsidRPr="00197685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? </w:t>
      </w:r>
      <w:r w:rsidRPr="00197685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</w:t>
      </w:r>
      <w:r w:rsidRPr="00197685">
        <w:rPr>
          <w:rFonts w:ascii="Arial" w:hAnsi="Arial" w:cs="Arial"/>
          <w:b/>
          <w:color w:val="auto"/>
          <w:sz w:val="20"/>
          <w:szCs w:val="20"/>
          <w:lang w:val="en-GB"/>
        </w:rPr>
        <w:t>A 0 means:</w:t>
      </w:r>
      <w:r w:rsidRPr="00197685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</w:t>
      </w:r>
      <w:r w:rsidRPr="00197685">
        <w:rPr>
          <w:rFonts w:ascii="Arial" w:hAnsi="Arial" w:cs="Arial"/>
          <w:b/>
          <w:color w:val="auto"/>
          <w:sz w:val="20"/>
          <w:szCs w:val="20"/>
          <w:lang w:val="en-GB"/>
        </w:rPr>
        <w:t>really poor.</w:t>
      </w:r>
      <w:r w:rsidRPr="00197685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</w:t>
      </w:r>
      <w:r w:rsidRPr="00197685">
        <w:rPr>
          <w:rFonts w:ascii="Arial" w:hAnsi="Arial" w:cs="Arial"/>
          <w:b/>
          <w:color w:val="auto"/>
          <w:sz w:val="20"/>
          <w:szCs w:val="20"/>
          <w:lang w:val="en-GB"/>
        </w:rPr>
        <w:t>A 10 means:</w:t>
      </w:r>
      <w:r w:rsidRPr="00197685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</w:t>
      </w:r>
      <w:r w:rsidRPr="00197685">
        <w:rPr>
          <w:rFonts w:ascii="Arial" w:hAnsi="Arial" w:cs="Arial"/>
          <w:b/>
          <w:color w:val="auto"/>
          <w:sz w:val="20"/>
          <w:szCs w:val="20"/>
          <w:lang w:val="en-GB"/>
        </w:rPr>
        <w:t>excellent.</w:t>
      </w:r>
    </w:p>
    <w:p w:rsidR="009E105B" w:rsidRPr="00BA14BE" w:rsidRDefault="009E105B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 w:rsidRPr="00BA14BE">
        <w:rPr>
          <w:rFonts w:ascii="Arial" w:hAnsi="Arial" w:cs="Arial"/>
          <w:i/>
          <w:sz w:val="20"/>
          <w:lang w:val="en-GB"/>
        </w:rPr>
        <w:t>0  really poor facility</w:t>
      </w:r>
    </w:p>
    <w:p w:rsidR="009E105B" w:rsidRDefault="009E105B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 w:rsidRPr="00BA14BE">
        <w:rPr>
          <w:rFonts w:ascii="Arial" w:hAnsi="Arial" w:cs="Arial"/>
          <w:i/>
          <w:sz w:val="20"/>
        </w:rPr>
        <w:t>1</w:t>
      </w:r>
    </w:p>
    <w:p w:rsidR="00BA14BE" w:rsidRDefault="00BA14BE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2</w:t>
      </w:r>
    </w:p>
    <w:p w:rsidR="00BA14BE" w:rsidRDefault="00BA14BE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3</w:t>
      </w:r>
    </w:p>
    <w:p w:rsidR="00BA14BE" w:rsidRDefault="00BA14BE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4</w:t>
      </w:r>
    </w:p>
    <w:p w:rsidR="00BA14BE" w:rsidRDefault="00BA14BE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5</w:t>
      </w:r>
    </w:p>
    <w:p w:rsidR="00BA14BE" w:rsidRDefault="00BA14BE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6</w:t>
      </w:r>
    </w:p>
    <w:p w:rsidR="00BA14BE" w:rsidRDefault="00BA14BE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7</w:t>
      </w:r>
    </w:p>
    <w:p w:rsidR="00BA14BE" w:rsidRDefault="00BA14BE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8</w:t>
      </w:r>
    </w:p>
    <w:p w:rsidR="00BA14BE" w:rsidRDefault="00BA14BE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9</w:t>
      </w:r>
    </w:p>
    <w:p w:rsidR="00BA14BE" w:rsidRDefault="00BA14BE" w:rsidP="00A01629">
      <w:pPr>
        <w:numPr>
          <w:ilvl w:val="0"/>
          <w:numId w:val="16"/>
        </w:numPr>
        <w:shd w:val="clear" w:color="auto" w:fill="FFFFFF"/>
        <w:tabs>
          <w:tab w:val="left" w:pos="360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10 excellent facility</w:t>
      </w:r>
    </w:p>
    <w:p w:rsidR="00197685" w:rsidRPr="00197685" w:rsidRDefault="00197685">
      <w:p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 w:cs="Arial"/>
          <w:i/>
          <w:sz w:val="20"/>
        </w:rPr>
      </w:pPr>
    </w:p>
    <w:p w:rsidR="009E105B" w:rsidRPr="00197685" w:rsidRDefault="009E105B" w:rsidP="00A0162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hanging="425"/>
        <w:rPr>
          <w:rFonts w:ascii="Arial" w:hAnsi="Arial" w:cs="Arial"/>
          <w:b/>
          <w:i/>
          <w:sz w:val="20"/>
          <w:u w:val="single"/>
        </w:rPr>
      </w:pPr>
      <w:r w:rsidRPr="00197685">
        <w:rPr>
          <w:rFonts w:ascii="Arial" w:hAnsi="Arial" w:cs="Arial"/>
          <w:b/>
          <w:sz w:val="20"/>
          <w:u w:val="single"/>
          <w:lang w:val="en-GB"/>
        </w:rPr>
        <w:t>Final questions</w:t>
      </w:r>
    </w:p>
    <w:p w:rsidR="009E105B" w:rsidRPr="00197685" w:rsidRDefault="009E105B">
      <w:p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 w:cs="Arial"/>
          <w:i/>
          <w:sz w:val="20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 xml:space="preserve">Has someone </w:t>
      </w:r>
      <w:r w:rsidRPr="00197685">
        <w:rPr>
          <w:rFonts w:ascii="Arial" w:hAnsi="Arial" w:cs="Arial"/>
          <w:b/>
          <w:sz w:val="20"/>
          <w:u w:val="single"/>
          <w:lang w:val="en-GB"/>
        </w:rPr>
        <w:t>helped</w:t>
      </w:r>
      <w:r w:rsidRPr="00197685">
        <w:rPr>
          <w:rFonts w:ascii="Arial" w:hAnsi="Arial" w:cs="Arial"/>
          <w:b/>
          <w:sz w:val="20"/>
          <w:lang w:val="en-GB"/>
        </w:rPr>
        <w:t xml:space="preserve"> you to fill in this questionnaire? </w:t>
      </w:r>
    </w:p>
    <w:p w:rsidR="009E105B" w:rsidRPr="00197685" w:rsidRDefault="009E105B">
      <w:pPr>
        <w:pStyle w:val="Plattetekst"/>
        <w:spacing w:after="0"/>
        <w:ind w:left="709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b/>
          <w:sz w:val="20"/>
          <w:lang w:val="en-GB"/>
        </w:rPr>
        <w:t>You may tick more than one box.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b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 xml:space="preserve">No </w:t>
      </w:r>
      <w:r w:rsidRPr="00BA14BE">
        <w:rPr>
          <w:rFonts w:ascii="Arial" w:hAnsi="Arial" w:cs="Arial"/>
          <w:sz w:val="20"/>
          <w:lang w:val="en-GB"/>
        </w:rPr>
        <w:sym w:font="Wingdings" w:char="F0E0"/>
      </w:r>
      <w:r w:rsidRPr="00BA14BE">
        <w:rPr>
          <w:rFonts w:ascii="Arial" w:hAnsi="Arial" w:cs="Arial"/>
          <w:sz w:val="20"/>
          <w:lang w:val="en-GB"/>
        </w:rPr>
        <w:t xml:space="preserve"> </w:t>
      </w:r>
      <w:r w:rsidRPr="00BA14BE">
        <w:rPr>
          <w:rFonts w:ascii="Arial" w:hAnsi="Arial" w:cs="Arial"/>
          <w:b/>
          <w:sz w:val="20"/>
          <w:lang w:val="en-GB"/>
        </w:rPr>
        <w:t>go to question 51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Yes, a researcher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Yes, an employee from the facility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ab/>
        <w:t>Yes, an interpreter</w:t>
      </w:r>
      <w:r w:rsidRPr="00BA14BE">
        <w:rPr>
          <w:rFonts w:ascii="Arial" w:hAnsi="Arial" w:cs="Arial"/>
          <w:sz w:val="20"/>
          <w:lang w:val="en-US"/>
        </w:rPr>
        <w:tab/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Yes, someone else, i.e.:</w:t>
      </w:r>
      <w:r w:rsidRPr="00BA14BE">
        <w:rPr>
          <w:rFonts w:ascii="Arial" w:hAnsi="Arial" w:cs="Arial"/>
          <w:sz w:val="20"/>
          <w:lang w:val="en-GB"/>
        </w:rPr>
        <w:fldChar w:fldCharType="begin"/>
      </w:r>
      <w:r w:rsidRPr="00BA14BE">
        <w:rPr>
          <w:rFonts w:ascii="Arial" w:hAnsi="Arial" w:cs="Arial"/>
          <w:sz w:val="20"/>
          <w:lang w:val="en-GB"/>
        </w:rPr>
        <w:instrText>FORMTEXT</w:instrText>
      </w:r>
      <w:r w:rsidRPr="00BA14BE">
        <w:rPr>
          <w:rFonts w:ascii="Arial" w:hAnsi="Arial" w:cs="Arial"/>
          <w:sz w:val="20"/>
          <w:lang w:val="en-GB"/>
        </w:rPr>
        <w:fldChar w:fldCharType="end"/>
      </w:r>
    </w:p>
    <w:p w:rsidR="009E105B" w:rsidRPr="00197685" w:rsidRDefault="00A01629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39370</wp:posOffset>
                </wp:positionV>
                <wp:extent cx="2281555" cy="259080"/>
                <wp:effectExtent l="5715" t="5715" r="8255" b="11430"/>
                <wp:wrapNone/>
                <wp:docPr id="1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155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6" type="#_x0000_t202" style="position:absolute;left:0;text-align:left;margin-left:35.35pt;margin-top:3.1pt;width:179.65pt;height:20.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105B" w:rsidRPr="00197685" w:rsidRDefault="009E105B">
      <w:pPr>
        <w:pStyle w:val="Plattetekst"/>
        <w:spacing w:after="0"/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pStyle w:val="Plattetekst"/>
        <w:spacing w:after="0"/>
        <w:ind w:left="709" w:hanging="1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(please write in block letters)</w:t>
      </w:r>
    </w:p>
    <w:p w:rsidR="009E105B" w:rsidRPr="00197685" w:rsidRDefault="009E105B">
      <w:pPr>
        <w:pStyle w:val="Plattetekst"/>
        <w:spacing w:after="0"/>
        <w:ind w:left="709" w:hanging="1"/>
        <w:rPr>
          <w:rFonts w:ascii="Arial" w:hAnsi="Arial" w:cs="Arial"/>
          <w:sz w:val="20"/>
          <w:lang w:val="en-US"/>
        </w:rPr>
      </w:pPr>
    </w:p>
    <w:p w:rsidR="009E105B" w:rsidRPr="00197685" w:rsidRDefault="009E105B" w:rsidP="00A01629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b/>
          <w:sz w:val="20"/>
          <w:u w:val="single"/>
          <w:lang w:val="en-GB"/>
        </w:rPr>
        <w:t>How</w:t>
      </w:r>
      <w:r w:rsidRPr="00197685">
        <w:rPr>
          <w:rFonts w:ascii="Arial" w:hAnsi="Arial" w:cs="Arial"/>
          <w:b/>
          <w:sz w:val="20"/>
          <w:lang w:val="en-GB"/>
        </w:rPr>
        <w:t xml:space="preserve"> has this person </w:t>
      </w:r>
      <w:r w:rsidRPr="00197685">
        <w:rPr>
          <w:rFonts w:ascii="Arial" w:hAnsi="Arial" w:cs="Arial"/>
          <w:b/>
          <w:sz w:val="20"/>
          <w:u w:val="single"/>
          <w:lang w:val="en-GB"/>
        </w:rPr>
        <w:t>assisted</w:t>
      </w:r>
      <w:r w:rsidRPr="00197685">
        <w:rPr>
          <w:rFonts w:ascii="Arial" w:hAnsi="Arial" w:cs="Arial"/>
          <w:b/>
          <w:sz w:val="20"/>
          <w:lang w:val="en-GB"/>
        </w:rPr>
        <w:t xml:space="preserve"> you? </w:t>
      </w:r>
      <w:r w:rsidRPr="00197685">
        <w:rPr>
          <w:rFonts w:ascii="Arial" w:hAnsi="Arial" w:cs="Arial"/>
          <w:b/>
          <w:sz w:val="20"/>
          <w:lang w:val="en-US"/>
        </w:rPr>
        <w:t xml:space="preserve"> </w:t>
      </w:r>
      <w:r w:rsidRPr="00197685">
        <w:rPr>
          <w:rFonts w:ascii="Arial" w:hAnsi="Arial" w:cs="Arial"/>
          <w:b/>
          <w:sz w:val="20"/>
          <w:lang w:val="en-GB"/>
        </w:rPr>
        <w:t>You may tick more than one box.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Read the questions out loud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Wrote down my answers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Answered the questions for me</w:t>
      </w:r>
    </w:p>
    <w:p w:rsidR="009E105B" w:rsidRPr="00BA14BE" w:rsidRDefault="009E105B" w:rsidP="00A01629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sz w:val="20"/>
          <w:lang w:val="en-US"/>
        </w:rPr>
      </w:pPr>
      <w:r w:rsidRPr="00BA14BE">
        <w:rPr>
          <w:rFonts w:ascii="Arial" w:hAnsi="Arial" w:cs="Arial"/>
          <w:sz w:val="20"/>
          <w:lang w:val="en-US"/>
        </w:rPr>
        <w:tab/>
      </w:r>
      <w:r w:rsidRPr="00BA14BE">
        <w:rPr>
          <w:rFonts w:ascii="Arial" w:hAnsi="Arial" w:cs="Arial"/>
          <w:sz w:val="20"/>
          <w:lang w:val="en-GB"/>
        </w:rPr>
        <w:t>Translated the questions into my language</w:t>
      </w:r>
    </w:p>
    <w:p w:rsidR="009E105B" w:rsidRPr="00BA14BE" w:rsidRDefault="009E105B" w:rsidP="00A01629">
      <w:pPr>
        <w:pStyle w:val="Default"/>
        <w:numPr>
          <w:ilvl w:val="0"/>
          <w:numId w:val="16"/>
        </w:numPr>
        <w:rPr>
          <w:rFonts w:ascii="Arial" w:hAnsi="Arial" w:cs="Arial"/>
          <w:sz w:val="20"/>
          <w:szCs w:val="20"/>
          <w:lang w:val="en-US"/>
        </w:rPr>
      </w:pPr>
      <w:r w:rsidRPr="00BA14BE">
        <w:rPr>
          <w:rFonts w:ascii="Arial" w:hAnsi="Arial" w:cs="Arial"/>
          <w:sz w:val="20"/>
          <w:szCs w:val="20"/>
          <w:lang w:val="en-US"/>
        </w:rPr>
        <w:tab/>
      </w:r>
      <w:r w:rsidRPr="00BA14BE">
        <w:rPr>
          <w:rFonts w:ascii="Arial" w:hAnsi="Arial" w:cs="Arial"/>
          <w:color w:val="auto"/>
          <w:sz w:val="20"/>
          <w:szCs w:val="20"/>
          <w:lang w:val="en-GB"/>
        </w:rPr>
        <w:t>Has helped in another way, i.e.:</w:t>
      </w:r>
      <w:r w:rsidRPr="00BA14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</w:p>
    <w:p w:rsidR="009E105B" w:rsidRPr="00197685" w:rsidRDefault="00A01629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  <w:lang w:val="en-US"/>
        </w:rPr>
      </w:pPr>
      <w:r w:rsidRPr="00197685">
        <w:rPr>
          <w:rFonts w:ascii="Arial" w:hAnsi="Arial" w:cs="Arial"/>
          <w:noProof/>
          <w:snapToGrid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33655</wp:posOffset>
                </wp:positionV>
                <wp:extent cx="2246630" cy="520065"/>
                <wp:effectExtent l="10795" t="12700" r="9525" b="10160"/>
                <wp:wrapNone/>
                <wp:docPr id="1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6630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7" type="#_x0000_t202" style="position:absolute;left:0;text-align:left;margin-left:33.5pt;margin-top:2.65pt;width:176.9pt;height:40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105B" w:rsidRPr="00197685" w:rsidRDefault="009E105B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</w:p>
    <w:p w:rsidR="009E105B" w:rsidRPr="00197685" w:rsidRDefault="009E105B">
      <w:pPr>
        <w:pStyle w:val="Plattetekst"/>
        <w:spacing w:after="0"/>
        <w:ind w:left="709" w:hanging="1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pStyle w:val="Plattetekst"/>
        <w:spacing w:after="0"/>
        <w:ind w:left="709" w:hanging="1"/>
        <w:rPr>
          <w:rFonts w:ascii="Arial" w:hAnsi="Arial" w:cs="Arial"/>
          <w:sz w:val="20"/>
          <w:lang w:val="en-US"/>
        </w:rPr>
      </w:pPr>
    </w:p>
    <w:p w:rsidR="00197685" w:rsidRPr="00197685" w:rsidRDefault="00197685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9E105B" w:rsidRPr="00197685" w:rsidRDefault="009E105B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9E105B" w:rsidRPr="00197685" w:rsidRDefault="009E105B" w:rsidP="00A01629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197685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How can the </w:t>
      </w:r>
      <w:r w:rsidRPr="00197685">
        <w:rPr>
          <w:rFonts w:ascii="Arial" w:hAnsi="Arial" w:cs="Arial"/>
          <w:b/>
          <w:color w:val="auto"/>
          <w:sz w:val="20"/>
          <w:szCs w:val="20"/>
          <w:u w:val="single"/>
          <w:lang w:val="en-US"/>
        </w:rPr>
        <w:t>shelter and assistance by the facility be improved</w:t>
      </w:r>
      <w:r w:rsidRPr="00197685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?  </w:t>
      </w:r>
    </w:p>
    <w:p w:rsidR="009E105B" w:rsidRPr="00197685" w:rsidRDefault="00A01629">
      <w:pPr>
        <w:pStyle w:val="Default"/>
        <w:ind w:left="502"/>
        <w:rPr>
          <w:rFonts w:ascii="Arial" w:hAnsi="Arial" w:cs="Arial"/>
          <w:sz w:val="20"/>
          <w:szCs w:val="20"/>
          <w:lang w:val="en-US"/>
        </w:rPr>
      </w:pPr>
      <w:r w:rsidRPr="00197685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inline distT="0" distB="0" distL="0" distR="0">
                <wp:extent cx="2406650" cy="3025775"/>
                <wp:effectExtent l="8890" t="7620" r="13335" b="5080"/>
                <wp:docPr id="1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02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3" o:spid="_x0000_s1048" type="#_x0000_t202" style="width:189.5pt;height:2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9E105B" w:rsidRPr="00197685">
        <w:rPr>
          <w:rFonts w:ascii="Arial" w:hAnsi="Arial" w:cs="Arial"/>
          <w:sz w:val="20"/>
          <w:szCs w:val="20"/>
          <w:lang w:val="en-GB"/>
        </w:rPr>
        <w:t>(please write in block letters)</w:t>
      </w:r>
    </w:p>
    <w:p w:rsidR="009E105B" w:rsidRPr="00197685" w:rsidRDefault="009E105B">
      <w:pPr>
        <w:pStyle w:val="Default"/>
        <w:ind w:left="142"/>
        <w:rPr>
          <w:rFonts w:ascii="Arial" w:hAnsi="Arial" w:cs="Arial"/>
          <w:color w:val="auto"/>
          <w:sz w:val="20"/>
          <w:szCs w:val="20"/>
          <w:lang w:val="en-US"/>
        </w:rPr>
      </w:pPr>
    </w:p>
    <w:p w:rsidR="009E105B" w:rsidRPr="00197685" w:rsidRDefault="009E105B" w:rsidP="00A01629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197685">
        <w:rPr>
          <w:rFonts w:ascii="Arial" w:hAnsi="Arial" w:cs="Arial"/>
          <w:b/>
          <w:sz w:val="20"/>
          <w:szCs w:val="20"/>
          <w:u w:val="single"/>
          <w:lang w:val="en-GB"/>
        </w:rPr>
        <w:t>When</w:t>
      </w:r>
      <w:r w:rsidRPr="00197685">
        <w:rPr>
          <w:rFonts w:ascii="Arial" w:hAnsi="Arial" w:cs="Arial"/>
          <w:b/>
          <w:sz w:val="20"/>
          <w:szCs w:val="20"/>
          <w:lang w:val="en-GB"/>
        </w:rPr>
        <w:t xml:space="preserve"> did you </w:t>
      </w:r>
      <w:r w:rsidRPr="00197685">
        <w:rPr>
          <w:rFonts w:ascii="Arial" w:hAnsi="Arial" w:cs="Arial"/>
          <w:b/>
          <w:sz w:val="20"/>
          <w:szCs w:val="20"/>
          <w:u w:val="single"/>
          <w:lang w:val="en-GB"/>
        </w:rPr>
        <w:t>fill in</w:t>
      </w:r>
      <w:r w:rsidRPr="00197685">
        <w:rPr>
          <w:rFonts w:ascii="Arial" w:hAnsi="Arial" w:cs="Arial"/>
          <w:b/>
          <w:sz w:val="20"/>
          <w:szCs w:val="20"/>
          <w:lang w:val="en-GB"/>
        </w:rPr>
        <w:t xml:space="preserve"> the questionnaire? </w:t>
      </w:r>
      <w:r w:rsidRPr="00197685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A01629">
      <w:pPr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8890" r="10160" b="7620"/>
                <wp:wrapNone/>
                <wp:docPr id="1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9" type="#_x0000_t202" style="position:absolute;left:0;text-align:left;margin-left:143.05pt;margin-top:3.1pt;width:17.8pt;height:16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AG0Ba9LQIAAFkEAAAOAAAAAAAAAAAAAAAAAC4CAABk&#10;cnMvZTJvRG9jLnhtbFBLAQItABQABgAIAAAAIQAIUAxF3wAAAAgBAAAPAAAAAAAAAAAAAAAAAIc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8890" r="7620" b="7620"/>
                <wp:wrapNone/>
                <wp:docPr id="1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50" type="#_x0000_t202" style="position:absolute;left:0;text-align:left;margin-left:125.25pt;margin-top:3.1pt;width:17.8pt;height:16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CvPkM5LQIAAFkEAAAOAAAAAAAAAAAAAAAAAC4CAABk&#10;cnMvZTJvRG9jLnhtbFBLAQItABQABgAIAAAAIQCH9JrO3wAAAAgBAAAPAAAAAAAAAAAAAAAAAIc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8890" r="5080" b="7620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51" type="#_x0000_t202" style="position:absolute;left:0;text-align:left;margin-left:107.45pt;margin-top:3.1pt;width:17.8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8890" r="12065" b="7620"/>
                <wp:wrapNone/>
                <wp:docPr id="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52" type="#_x0000_t202" style="position:absolute;left:0;text-align:left;margin-left:89.65pt;margin-top:3.1pt;width:17.8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OcOLA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8890" r="12065" b="7620"/>
                <wp:wrapNone/>
                <wp:docPr id="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53" type="#_x0000_t202" style="position:absolute;left:0;text-align:left;margin-left:53.65pt;margin-top:3.1pt;width:17.8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RZVLA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8890" r="9525" b="7620"/>
                <wp:wrapNone/>
                <wp:docPr id="7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54" type="#_x0000_t202" style="position:absolute;left:0;text-align:left;margin-left:35.85pt;margin-top:3.1pt;width:17.8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hKLQ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">
                <v:textbox>
                  <w:txbxContent>
                    <w:p w:rsidR="00BE3AF8" w:rsidRDefault="00BE3AF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05B" w:rsidRPr="00197685">
        <w:rPr>
          <w:rFonts w:ascii="Arial" w:hAnsi="Arial" w:cs="Arial"/>
          <w:sz w:val="20"/>
          <w:lang w:val="en-US"/>
        </w:rPr>
        <w:t xml:space="preserve">                 -   </w:t>
      </w:r>
      <w:r w:rsidR="009E105B" w:rsidRPr="00197685">
        <w:rPr>
          <w:rFonts w:ascii="Arial" w:hAnsi="Arial" w:cs="Arial"/>
          <w:b/>
          <w:sz w:val="20"/>
          <w:lang w:val="en-US"/>
        </w:rPr>
        <w:t xml:space="preserve">   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ab/>
      </w:r>
    </w:p>
    <w:p w:rsidR="009E105B" w:rsidRPr="00197685" w:rsidRDefault="009E105B">
      <w:pPr>
        <w:ind w:left="709" w:hanging="1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Month</w:t>
      </w:r>
      <w:r w:rsidRPr="00197685">
        <w:rPr>
          <w:rFonts w:ascii="Arial" w:hAnsi="Arial" w:cs="Arial"/>
          <w:sz w:val="20"/>
          <w:lang w:val="en-US"/>
        </w:rPr>
        <w:tab/>
        <w:t xml:space="preserve">         </w:t>
      </w:r>
      <w:r w:rsidRPr="00197685">
        <w:rPr>
          <w:rFonts w:ascii="Arial" w:hAnsi="Arial" w:cs="Arial"/>
          <w:sz w:val="20"/>
          <w:lang w:val="en-GB"/>
        </w:rPr>
        <w:t>Year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ind w:left="709" w:hanging="1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For example:</w:t>
      </w:r>
      <w:r w:rsidRPr="00197685">
        <w:rPr>
          <w:rFonts w:ascii="Arial" w:hAnsi="Arial" w:cs="Arial"/>
          <w:sz w:val="20"/>
          <w:lang w:val="en-US"/>
        </w:rPr>
        <w:t xml:space="preserve">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A01629">
      <w:pPr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8890" r="10160" b="7620"/>
                <wp:wrapNone/>
                <wp:docPr id="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55" type="#_x0000_t202" style="position:absolute;left:0;text-align:left;margin-left:143.05pt;margin-top:3.1pt;width:17.8pt;height:16.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DyW8MxLQIAAFgEAAAOAAAAAAAAAAAAAAAAAC4CAABk&#10;cnMvZTJvRG9jLnhtbFBLAQItABQABgAIAAAAIQAIUAxF3wAAAAgBAAAPAAAAAAAAAAAAAAAAAIc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8890" r="7620" b="7620"/>
                <wp:wrapNone/>
                <wp:docPr id="5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56" type="#_x0000_t202" style="position:absolute;left:0;text-align:left;margin-left:125.25pt;margin-top:3.1pt;width:17.8pt;height:16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8890" r="5080" b="7620"/>
                <wp:wrapNone/>
                <wp:docPr id="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57" type="#_x0000_t202" style="position:absolute;left:0;text-align:left;margin-left:107.45pt;margin-top:3.1pt;width:17.8pt;height:16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8890" r="12065" b="7620"/>
                <wp:wrapNone/>
                <wp:docPr id="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58" type="#_x0000_t202" style="position:absolute;left:0;text-align:left;margin-left:89.65pt;margin-top:3.1pt;width:17.8pt;height:16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+2yLQIAAFgEAAAOAAAAZHJzL2Uyb0RvYy54bWysVNtu2zAMfR+wfxD0vthxk6w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O+j7bItAgAAWAQAAA4AAAAAAAAAAAAAAAAALgIAAGRy&#10;cy9lMm9Eb2MueG1sUEsBAi0AFAAGAAgAAAAhALXzrjfeAAAACAEAAA8AAAAAAAAAAAAAAAAAhw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8890" r="12065" b="762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59" type="#_x0000_t202" style="position:absolute;left:0;text-align:left;margin-left:53.65pt;margin-top:3.1pt;width:17.8pt;height:16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6TfLgIAAFgEAAAOAAAAZHJzL2Uyb0RvYy54bWysVNtu2zAMfR+wfxD0vthxk6w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9768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8890" r="9525" b="7620"/>
                <wp:wrapNone/>
                <wp:docPr id="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AF8" w:rsidRDefault="00BE3AF8">
                            <w:pPr>
                              <w:rPr>
                                <w:rFonts w:ascii="Arial" w:hAnsi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60" type="#_x0000_t202" style="position:absolute;left:0;text-align:left;margin-left:35.85pt;margin-top:3.1pt;width:17.8pt;height:16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">
                <v:textbox>
                  <w:txbxContent>
                    <w:p w:rsidR="00BE3AF8" w:rsidRDefault="00BE3AF8">
                      <w:pPr>
                        <w:rPr>
                          <w:rFonts w:ascii="Arial" w:hAnsi="Arial"/>
                          <w:szCs w:val="24"/>
                        </w:rPr>
                      </w:pPr>
                      <w:r>
                        <w:rPr>
                          <w:rFonts w:ascii="Arial" w:hAnsi="Arial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E105B" w:rsidRPr="00197685">
        <w:rPr>
          <w:rFonts w:ascii="Arial" w:hAnsi="Arial" w:cs="Arial"/>
          <w:sz w:val="20"/>
          <w:lang w:val="en-US"/>
        </w:rPr>
        <w:t xml:space="preserve">                 -   </w:t>
      </w:r>
      <w:r w:rsidR="009E105B" w:rsidRPr="00197685">
        <w:rPr>
          <w:rFonts w:ascii="Arial" w:hAnsi="Arial" w:cs="Arial"/>
          <w:b/>
          <w:sz w:val="20"/>
          <w:lang w:val="en-US"/>
        </w:rPr>
        <w:t xml:space="preserve">   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ab/>
      </w:r>
    </w:p>
    <w:p w:rsidR="009E105B" w:rsidRPr="00197685" w:rsidRDefault="009E105B">
      <w:pPr>
        <w:ind w:left="709" w:hanging="1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GB"/>
        </w:rPr>
        <w:t>Month</w:t>
      </w:r>
      <w:r w:rsidRPr="00197685">
        <w:rPr>
          <w:rFonts w:ascii="Arial" w:hAnsi="Arial" w:cs="Arial"/>
          <w:sz w:val="20"/>
          <w:lang w:val="en-US"/>
        </w:rPr>
        <w:tab/>
        <w:t xml:space="preserve">         </w:t>
      </w:r>
      <w:r w:rsidRPr="00197685">
        <w:rPr>
          <w:rFonts w:ascii="Arial" w:hAnsi="Arial" w:cs="Arial"/>
          <w:sz w:val="20"/>
          <w:lang w:val="en-GB"/>
        </w:rPr>
        <w:t>Year</w:t>
      </w:r>
    </w:p>
    <w:p w:rsidR="009E105B" w:rsidRPr="00197685" w:rsidRDefault="009E105B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lastRenderedPageBreak/>
        <w:t xml:space="preserve">  </w:t>
      </w:r>
    </w:p>
    <w:p w:rsidR="009E105B" w:rsidRPr="00197685" w:rsidRDefault="009E105B">
      <w:pPr>
        <w:ind w:left="709" w:hanging="425"/>
        <w:rPr>
          <w:rFonts w:ascii="Arial" w:hAnsi="Arial" w:cs="Arial"/>
          <w:b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                   </w:t>
      </w:r>
      <w:r w:rsidRPr="00197685">
        <w:rPr>
          <w:rFonts w:ascii="Arial" w:hAnsi="Arial" w:cs="Arial"/>
          <w:b/>
          <w:sz w:val="20"/>
          <w:lang w:val="en-US"/>
        </w:rPr>
        <w:t xml:space="preserve">        </w:t>
      </w: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</w:p>
    <w:p w:rsidR="009E105B" w:rsidRPr="00197685" w:rsidRDefault="009E105B">
      <w:pPr>
        <w:ind w:left="709" w:hanging="425"/>
        <w:rPr>
          <w:rFonts w:ascii="Arial" w:hAnsi="Arial" w:cs="Arial"/>
          <w:sz w:val="20"/>
          <w:lang w:val="en-US"/>
        </w:rPr>
      </w:pPr>
      <w:r w:rsidRPr="00197685">
        <w:rPr>
          <w:rFonts w:ascii="Arial" w:hAnsi="Arial" w:cs="Arial"/>
          <w:sz w:val="20"/>
          <w:lang w:val="en-US"/>
        </w:rPr>
        <w:t xml:space="preserve">    </w:t>
      </w:r>
    </w:p>
    <w:p w:rsidR="009E105B" w:rsidRPr="00753371" w:rsidRDefault="009E105B">
      <w:pPr>
        <w:ind w:left="709" w:hanging="425"/>
        <w:rPr>
          <w:rFonts w:ascii="Arial" w:hAnsi="Arial"/>
          <w:b/>
          <w:sz w:val="20"/>
          <w:szCs w:val="24"/>
          <w:lang w:val="en-US"/>
        </w:rPr>
        <w:sectPr w:rsidR="009E105B" w:rsidRPr="0075337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197685">
        <w:rPr>
          <w:rFonts w:ascii="Arial" w:hAnsi="Arial" w:cs="Arial"/>
          <w:sz w:val="20"/>
          <w:lang w:val="en-US"/>
        </w:rPr>
        <w:t xml:space="preserve">             </w:t>
      </w:r>
      <w:r w:rsidRPr="00197685">
        <w:rPr>
          <w:rFonts w:ascii="Arial" w:hAnsi="Arial" w:cs="Arial"/>
          <w:b/>
          <w:sz w:val="20"/>
          <w:lang w:val="en-US"/>
        </w:rPr>
        <w:t xml:space="preserve">      </w:t>
      </w:r>
    </w:p>
    <w:p w:rsidR="009E105B" w:rsidRPr="00753371" w:rsidRDefault="00BA14BE" w:rsidP="00BA14BE">
      <w:pPr>
        <w:pStyle w:val="Default"/>
        <w:rPr>
          <w:rFonts w:ascii="Arial" w:hAnsi="Arial"/>
          <w:b/>
          <w:u w:val="single"/>
          <w:lang w:val="en-US"/>
        </w:rPr>
      </w:pPr>
      <w:r w:rsidRPr="00BA14BE">
        <w:rPr>
          <w:rFonts w:ascii="Arial" w:hAnsi="Arial"/>
          <w:sz w:val="20"/>
          <w:szCs w:val="20"/>
          <w:lang w:val="en-US"/>
        </w:rPr>
        <w:t>(please write in block letter)</w:t>
      </w:r>
      <w:r>
        <w:rPr>
          <w:rFonts w:ascii="Arial" w:hAnsi="Arial"/>
          <w:b/>
          <w:u w:val="single"/>
          <w:lang w:val="en-GB"/>
        </w:rPr>
        <w:br w:type="page"/>
      </w:r>
      <w:r w:rsidR="009E105B">
        <w:rPr>
          <w:rFonts w:ascii="Arial" w:hAnsi="Arial"/>
          <w:b/>
          <w:u w:val="single"/>
          <w:lang w:val="en-GB"/>
        </w:rPr>
        <w:lastRenderedPageBreak/>
        <w:t xml:space="preserve">What should you do with the completed questionnaire? </w:t>
      </w:r>
    </w:p>
    <w:p w:rsidR="009E105B" w:rsidRPr="00753371" w:rsidRDefault="009E105B" w:rsidP="00A01629">
      <w:pPr>
        <w:numPr>
          <w:ilvl w:val="0"/>
          <w:numId w:val="2"/>
        </w:numPr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 xml:space="preserve">Is the researcher present? In that case, give the questionnaire back to the researcher. </w:t>
      </w:r>
    </w:p>
    <w:p w:rsidR="009E105B" w:rsidRPr="00753371" w:rsidRDefault="009E105B">
      <w:pPr>
        <w:ind w:left="720"/>
        <w:rPr>
          <w:rFonts w:ascii="Arial" w:hAnsi="Arial"/>
          <w:szCs w:val="24"/>
          <w:lang w:val="en-US"/>
        </w:rPr>
      </w:pPr>
    </w:p>
    <w:p w:rsidR="009E105B" w:rsidRDefault="009E105B" w:rsidP="00A01629">
      <w:pPr>
        <w:numPr>
          <w:ilvl w:val="0"/>
          <w:numId w:val="2"/>
        </w:numPr>
        <w:rPr>
          <w:rFonts w:ascii="Arial" w:hAnsi="Arial"/>
          <w:szCs w:val="24"/>
        </w:rPr>
      </w:pPr>
      <w:r>
        <w:rPr>
          <w:rFonts w:ascii="Arial" w:hAnsi="Arial"/>
          <w:szCs w:val="24"/>
          <w:lang w:val="en-GB"/>
        </w:rPr>
        <w:t xml:space="preserve">Is the </w:t>
      </w:r>
      <w:r>
        <w:rPr>
          <w:rFonts w:ascii="Arial" w:hAnsi="Arial"/>
          <w:szCs w:val="24"/>
          <w:u w:val="single"/>
          <w:lang w:val="en-GB"/>
        </w:rPr>
        <w:t>researcher not present</w:t>
      </w:r>
      <w:r>
        <w:rPr>
          <w:rFonts w:ascii="Arial" w:hAnsi="Arial"/>
          <w:szCs w:val="24"/>
          <w:lang w:val="en-GB"/>
        </w:rPr>
        <w:t xml:space="preserve">? </w:t>
      </w:r>
      <w:r w:rsidRPr="00753371">
        <w:rPr>
          <w:rFonts w:ascii="Arial" w:hAnsi="Arial"/>
          <w:szCs w:val="24"/>
          <w:lang w:val="en-US"/>
        </w:rPr>
        <w:t xml:space="preserve"> </w:t>
      </w:r>
      <w:r>
        <w:rPr>
          <w:rFonts w:ascii="Arial" w:hAnsi="Arial"/>
          <w:szCs w:val="24"/>
          <w:lang w:val="en-GB"/>
        </w:rPr>
        <w:t>Do this:</w:t>
      </w:r>
    </w:p>
    <w:p w:rsidR="009E105B" w:rsidRPr="00753371" w:rsidRDefault="00197685" w:rsidP="00A01629">
      <w:pPr>
        <w:numPr>
          <w:ilvl w:val="1"/>
          <w:numId w:val="2"/>
        </w:numPr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 xml:space="preserve">Ask </w:t>
      </w:r>
      <w:r w:rsidR="00BA14BE">
        <w:rPr>
          <w:rFonts w:ascii="Arial" w:hAnsi="Arial"/>
          <w:szCs w:val="24"/>
          <w:lang w:val="en-GB"/>
        </w:rPr>
        <w:t xml:space="preserve">your counsellor </w:t>
      </w:r>
      <w:r w:rsidR="009E105B">
        <w:rPr>
          <w:rFonts w:ascii="Arial" w:hAnsi="Arial"/>
          <w:szCs w:val="24"/>
          <w:lang w:val="en-GB"/>
        </w:rPr>
        <w:t>for a reply envelope.</w:t>
      </w:r>
    </w:p>
    <w:p w:rsidR="009E105B" w:rsidRPr="00753371" w:rsidRDefault="009E105B" w:rsidP="00A01629">
      <w:pPr>
        <w:numPr>
          <w:ilvl w:val="1"/>
          <w:numId w:val="2"/>
        </w:numPr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 xml:space="preserve">Put the questionnaire in the reply envelope and seal it. </w:t>
      </w:r>
    </w:p>
    <w:p w:rsidR="009E105B" w:rsidRPr="00753371" w:rsidRDefault="009E105B" w:rsidP="00A01629">
      <w:pPr>
        <w:numPr>
          <w:ilvl w:val="1"/>
          <w:numId w:val="2"/>
        </w:numPr>
        <w:rPr>
          <w:rFonts w:ascii="Arial" w:hAnsi="Arial"/>
          <w:szCs w:val="24"/>
          <w:lang w:val="en-US"/>
        </w:rPr>
      </w:pPr>
      <w:r>
        <w:rPr>
          <w:rFonts w:ascii="Arial" w:hAnsi="Arial"/>
          <w:szCs w:val="24"/>
          <w:lang w:val="en-GB"/>
        </w:rPr>
        <w:t>Give the envelope to</w:t>
      </w:r>
      <w:r w:rsidR="00BA14BE">
        <w:rPr>
          <w:rFonts w:ascii="Arial" w:hAnsi="Arial"/>
          <w:szCs w:val="24"/>
          <w:lang w:val="en-GB"/>
        </w:rPr>
        <w:t xml:space="preserve"> your counsellor</w:t>
      </w:r>
      <w:r>
        <w:rPr>
          <w:rFonts w:ascii="Arial" w:hAnsi="Arial"/>
          <w:szCs w:val="24"/>
          <w:lang w:val="en-GB"/>
        </w:rPr>
        <w:t>.</w:t>
      </w:r>
      <w:r w:rsidRPr="00753371">
        <w:rPr>
          <w:rFonts w:ascii="Arial" w:hAnsi="Arial"/>
          <w:szCs w:val="24"/>
          <w:lang w:val="en-US"/>
        </w:rPr>
        <w:t xml:space="preserve"> </w:t>
      </w:r>
      <w:r w:rsidR="00F36E90">
        <w:rPr>
          <w:rFonts w:ascii="Arial" w:hAnsi="Arial"/>
          <w:szCs w:val="24"/>
          <w:lang w:val="en-US"/>
        </w:rPr>
        <w:t>He/s</w:t>
      </w:r>
      <w:r>
        <w:rPr>
          <w:rFonts w:ascii="Arial" w:hAnsi="Arial"/>
          <w:szCs w:val="24"/>
          <w:lang w:val="en-GB"/>
        </w:rPr>
        <w:t>he will ensure that the envelope is received by the researchers.</w:t>
      </w:r>
      <w:r w:rsidRPr="00753371">
        <w:rPr>
          <w:rFonts w:ascii="Arial" w:hAnsi="Arial"/>
          <w:sz w:val="20"/>
          <w:szCs w:val="24"/>
          <w:lang w:val="en-US"/>
        </w:rPr>
        <w:t xml:space="preserve"> </w:t>
      </w:r>
    </w:p>
    <w:p w:rsidR="009E105B" w:rsidRPr="00753371" w:rsidRDefault="009E105B">
      <w:pPr>
        <w:rPr>
          <w:rFonts w:ascii="Arial" w:hAnsi="Arial"/>
          <w:sz w:val="20"/>
          <w:szCs w:val="24"/>
          <w:lang w:val="en-US"/>
        </w:rPr>
      </w:pPr>
    </w:p>
    <w:p w:rsidR="009E105B" w:rsidRPr="00753371" w:rsidRDefault="009E105B">
      <w:pPr>
        <w:jc w:val="center"/>
        <w:rPr>
          <w:rFonts w:ascii="Arial" w:hAnsi="Arial"/>
          <w:b/>
          <w:szCs w:val="24"/>
          <w:lang w:val="en-US"/>
        </w:rPr>
      </w:pPr>
      <w:r>
        <w:rPr>
          <w:rFonts w:ascii="Arial" w:hAnsi="Arial"/>
          <w:b/>
          <w:szCs w:val="24"/>
          <w:lang w:val="en-GB"/>
        </w:rPr>
        <w:t>Thank you for completing the questionnaire!</w:t>
      </w:r>
    </w:p>
    <w:sectPr w:rsidR="009E105B" w:rsidRPr="0075337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B3A" w:rsidRDefault="00E21B3A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E21B3A" w:rsidRDefault="00E21B3A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CE5" w:rsidRDefault="00D85CE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CE5" w:rsidRDefault="00D85CE5">
    <w:pPr>
      <w:pStyle w:val="Voettekst"/>
      <w:jc w:val="center"/>
    </w:pPr>
    <w:r>
      <w:fldChar w:fldCharType="begin"/>
    </w:r>
    <w:r>
      <w:instrText>PAGE   \* MERGEFORMAT</w:instrText>
    </w:r>
    <w:r>
      <w:fldChar w:fldCharType="separate"/>
    </w:r>
    <w:r w:rsidR="00A01629">
      <w:rPr>
        <w:noProof/>
      </w:rPr>
      <w:t>1</w:t>
    </w:r>
    <w:r>
      <w:fldChar w:fldCharType="end"/>
    </w:r>
  </w:p>
  <w:p w:rsidR="00BE3AF8" w:rsidRDefault="00BE3AF8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CE5" w:rsidRDefault="00D85CE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B3A" w:rsidRDefault="00E21B3A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E21B3A" w:rsidRDefault="00E21B3A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CE5" w:rsidRDefault="00D85CE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CE5" w:rsidRDefault="00D85CE5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CE5" w:rsidRDefault="00D85CE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B7890"/>
    <w:multiLevelType w:val="hybridMultilevel"/>
    <w:tmpl w:val="DBB69528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D4D07"/>
    <w:multiLevelType w:val="hybridMultilevel"/>
    <w:tmpl w:val="B76C4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441A8"/>
    <w:multiLevelType w:val="hybridMultilevel"/>
    <w:tmpl w:val="07164E5C"/>
    <w:lvl w:ilvl="0" w:tplc="A004590C">
      <w:start w:val="3"/>
      <w:numFmt w:val="bullet"/>
      <w:lvlText w:val="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AC4701"/>
    <w:multiLevelType w:val="hybridMultilevel"/>
    <w:tmpl w:val="8A44ECA6"/>
    <w:lvl w:ilvl="0" w:tplc="1CA679D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1254613"/>
    <w:multiLevelType w:val="hybridMultilevel"/>
    <w:tmpl w:val="1D1E771C"/>
    <w:lvl w:ilvl="0" w:tplc="A004590C">
      <w:start w:val="3"/>
      <w:numFmt w:val="bullet"/>
      <w:lvlText w:val="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745DA6"/>
    <w:multiLevelType w:val="hybridMultilevel"/>
    <w:tmpl w:val="DE04D5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2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95375"/>
    <w:multiLevelType w:val="hybridMultilevel"/>
    <w:tmpl w:val="E3806016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AC81BE0"/>
    <w:multiLevelType w:val="hybridMultilevel"/>
    <w:tmpl w:val="45BA7DFE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C953578"/>
    <w:multiLevelType w:val="hybridMultilevel"/>
    <w:tmpl w:val="EB7227E4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EDC1B02"/>
    <w:multiLevelType w:val="hybridMultilevel"/>
    <w:tmpl w:val="9E8E3C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AE6D77"/>
    <w:multiLevelType w:val="hybridMultilevel"/>
    <w:tmpl w:val="9E6AF4B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0" w15:restartNumberingAfterBreak="0">
    <w:nsid w:val="63935223"/>
    <w:multiLevelType w:val="hybridMultilevel"/>
    <w:tmpl w:val="AC8CF886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0363A"/>
    <w:multiLevelType w:val="hybridMultilevel"/>
    <w:tmpl w:val="F8CC4FE6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D1CAA"/>
    <w:multiLevelType w:val="hybridMultilevel"/>
    <w:tmpl w:val="FEEAECB0"/>
    <w:lvl w:ilvl="0" w:tplc="9A1E006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C63347A"/>
    <w:multiLevelType w:val="hybridMultilevel"/>
    <w:tmpl w:val="D95A0E4C"/>
    <w:lvl w:ilvl="0" w:tplc="A004590C">
      <w:start w:val="3"/>
      <w:numFmt w:val="bullet"/>
      <w:lvlText w:val=""/>
      <w:lvlJc w:val="left"/>
      <w:pPr>
        <w:ind w:left="502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7CB16D46"/>
    <w:multiLevelType w:val="hybridMultilevel"/>
    <w:tmpl w:val="B8CCEC86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2"/>
  </w:num>
  <w:num w:numId="4">
    <w:abstractNumId w:val="18"/>
  </w:num>
  <w:num w:numId="5">
    <w:abstractNumId w:val="9"/>
  </w:num>
  <w:num w:numId="6">
    <w:abstractNumId w:val="2"/>
  </w:num>
  <w:num w:numId="7">
    <w:abstractNumId w:val="6"/>
  </w:num>
  <w:num w:numId="8">
    <w:abstractNumId w:val="16"/>
  </w:num>
  <w:num w:numId="9">
    <w:abstractNumId w:val="20"/>
  </w:num>
  <w:num w:numId="10">
    <w:abstractNumId w:val="24"/>
  </w:num>
  <w:num w:numId="11">
    <w:abstractNumId w:val="8"/>
  </w:num>
  <w:num w:numId="12">
    <w:abstractNumId w:val="23"/>
  </w:num>
  <w:num w:numId="13">
    <w:abstractNumId w:val="14"/>
  </w:num>
  <w:num w:numId="14">
    <w:abstractNumId w:val="21"/>
  </w:num>
  <w:num w:numId="15">
    <w:abstractNumId w:val="0"/>
  </w:num>
  <w:num w:numId="16">
    <w:abstractNumId w:val="15"/>
  </w:num>
  <w:num w:numId="17">
    <w:abstractNumId w:val="10"/>
  </w:num>
  <w:num w:numId="18">
    <w:abstractNumId w:val="1"/>
  </w:num>
  <w:num w:numId="19">
    <w:abstractNumId w:val="5"/>
  </w:num>
  <w:num w:numId="20">
    <w:abstractNumId w:val="13"/>
  </w:num>
  <w:num w:numId="21">
    <w:abstractNumId w:val="4"/>
  </w:num>
  <w:num w:numId="22">
    <w:abstractNumId w:val="11"/>
  </w:num>
  <w:num w:numId="23">
    <w:abstractNumId w:val="3"/>
  </w:num>
  <w:num w:numId="24">
    <w:abstractNumId w:val="19"/>
  </w:num>
  <w:num w:numId="25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BF"/>
    <w:rsid w:val="00005180"/>
    <w:rsid w:val="00005733"/>
    <w:rsid w:val="00006437"/>
    <w:rsid w:val="0000779F"/>
    <w:rsid w:val="000079BF"/>
    <w:rsid w:val="0001171C"/>
    <w:rsid w:val="00012814"/>
    <w:rsid w:val="00012867"/>
    <w:rsid w:val="000141E9"/>
    <w:rsid w:val="000152C0"/>
    <w:rsid w:val="00016526"/>
    <w:rsid w:val="0001708E"/>
    <w:rsid w:val="000214FC"/>
    <w:rsid w:val="00022681"/>
    <w:rsid w:val="000226F7"/>
    <w:rsid w:val="00022F40"/>
    <w:rsid w:val="00023056"/>
    <w:rsid w:val="00023C21"/>
    <w:rsid w:val="0002607B"/>
    <w:rsid w:val="000300C4"/>
    <w:rsid w:val="00030815"/>
    <w:rsid w:val="00030E89"/>
    <w:rsid w:val="00031B95"/>
    <w:rsid w:val="00035DFE"/>
    <w:rsid w:val="00036211"/>
    <w:rsid w:val="00042F15"/>
    <w:rsid w:val="00044C06"/>
    <w:rsid w:val="00047631"/>
    <w:rsid w:val="00050C8C"/>
    <w:rsid w:val="00054373"/>
    <w:rsid w:val="000549F3"/>
    <w:rsid w:val="00054F2B"/>
    <w:rsid w:val="00055129"/>
    <w:rsid w:val="00062078"/>
    <w:rsid w:val="0006297D"/>
    <w:rsid w:val="000633CE"/>
    <w:rsid w:val="00063B4A"/>
    <w:rsid w:val="000657B5"/>
    <w:rsid w:val="00066EE7"/>
    <w:rsid w:val="00070A50"/>
    <w:rsid w:val="00072556"/>
    <w:rsid w:val="00074A19"/>
    <w:rsid w:val="00075F1D"/>
    <w:rsid w:val="00076AA9"/>
    <w:rsid w:val="000800F3"/>
    <w:rsid w:val="000827EC"/>
    <w:rsid w:val="00082E8E"/>
    <w:rsid w:val="00083277"/>
    <w:rsid w:val="000850E4"/>
    <w:rsid w:val="00086C6E"/>
    <w:rsid w:val="00087C85"/>
    <w:rsid w:val="0009124E"/>
    <w:rsid w:val="00092AE1"/>
    <w:rsid w:val="00092F4A"/>
    <w:rsid w:val="000A310E"/>
    <w:rsid w:val="000A5B19"/>
    <w:rsid w:val="000A5D2C"/>
    <w:rsid w:val="000A6224"/>
    <w:rsid w:val="000A7BE5"/>
    <w:rsid w:val="000B0FF3"/>
    <w:rsid w:val="000B2E16"/>
    <w:rsid w:val="000B3D11"/>
    <w:rsid w:val="000B4616"/>
    <w:rsid w:val="000B60D2"/>
    <w:rsid w:val="000B633E"/>
    <w:rsid w:val="000B73EB"/>
    <w:rsid w:val="000C4798"/>
    <w:rsid w:val="000C4C23"/>
    <w:rsid w:val="000C63D7"/>
    <w:rsid w:val="000D164A"/>
    <w:rsid w:val="000D57F2"/>
    <w:rsid w:val="000D6AA5"/>
    <w:rsid w:val="000D6DBD"/>
    <w:rsid w:val="000D6F60"/>
    <w:rsid w:val="000E1201"/>
    <w:rsid w:val="000E2588"/>
    <w:rsid w:val="000E25E2"/>
    <w:rsid w:val="000E303D"/>
    <w:rsid w:val="000E4CCC"/>
    <w:rsid w:val="000E71A1"/>
    <w:rsid w:val="000F062F"/>
    <w:rsid w:val="000F0E1A"/>
    <w:rsid w:val="000F324D"/>
    <w:rsid w:val="000F3F3E"/>
    <w:rsid w:val="000F4165"/>
    <w:rsid w:val="000F4753"/>
    <w:rsid w:val="000F59F1"/>
    <w:rsid w:val="000F5FA7"/>
    <w:rsid w:val="000F67CE"/>
    <w:rsid w:val="000F743E"/>
    <w:rsid w:val="00100ADE"/>
    <w:rsid w:val="00101CD6"/>
    <w:rsid w:val="00103641"/>
    <w:rsid w:val="001038A4"/>
    <w:rsid w:val="001057A6"/>
    <w:rsid w:val="00105DB9"/>
    <w:rsid w:val="00105F98"/>
    <w:rsid w:val="001069DE"/>
    <w:rsid w:val="00107AC8"/>
    <w:rsid w:val="001101C5"/>
    <w:rsid w:val="00110438"/>
    <w:rsid w:val="00110F3B"/>
    <w:rsid w:val="00112C83"/>
    <w:rsid w:val="00113CDC"/>
    <w:rsid w:val="00114CF8"/>
    <w:rsid w:val="001156E8"/>
    <w:rsid w:val="00120C1F"/>
    <w:rsid w:val="00122541"/>
    <w:rsid w:val="00124A3D"/>
    <w:rsid w:val="00125E2F"/>
    <w:rsid w:val="001264FC"/>
    <w:rsid w:val="0012690A"/>
    <w:rsid w:val="00126A3B"/>
    <w:rsid w:val="001273F9"/>
    <w:rsid w:val="00132A5B"/>
    <w:rsid w:val="00135E7B"/>
    <w:rsid w:val="00136015"/>
    <w:rsid w:val="00140D81"/>
    <w:rsid w:val="0014120E"/>
    <w:rsid w:val="00142C44"/>
    <w:rsid w:val="00146945"/>
    <w:rsid w:val="00146B32"/>
    <w:rsid w:val="00151F78"/>
    <w:rsid w:val="0015295F"/>
    <w:rsid w:val="00161A15"/>
    <w:rsid w:val="00165593"/>
    <w:rsid w:val="0016636D"/>
    <w:rsid w:val="00166533"/>
    <w:rsid w:val="00166C63"/>
    <w:rsid w:val="001676FE"/>
    <w:rsid w:val="00171B82"/>
    <w:rsid w:val="0017320F"/>
    <w:rsid w:val="00174466"/>
    <w:rsid w:val="00175F35"/>
    <w:rsid w:val="001772D7"/>
    <w:rsid w:val="00177792"/>
    <w:rsid w:val="0018020F"/>
    <w:rsid w:val="00181854"/>
    <w:rsid w:val="00181AE6"/>
    <w:rsid w:val="00183F46"/>
    <w:rsid w:val="00184754"/>
    <w:rsid w:val="001864B8"/>
    <w:rsid w:val="00190219"/>
    <w:rsid w:val="00190A70"/>
    <w:rsid w:val="00191C2B"/>
    <w:rsid w:val="00191CD5"/>
    <w:rsid w:val="001924F6"/>
    <w:rsid w:val="001941F6"/>
    <w:rsid w:val="00196739"/>
    <w:rsid w:val="00197333"/>
    <w:rsid w:val="00197685"/>
    <w:rsid w:val="001A35A8"/>
    <w:rsid w:val="001A68A3"/>
    <w:rsid w:val="001A7EC4"/>
    <w:rsid w:val="001B0C8F"/>
    <w:rsid w:val="001B1112"/>
    <w:rsid w:val="001B3260"/>
    <w:rsid w:val="001B4AFE"/>
    <w:rsid w:val="001B5E90"/>
    <w:rsid w:val="001B6216"/>
    <w:rsid w:val="001B6E5B"/>
    <w:rsid w:val="001B7CE5"/>
    <w:rsid w:val="001C122A"/>
    <w:rsid w:val="001C2D57"/>
    <w:rsid w:val="001C32CD"/>
    <w:rsid w:val="001C4AC4"/>
    <w:rsid w:val="001C4BC4"/>
    <w:rsid w:val="001D0B1E"/>
    <w:rsid w:val="001D19CD"/>
    <w:rsid w:val="001D2035"/>
    <w:rsid w:val="001D7166"/>
    <w:rsid w:val="001E0D2C"/>
    <w:rsid w:val="001E1582"/>
    <w:rsid w:val="001E1C61"/>
    <w:rsid w:val="001E2C03"/>
    <w:rsid w:val="001E31ED"/>
    <w:rsid w:val="001E49F5"/>
    <w:rsid w:val="001E5DA6"/>
    <w:rsid w:val="001E5F22"/>
    <w:rsid w:val="001E63A7"/>
    <w:rsid w:val="001E6467"/>
    <w:rsid w:val="001E7ACB"/>
    <w:rsid w:val="001E7D7D"/>
    <w:rsid w:val="001F1AD2"/>
    <w:rsid w:val="001F2B90"/>
    <w:rsid w:val="001F4C5D"/>
    <w:rsid w:val="001F6EAE"/>
    <w:rsid w:val="001F7D92"/>
    <w:rsid w:val="001F7EA0"/>
    <w:rsid w:val="002025C8"/>
    <w:rsid w:val="00202905"/>
    <w:rsid w:val="00204E8F"/>
    <w:rsid w:val="0020502E"/>
    <w:rsid w:val="00205CE7"/>
    <w:rsid w:val="0020773A"/>
    <w:rsid w:val="00210D3A"/>
    <w:rsid w:val="002114A5"/>
    <w:rsid w:val="002116A9"/>
    <w:rsid w:val="00212EF1"/>
    <w:rsid w:val="00213BBA"/>
    <w:rsid w:val="00214176"/>
    <w:rsid w:val="002159BE"/>
    <w:rsid w:val="002162BB"/>
    <w:rsid w:val="002167CE"/>
    <w:rsid w:val="00216AF7"/>
    <w:rsid w:val="00216F41"/>
    <w:rsid w:val="00220A38"/>
    <w:rsid w:val="00222346"/>
    <w:rsid w:val="00233F5D"/>
    <w:rsid w:val="0023640A"/>
    <w:rsid w:val="00237555"/>
    <w:rsid w:val="00240776"/>
    <w:rsid w:val="002434CF"/>
    <w:rsid w:val="00243589"/>
    <w:rsid w:val="0024380F"/>
    <w:rsid w:val="00244252"/>
    <w:rsid w:val="0024524F"/>
    <w:rsid w:val="002473B2"/>
    <w:rsid w:val="0025060A"/>
    <w:rsid w:val="00250938"/>
    <w:rsid w:val="00251D71"/>
    <w:rsid w:val="00252A4F"/>
    <w:rsid w:val="0025561C"/>
    <w:rsid w:val="00255F62"/>
    <w:rsid w:val="00256BE7"/>
    <w:rsid w:val="002576AF"/>
    <w:rsid w:val="002646BF"/>
    <w:rsid w:val="00265300"/>
    <w:rsid w:val="00265DCF"/>
    <w:rsid w:val="0026674F"/>
    <w:rsid w:val="00266AA0"/>
    <w:rsid w:val="002677EB"/>
    <w:rsid w:val="0027298B"/>
    <w:rsid w:val="00273B21"/>
    <w:rsid w:val="00274839"/>
    <w:rsid w:val="0027693A"/>
    <w:rsid w:val="002769FD"/>
    <w:rsid w:val="00280748"/>
    <w:rsid w:val="00280D3D"/>
    <w:rsid w:val="00281574"/>
    <w:rsid w:val="00282013"/>
    <w:rsid w:val="002834D8"/>
    <w:rsid w:val="00284D33"/>
    <w:rsid w:val="0028599E"/>
    <w:rsid w:val="00285D2C"/>
    <w:rsid w:val="002860DE"/>
    <w:rsid w:val="00287F4F"/>
    <w:rsid w:val="0029070C"/>
    <w:rsid w:val="00292BCB"/>
    <w:rsid w:val="00292E4D"/>
    <w:rsid w:val="002946AC"/>
    <w:rsid w:val="00294D28"/>
    <w:rsid w:val="002A3575"/>
    <w:rsid w:val="002A50CB"/>
    <w:rsid w:val="002A53BE"/>
    <w:rsid w:val="002A5C6E"/>
    <w:rsid w:val="002A7196"/>
    <w:rsid w:val="002B09E8"/>
    <w:rsid w:val="002B31A6"/>
    <w:rsid w:val="002B4098"/>
    <w:rsid w:val="002B4478"/>
    <w:rsid w:val="002B52E7"/>
    <w:rsid w:val="002B6B53"/>
    <w:rsid w:val="002C18AF"/>
    <w:rsid w:val="002C2BAF"/>
    <w:rsid w:val="002C3B45"/>
    <w:rsid w:val="002C43FB"/>
    <w:rsid w:val="002C71AE"/>
    <w:rsid w:val="002D0D1B"/>
    <w:rsid w:val="002D521E"/>
    <w:rsid w:val="002D532E"/>
    <w:rsid w:val="002D5E1B"/>
    <w:rsid w:val="002D61D1"/>
    <w:rsid w:val="002D789E"/>
    <w:rsid w:val="002E1464"/>
    <w:rsid w:val="002E1F4B"/>
    <w:rsid w:val="002E46D4"/>
    <w:rsid w:val="002E5CDC"/>
    <w:rsid w:val="002F010A"/>
    <w:rsid w:val="002F17E1"/>
    <w:rsid w:val="002F46D3"/>
    <w:rsid w:val="002F59A4"/>
    <w:rsid w:val="002F6646"/>
    <w:rsid w:val="00300547"/>
    <w:rsid w:val="00301335"/>
    <w:rsid w:val="00301800"/>
    <w:rsid w:val="00302DD2"/>
    <w:rsid w:val="003118D7"/>
    <w:rsid w:val="0031317D"/>
    <w:rsid w:val="0031392A"/>
    <w:rsid w:val="00314650"/>
    <w:rsid w:val="003148BA"/>
    <w:rsid w:val="00314A1C"/>
    <w:rsid w:val="00316265"/>
    <w:rsid w:val="00316674"/>
    <w:rsid w:val="00320EAC"/>
    <w:rsid w:val="00321376"/>
    <w:rsid w:val="00322D05"/>
    <w:rsid w:val="00322FEE"/>
    <w:rsid w:val="00324AA3"/>
    <w:rsid w:val="003257A7"/>
    <w:rsid w:val="003278EF"/>
    <w:rsid w:val="0033319E"/>
    <w:rsid w:val="003331BB"/>
    <w:rsid w:val="00333CD8"/>
    <w:rsid w:val="0033400E"/>
    <w:rsid w:val="00335306"/>
    <w:rsid w:val="003374DD"/>
    <w:rsid w:val="0034248F"/>
    <w:rsid w:val="0034301A"/>
    <w:rsid w:val="00343630"/>
    <w:rsid w:val="00343D3B"/>
    <w:rsid w:val="003450D3"/>
    <w:rsid w:val="00347616"/>
    <w:rsid w:val="00347C24"/>
    <w:rsid w:val="00347EF9"/>
    <w:rsid w:val="0035098C"/>
    <w:rsid w:val="00350B0D"/>
    <w:rsid w:val="00350F90"/>
    <w:rsid w:val="003524DC"/>
    <w:rsid w:val="00355326"/>
    <w:rsid w:val="00360903"/>
    <w:rsid w:val="00361443"/>
    <w:rsid w:val="00367154"/>
    <w:rsid w:val="00367BA5"/>
    <w:rsid w:val="0037088D"/>
    <w:rsid w:val="00370CB9"/>
    <w:rsid w:val="0037205D"/>
    <w:rsid w:val="0037285D"/>
    <w:rsid w:val="0037406C"/>
    <w:rsid w:val="00374938"/>
    <w:rsid w:val="00374D73"/>
    <w:rsid w:val="003803A4"/>
    <w:rsid w:val="00381E31"/>
    <w:rsid w:val="00381F06"/>
    <w:rsid w:val="00382A5F"/>
    <w:rsid w:val="00383500"/>
    <w:rsid w:val="003853DF"/>
    <w:rsid w:val="003864B1"/>
    <w:rsid w:val="0039039F"/>
    <w:rsid w:val="00391034"/>
    <w:rsid w:val="00392D3C"/>
    <w:rsid w:val="00392E73"/>
    <w:rsid w:val="00393903"/>
    <w:rsid w:val="00395E09"/>
    <w:rsid w:val="00397E75"/>
    <w:rsid w:val="003A147F"/>
    <w:rsid w:val="003A3257"/>
    <w:rsid w:val="003A390D"/>
    <w:rsid w:val="003B113A"/>
    <w:rsid w:val="003B136A"/>
    <w:rsid w:val="003B2A33"/>
    <w:rsid w:val="003B55D3"/>
    <w:rsid w:val="003B5851"/>
    <w:rsid w:val="003B5D3B"/>
    <w:rsid w:val="003B6484"/>
    <w:rsid w:val="003B6C5B"/>
    <w:rsid w:val="003B7C60"/>
    <w:rsid w:val="003C0D9C"/>
    <w:rsid w:val="003C33B3"/>
    <w:rsid w:val="003C34AD"/>
    <w:rsid w:val="003C41BA"/>
    <w:rsid w:val="003C568A"/>
    <w:rsid w:val="003C5EBB"/>
    <w:rsid w:val="003C77EE"/>
    <w:rsid w:val="003D0BC6"/>
    <w:rsid w:val="003D4275"/>
    <w:rsid w:val="003D4321"/>
    <w:rsid w:val="003D5259"/>
    <w:rsid w:val="003E05CB"/>
    <w:rsid w:val="003E4884"/>
    <w:rsid w:val="003E639C"/>
    <w:rsid w:val="003E7916"/>
    <w:rsid w:val="003F0491"/>
    <w:rsid w:val="003F1913"/>
    <w:rsid w:val="003F1D0A"/>
    <w:rsid w:val="003F22DA"/>
    <w:rsid w:val="003F54D8"/>
    <w:rsid w:val="003F57CF"/>
    <w:rsid w:val="003F7FEA"/>
    <w:rsid w:val="00401542"/>
    <w:rsid w:val="00403A30"/>
    <w:rsid w:val="004045E9"/>
    <w:rsid w:val="00405ECF"/>
    <w:rsid w:val="004103C4"/>
    <w:rsid w:val="0041175F"/>
    <w:rsid w:val="00411F54"/>
    <w:rsid w:val="00412E68"/>
    <w:rsid w:val="0041334D"/>
    <w:rsid w:val="00421E96"/>
    <w:rsid w:val="00424437"/>
    <w:rsid w:val="00425DE2"/>
    <w:rsid w:val="00426F4C"/>
    <w:rsid w:val="00427764"/>
    <w:rsid w:val="00430081"/>
    <w:rsid w:val="004317A1"/>
    <w:rsid w:val="0043181C"/>
    <w:rsid w:val="0043276C"/>
    <w:rsid w:val="00432F66"/>
    <w:rsid w:val="004332F1"/>
    <w:rsid w:val="00434352"/>
    <w:rsid w:val="00434C98"/>
    <w:rsid w:val="00435194"/>
    <w:rsid w:val="004370C9"/>
    <w:rsid w:val="00437BBB"/>
    <w:rsid w:val="00440733"/>
    <w:rsid w:val="00440B1C"/>
    <w:rsid w:val="00440F40"/>
    <w:rsid w:val="00440FE2"/>
    <w:rsid w:val="00441583"/>
    <w:rsid w:val="00442786"/>
    <w:rsid w:val="004429B8"/>
    <w:rsid w:val="00443284"/>
    <w:rsid w:val="00443A90"/>
    <w:rsid w:val="00445D70"/>
    <w:rsid w:val="00447768"/>
    <w:rsid w:val="00447D27"/>
    <w:rsid w:val="004522C7"/>
    <w:rsid w:val="0045295A"/>
    <w:rsid w:val="004531CD"/>
    <w:rsid w:val="004531E6"/>
    <w:rsid w:val="00453C7C"/>
    <w:rsid w:val="00454381"/>
    <w:rsid w:val="004546B6"/>
    <w:rsid w:val="004550C6"/>
    <w:rsid w:val="0045625F"/>
    <w:rsid w:val="00462AA9"/>
    <w:rsid w:val="00462FE8"/>
    <w:rsid w:val="00463B3A"/>
    <w:rsid w:val="00464392"/>
    <w:rsid w:val="004658DF"/>
    <w:rsid w:val="00465A3F"/>
    <w:rsid w:val="00467938"/>
    <w:rsid w:val="0047406B"/>
    <w:rsid w:val="0047516B"/>
    <w:rsid w:val="00476927"/>
    <w:rsid w:val="0047714E"/>
    <w:rsid w:val="0048313C"/>
    <w:rsid w:val="0048351A"/>
    <w:rsid w:val="00484162"/>
    <w:rsid w:val="00487027"/>
    <w:rsid w:val="004903A1"/>
    <w:rsid w:val="004913E9"/>
    <w:rsid w:val="00492962"/>
    <w:rsid w:val="00493266"/>
    <w:rsid w:val="0049781A"/>
    <w:rsid w:val="004A0842"/>
    <w:rsid w:val="004A4507"/>
    <w:rsid w:val="004A4DFE"/>
    <w:rsid w:val="004A69B5"/>
    <w:rsid w:val="004B0ED7"/>
    <w:rsid w:val="004B38FE"/>
    <w:rsid w:val="004B4F07"/>
    <w:rsid w:val="004B61CF"/>
    <w:rsid w:val="004B6D07"/>
    <w:rsid w:val="004B76E0"/>
    <w:rsid w:val="004C18E2"/>
    <w:rsid w:val="004C3AA1"/>
    <w:rsid w:val="004C7484"/>
    <w:rsid w:val="004C7DCA"/>
    <w:rsid w:val="004D031C"/>
    <w:rsid w:val="004D115C"/>
    <w:rsid w:val="004D1530"/>
    <w:rsid w:val="004D15F7"/>
    <w:rsid w:val="004D3D56"/>
    <w:rsid w:val="004D593E"/>
    <w:rsid w:val="004E1CBA"/>
    <w:rsid w:val="004E2876"/>
    <w:rsid w:val="004E34F2"/>
    <w:rsid w:val="004E3C23"/>
    <w:rsid w:val="004E3E96"/>
    <w:rsid w:val="004E42FA"/>
    <w:rsid w:val="004E75EC"/>
    <w:rsid w:val="004F07BD"/>
    <w:rsid w:val="004F1602"/>
    <w:rsid w:val="004F166A"/>
    <w:rsid w:val="004F17E5"/>
    <w:rsid w:val="00500F39"/>
    <w:rsid w:val="00501B70"/>
    <w:rsid w:val="005020E6"/>
    <w:rsid w:val="00502722"/>
    <w:rsid w:val="00503B59"/>
    <w:rsid w:val="00504D85"/>
    <w:rsid w:val="005062C3"/>
    <w:rsid w:val="005108F0"/>
    <w:rsid w:val="00511E6F"/>
    <w:rsid w:val="00512EA2"/>
    <w:rsid w:val="0051313D"/>
    <w:rsid w:val="00513A08"/>
    <w:rsid w:val="00513B42"/>
    <w:rsid w:val="00517287"/>
    <w:rsid w:val="00520BCF"/>
    <w:rsid w:val="00521AF5"/>
    <w:rsid w:val="005239FA"/>
    <w:rsid w:val="00524335"/>
    <w:rsid w:val="00524767"/>
    <w:rsid w:val="00525880"/>
    <w:rsid w:val="0053051B"/>
    <w:rsid w:val="00530641"/>
    <w:rsid w:val="00532720"/>
    <w:rsid w:val="00536A80"/>
    <w:rsid w:val="0054005A"/>
    <w:rsid w:val="0054026F"/>
    <w:rsid w:val="005414A0"/>
    <w:rsid w:val="00541F78"/>
    <w:rsid w:val="00544196"/>
    <w:rsid w:val="00544EA2"/>
    <w:rsid w:val="00545515"/>
    <w:rsid w:val="00546971"/>
    <w:rsid w:val="00547D33"/>
    <w:rsid w:val="00552720"/>
    <w:rsid w:val="005529AC"/>
    <w:rsid w:val="00554183"/>
    <w:rsid w:val="00554584"/>
    <w:rsid w:val="00555BA6"/>
    <w:rsid w:val="00556539"/>
    <w:rsid w:val="00556B9F"/>
    <w:rsid w:val="00557CC8"/>
    <w:rsid w:val="00564663"/>
    <w:rsid w:val="0056644C"/>
    <w:rsid w:val="00567366"/>
    <w:rsid w:val="00571B01"/>
    <w:rsid w:val="0057205F"/>
    <w:rsid w:val="005727C5"/>
    <w:rsid w:val="005741C3"/>
    <w:rsid w:val="00575C2B"/>
    <w:rsid w:val="00584F36"/>
    <w:rsid w:val="00585271"/>
    <w:rsid w:val="00585C82"/>
    <w:rsid w:val="005864C6"/>
    <w:rsid w:val="00586AD8"/>
    <w:rsid w:val="005905AF"/>
    <w:rsid w:val="00591053"/>
    <w:rsid w:val="005910CA"/>
    <w:rsid w:val="00593C4D"/>
    <w:rsid w:val="00594142"/>
    <w:rsid w:val="00595DE5"/>
    <w:rsid w:val="005A0036"/>
    <w:rsid w:val="005A2AD7"/>
    <w:rsid w:val="005A3356"/>
    <w:rsid w:val="005A3872"/>
    <w:rsid w:val="005A399B"/>
    <w:rsid w:val="005A47E0"/>
    <w:rsid w:val="005A5054"/>
    <w:rsid w:val="005A650F"/>
    <w:rsid w:val="005A6D8C"/>
    <w:rsid w:val="005B0025"/>
    <w:rsid w:val="005B1457"/>
    <w:rsid w:val="005B15FC"/>
    <w:rsid w:val="005B2C54"/>
    <w:rsid w:val="005B2D16"/>
    <w:rsid w:val="005B7061"/>
    <w:rsid w:val="005B7D36"/>
    <w:rsid w:val="005B7ED0"/>
    <w:rsid w:val="005C0A28"/>
    <w:rsid w:val="005C1EEB"/>
    <w:rsid w:val="005C20E1"/>
    <w:rsid w:val="005C2553"/>
    <w:rsid w:val="005C2E2F"/>
    <w:rsid w:val="005D0D3A"/>
    <w:rsid w:val="005D2FDF"/>
    <w:rsid w:val="005D41E3"/>
    <w:rsid w:val="005D6734"/>
    <w:rsid w:val="005D72F4"/>
    <w:rsid w:val="005D7ECE"/>
    <w:rsid w:val="005E0CCC"/>
    <w:rsid w:val="005E1DC0"/>
    <w:rsid w:val="005E29CA"/>
    <w:rsid w:val="005E30DE"/>
    <w:rsid w:val="005F17EB"/>
    <w:rsid w:val="005F2D58"/>
    <w:rsid w:val="005F434B"/>
    <w:rsid w:val="005F5CC2"/>
    <w:rsid w:val="005F6850"/>
    <w:rsid w:val="005F722A"/>
    <w:rsid w:val="00602064"/>
    <w:rsid w:val="0060298B"/>
    <w:rsid w:val="0060360C"/>
    <w:rsid w:val="00612D86"/>
    <w:rsid w:val="00614FCD"/>
    <w:rsid w:val="00623073"/>
    <w:rsid w:val="00623122"/>
    <w:rsid w:val="00623E89"/>
    <w:rsid w:val="00624960"/>
    <w:rsid w:val="00625356"/>
    <w:rsid w:val="0062536F"/>
    <w:rsid w:val="0062557E"/>
    <w:rsid w:val="00626514"/>
    <w:rsid w:val="006268E5"/>
    <w:rsid w:val="00627949"/>
    <w:rsid w:val="0063122D"/>
    <w:rsid w:val="006332E0"/>
    <w:rsid w:val="006339F1"/>
    <w:rsid w:val="00634F6D"/>
    <w:rsid w:val="00635557"/>
    <w:rsid w:val="00640660"/>
    <w:rsid w:val="00640E5B"/>
    <w:rsid w:val="00641272"/>
    <w:rsid w:val="006438C7"/>
    <w:rsid w:val="00643CAF"/>
    <w:rsid w:val="00644265"/>
    <w:rsid w:val="0064645D"/>
    <w:rsid w:val="0065125B"/>
    <w:rsid w:val="00652B61"/>
    <w:rsid w:val="00653997"/>
    <w:rsid w:val="006570A7"/>
    <w:rsid w:val="006571A0"/>
    <w:rsid w:val="006667DD"/>
    <w:rsid w:val="006669DB"/>
    <w:rsid w:val="006673A7"/>
    <w:rsid w:val="00670293"/>
    <w:rsid w:val="006708F7"/>
    <w:rsid w:val="006711CC"/>
    <w:rsid w:val="00672166"/>
    <w:rsid w:val="00673B6E"/>
    <w:rsid w:val="006745ED"/>
    <w:rsid w:val="00676691"/>
    <w:rsid w:val="00676A3F"/>
    <w:rsid w:val="00677765"/>
    <w:rsid w:val="00677B6D"/>
    <w:rsid w:val="0068308F"/>
    <w:rsid w:val="00685FA2"/>
    <w:rsid w:val="00686A65"/>
    <w:rsid w:val="0068704A"/>
    <w:rsid w:val="006909C1"/>
    <w:rsid w:val="006915F5"/>
    <w:rsid w:val="00696C6E"/>
    <w:rsid w:val="00697235"/>
    <w:rsid w:val="00697676"/>
    <w:rsid w:val="006977B4"/>
    <w:rsid w:val="00697C0F"/>
    <w:rsid w:val="006A0655"/>
    <w:rsid w:val="006A3C6C"/>
    <w:rsid w:val="006A3E8D"/>
    <w:rsid w:val="006A4E6E"/>
    <w:rsid w:val="006A5D1F"/>
    <w:rsid w:val="006A7383"/>
    <w:rsid w:val="006B0F08"/>
    <w:rsid w:val="006B209D"/>
    <w:rsid w:val="006B3D2F"/>
    <w:rsid w:val="006B45A2"/>
    <w:rsid w:val="006B4633"/>
    <w:rsid w:val="006B4CEA"/>
    <w:rsid w:val="006B65D5"/>
    <w:rsid w:val="006B7883"/>
    <w:rsid w:val="006B7903"/>
    <w:rsid w:val="006B79DB"/>
    <w:rsid w:val="006C019C"/>
    <w:rsid w:val="006C22CD"/>
    <w:rsid w:val="006C3AB5"/>
    <w:rsid w:val="006C3E3B"/>
    <w:rsid w:val="006C618C"/>
    <w:rsid w:val="006C63D3"/>
    <w:rsid w:val="006D0C1F"/>
    <w:rsid w:val="006D2312"/>
    <w:rsid w:val="006D244D"/>
    <w:rsid w:val="006D26BE"/>
    <w:rsid w:val="006D2AAB"/>
    <w:rsid w:val="006D302D"/>
    <w:rsid w:val="006D3355"/>
    <w:rsid w:val="006D4914"/>
    <w:rsid w:val="006D4950"/>
    <w:rsid w:val="006E17C9"/>
    <w:rsid w:val="006E3815"/>
    <w:rsid w:val="006E45A3"/>
    <w:rsid w:val="006E4BB8"/>
    <w:rsid w:val="006E5794"/>
    <w:rsid w:val="006E60BA"/>
    <w:rsid w:val="006E6ABE"/>
    <w:rsid w:val="006E7348"/>
    <w:rsid w:val="006E7A89"/>
    <w:rsid w:val="006F1012"/>
    <w:rsid w:val="006F110D"/>
    <w:rsid w:val="006F7EED"/>
    <w:rsid w:val="00700148"/>
    <w:rsid w:val="00701CA9"/>
    <w:rsid w:val="0070316D"/>
    <w:rsid w:val="00710F85"/>
    <w:rsid w:val="0071216B"/>
    <w:rsid w:val="00712E28"/>
    <w:rsid w:val="00716C56"/>
    <w:rsid w:val="007178AE"/>
    <w:rsid w:val="00721C18"/>
    <w:rsid w:val="00722048"/>
    <w:rsid w:val="00723DEB"/>
    <w:rsid w:val="00723E90"/>
    <w:rsid w:val="007247C9"/>
    <w:rsid w:val="00730579"/>
    <w:rsid w:val="0073303F"/>
    <w:rsid w:val="00733354"/>
    <w:rsid w:val="00733EEB"/>
    <w:rsid w:val="007343F4"/>
    <w:rsid w:val="0073520B"/>
    <w:rsid w:val="00737E9A"/>
    <w:rsid w:val="00741E19"/>
    <w:rsid w:val="00742265"/>
    <w:rsid w:val="0074257F"/>
    <w:rsid w:val="007435D5"/>
    <w:rsid w:val="007461CA"/>
    <w:rsid w:val="0074656E"/>
    <w:rsid w:val="007479BE"/>
    <w:rsid w:val="00747A18"/>
    <w:rsid w:val="00751855"/>
    <w:rsid w:val="00752B28"/>
    <w:rsid w:val="00753371"/>
    <w:rsid w:val="00754D73"/>
    <w:rsid w:val="00755AC3"/>
    <w:rsid w:val="00755CE0"/>
    <w:rsid w:val="00756C15"/>
    <w:rsid w:val="00761AE5"/>
    <w:rsid w:val="00762127"/>
    <w:rsid w:val="00762AB8"/>
    <w:rsid w:val="0076422A"/>
    <w:rsid w:val="007707BF"/>
    <w:rsid w:val="00771CA2"/>
    <w:rsid w:val="00774C29"/>
    <w:rsid w:val="00775FBA"/>
    <w:rsid w:val="0077698D"/>
    <w:rsid w:val="00776A4F"/>
    <w:rsid w:val="007774AC"/>
    <w:rsid w:val="007813E3"/>
    <w:rsid w:val="00781967"/>
    <w:rsid w:val="00786148"/>
    <w:rsid w:val="0078648D"/>
    <w:rsid w:val="007901F8"/>
    <w:rsid w:val="00790684"/>
    <w:rsid w:val="00794480"/>
    <w:rsid w:val="00796305"/>
    <w:rsid w:val="007A449C"/>
    <w:rsid w:val="007A5A09"/>
    <w:rsid w:val="007A5C4B"/>
    <w:rsid w:val="007A749F"/>
    <w:rsid w:val="007A7722"/>
    <w:rsid w:val="007A797F"/>
    <w:rsid w:val="007A7F75"/>
    <w:rsid w:val="007B106F"/>
    <w:rsid w:val="007B12CE"/>
    <w:rsid w:val="007B36B9"/>
    <w:rsid w:val="007B3D67"/>
    <w:rsid w:val="007B5D8B"/>
    <w:rsid w:val="007B63CC"/>
    <w:rsid w:val="007B6A56"/>
    <w:rsid w:val="007C042B"/>
    <w:rsid w:val="007C17A3"/>
    <w:rsid w:val="007C3F3E"/>
    <w:rsid w:val="007C40C5"/>
    <w:rsid w:val="007C42C0"/>
    <w:rsid w:val="007C4DA7"/>
    <w:rsid w:val="007C643E"/>
    <w:rsid w:val="007C7DB5"/>
    <w:rsid w:val="007D3FC2"/>
    <w:rsid w:val="007D67AC"/>
    <w:rsid w:val="007D6F7A"/>
    <w:rsid w:val="007D7BAD"/>
    <w:rsid w:val="007E013F"/>
    <w:rsid w:val="007E1A61"/>
    <w:rsid w:val="007E2403"/>
    <w:rsid w:val="007F025E"/>
    <w:rsid w:val="007F089A"/>
    <w:rsid w:val="007F0C35"/>
    <w:rsid w:val="007F2A5E"/>
    <w:rsid w:val="007F3AFE"/>
    <w:rsid w:val="007F50D8"/>
    <w:rsid w:val="007F5257"/>
    <w:rsid w:val="007F7784"/>
    <w:rsid w:val="008039FD"/>
    <w:rsid w:val="00804657"/>
    <w:rsid w:val="00806A1E"/>
    <w:rsid w:val="00806E8C"/>
    <w:rsid w:val="0081036A"/>
    <w:rsid w:val="008106CF"/>
    <w:rsid w:val="00810A05"/>
    <w:rsid w:val="00810FEA"/>
    <w:rsid w:val="008111AC"/>
    <w:rsid w:val="008124CA"/>
    <w:rsid w:val="00813288"/>
    <w:rsid w:val="008134AD"/>
    <w:rsid w:val="0081421B"/>
    <w:rsid w:val="0081546C"/>
    <w:rsid w:val="00815F3A"/>
    <w:rsid w:val="00820573"/>
    <w:rsid w:val="00821BBE"/>
    <w:rsid w:val="008246D5"/>
    <w:rsid w:val="00825478"/>
    <w:rsid w:val="00825AC3"/>
    <w:rsid w:val="00831520"/>
    <w:rsid w:val="008329F7"/>
    <w:rsid w:val="0083314E"/>
    <w:rsid w:val="00833827"/>
    <w:rsid w:val="008360BC"/>
    <w:rsid w:val="00836DFB"/>
    <w:rsid w:val="00837AD1"/>
    <w:rsid w:val="00841609"/>
    <w:rsid w:val="00843E19"/>
    <w:rsid w:val="00844375"/>
    <w:rsid w:val="008453DD"/>
    <w:rsid w:val="00845E13"/>
    <w:rsid w:val="00847D1D"/>
    <w:rsid w:val="00851B72"/>
    <w:rsid w:val="008525AC"/>
    <w:rsid w:val="00855541"/>
    <w:rsid w:val="00856F9D"/>
    <w:rsid w:val="00860212"/>
    <w:rsid w:val="00860A0D"/>
    <w:rsid w:val="00861096"/>
    <w:rsid w:val="008633F9"/>
    <w:rsid w:val="00863720"/>
    <w:rsid w:val="00863B66"/>
    <w:rsid w:val="0086427F"/>
    <w:rsid w:val="00865B4D"/>
    <w:rsid w:val="0086603E"/>
    <w:rsid w:val="00867837"/>
    <w:rsid w:val="008705EC"/>
    <w:rsid w:val="00871A17"/>
    <w:rsid w:val="00871F60"/>
    <w:rsid w:val="00874B8C"/>
    <w:rsid w:val="00877C6C"/>
    <w:rsid w:val="00877F07"/>
    <w:rsid w:val="00880DAB"/>
    <w:rsid w:val="0088174B"/>
    <w:rsid w:val="0088218D"/>
    <w:rsid w:val="00883BDF"/>
    <w:rsid w:val="00884B05"/>
    <w:rsid w:val="0088737C"/>
    <w:rsid w:val="00887C1A"/>
    <w:rsid w:val="0089195F"/>
    <w:rsid w:val="008919B8"/>
    <w:rsid w:val="00891A91"/>
    <w:rsid w:val="008927E1"/>
    <w:rsid w:val="0089318A"/>
    <w:rsid w:val="008934C4"/>
    <w:rsid w:val="00894745"/>
    <w:rsid w:val="008949E6"/>
    <w:rsid w:val="008A2B09"/>
    <w:rsid w:val="008A2B99"/>
    <w:rsid w:val="008A2DD2"/>
    <w:rsid w:val="008A440A"/>
    <w:rsid w:val="008A4977"/>
    <w:rsid w:val="008A55C7"/>
    <w:rsid w:val="008A6A85"/>
    <w:rsid w:val="008A7160"/>
    <w:rsid w:val="008A773B"/>
    <w:rsid w:val="008B06A4"/>
    <w:rsid w:val="008B0B5E"/>
    <w:rsid w:val="008B0D5B"/>
    <w:rsid w:val="008B1A6D"/>
    <w:rsid w:val="008B3835"/>
    <w:rsid w:val="008B5A27"/>
    <w:rsid w:val="008B68E4"/>
    <w:rsid w:val="008B7A79"/>
    <w:rsid w:val="008C0B6F"/>
    <w:rsid w:val="008C1CE0"/>
    <w:rsid w:val="008C297D"/>
    <w:rsid w:val="008C2DE1"/>
    <w:rsid w:val="008C33C3"/>
    <w:rsid w:val="008C3AF4"/>
    <w:rsid w:val="008D0170"/>
    <w:rsid w:val="008D16E1"/>
    <w:rsid w:val="008D36AC"/>
    <w:rsid w:val="008D53FF"/>
    <w:rsid w:val="008D6121"/>
    <w:rsid w:val="008D6AE4"/>
    <w:rsid w:val="008E1A20"/>
    <w:rsid w:val="008E3C1B"/>
    <w:rsid w:val="008E4700"/>
    <w:rsid w:val="008E4DEB"/>
    <w:rsid w:val="008E69B0"/>
    <w:rsid w:val="008E6BB2"/>
    <w:rsid w:val="008F05F9"/>
    <w:rsid w:val="008F2611"/>
    <w:rsid w:val="008F28CF"/>
    <w:rsid w:val="008F64D2"/>
    <w:rsid w:val="00903017"/>
    <w:rsid w:val="00904792"/>
    <w:rsid w:val="009050BF"/>
    <w:rsid w:val="00905439"/>
    <w:rsid w:val="00905A57"/>
    <w:rsid w:val="00906F0F"/>
    <w:rsid w:val="00907F55"/>
    <w:rsid w:val="009107DF"/>
    <w:rsid w:val="00913439"/>
    <w:rsid w:val="00913EDE"/>
    <w:rsid w:val="00914160"/>
    <w:rsid w:val="00916DE7"/>
    <w:rsid w:val="009223FD"/>
    <w:rsid w:val="009224B9"/>
    <w:rsid w:val="00922649"/>
    <w:rsid w:val="0092301D"/>
    <w:rsid w:val="00923A97"/>
    <w:rsid w:val="0092571D"/>
    <w:rsid w:val="0092633A"/>
    <w:rsid w:val="009279BE"/>
    <w:rsid w:val="00930CEF"/>
    <w:rsid w:val="0093120D"/>
    <w:rsid w:val="009337AC"/>
    <w:rsid w:val="00935727"/>
    <w:rsid w:val="00940194"/>
    <w:rsid w:val="0094024B"/>
    <w:rsid w:val="009408E2"/>
    <w:rsid w:val="009411C2"/>
    <w:rsid w:val="00944E3C"/>
    <w:rsid w:val="0094617D"/>
    <w:rsid w:val="00947550"/>
    <w:rsid w:val="0095215A"/>
    <w:rsid w:val="00953C1A"/>
    <w:rsid w:val="009540C3"/>
    <w:rsid w:val="00960474"/>
    <w:rsid w:val="00961974"/>
    <w:rsid w:val="00963B0D"/>
    <w:rsid w:val="0096420A"/>
    <w:rsid w:val="00965331"/>
    <w:rsid w:val="009656CE"/>
    <w:rsid w:val="00966287"/>
    <w:rsid w:val="009662DA"/>
    <w:rsid w:val="009703DE"/>
    <w:rsid w:val="009709F8"/>
    <w:rsid w:val="009724D4"/>
    <w:rsid w:val="00973283"/>
    <w:rsid w:val="00974BBC"/>
    <w:rsid w:val="00974C2D"/>
    <w:rsid w:val="00976D04"/>
    <w:rsid w:val="00977099"/>
    <w:rsid w:val="00980C50"/>
    <w:rsid w:val="00981592"/>
    <w:rsid w:val="0098368B"/>
    <w:rsid w:val="0098525D"/>
    <w:rsid w:val="00986443"/>
    <w:rsid w:val="00986946"/>
    <w:rsid w:val="00991051"/>
    <w:rsid w:val="0099117B"/>
    <w:rsid w:val="00993501"/>
    <w:rsid w:val="009944E4"/>
    <w:rsid w:val="009952E5"/>
    <w:rsid w:val="009A0188"/>
    <w:rsid w:val="009A0A89"/>
    <w:rsid w:val="009A1CFF"/>
    <w:rsid w:val="009A437B"/>
    <w:rsid w:val="009A49BF"/>
    <w:rsid w:val="009A4E3A"/>
    <w:rsid w:val="009B0E86"/>
    <w:rsid w:val="009B185A"/>
    <w:rsid w:val="009B2197"/>
    <w:rsid w:val="009C0566"/>
    <w:rsid w:val="009C2C68"/>
    <w:rsid w:val="009C5A83"/>
    <w:rsid w:val="009D114F"/>
    <w:rsid w:val="009D2CFB"/>
    <w:rsid w:val="009D4613"/>
    <w:rsid w:val="009D6959"/>
    <w:rsid w:val="009E016D"/>
    <w:rsid w:val="009E105B"/>
    <w:rsid w:val="009E3E80"/>
    <w:rsid w:val="009E3FC5"/>
    <w:rsid w:val="009E554E"/>
    <w:rsid w:val="009F15AE"/>
    <w:rsid w:val="009F1BE4"/>
    <w:rsid w:val="009F3811"/>
    <w:rsid w:val="009F38EF"/>
    <w:rsid w:val="009F5C7B"/>
    <w:rsid w:val="00A01629"/>
    <w:rsid w:val="00A01AEE"/>
    <w:rsid w:val="00A02622"/>
    <w:rsid w:val="00A039A0"/>
    <w:rsid w:val="00A03D0C"/>
    <w:rsid w:val="00A04985"/>
    <w:rsid w:val="00A04A44"/>
    <w:rsid w:val="00A07296"/>
    <w:rsid w:val="00A1083F"/>
    <w:rsid w:val="00A10FB9"/>
    <w:rsid w:val="00A14133"/>
    <w:rsid w:val="00A15142"/>
    <w:rsid w:val="00A162D1"/>
    <w:rsid w:val="00A172C5"/>
    <w:rsid w:val="00A17835"/>
    <w:rsid w:val="00A21F2B"/>
    <w:rsid w:val="00A2203B"/>
    <w:rsid w:val="00A25B92"/>
    <w:rsid w:val="00A2732A"/>
    <w:rsid w:val="00A302AD"/>
    <w:rsid w:val="00A3030B"/>
    <w:rsid w:val="00A32451"/>
    <w:rsid w:val="00A33071"/>
    <w:rsid w:val="00A33DA5"/>
    <w:rsid w:val="00A34E5D"/>
    <w:rsid w:val="00A3523A"/>
    <w:rsid w:val="00A35D79"/>
    <w:rsid w:val="00A36285"/>
    <w:rsid w:val="00A3675B"/>
    <w:rsid w:val="00A3765D"/>
    <w:rsid w:val="00A37D22"/>
    <w:rsid w:val="00A42F6D"/>
    <w:rsid w:val="00A45B35"/>
    <w:rsid w:val="00A45F14"/>
    <w:rsid w:val="00A4664E"/>
    <w:rsid w:val="00A47463"/>
    <w:rsid w:val="00A4769D"/>
    <w:rsid w:val="00A47D19"/>
    <w:rsid w:val="00A50BD6"/>
    <w:rsid w:val="00A50CD9"/>
    <w:rsid w:val="00A52F23"/>
    <w:rsid w:val="00A52F75"/>
    <w:rsid w:val="00A5497C"/>
    <w:rsid w:val="00A55E52"/>
    <w:rsid w:val="00A566C1"/>
    <w:rsid w:val="00A569F4"/>
    <w:rsid w:val="00A6075A"/>
    <w:rsid w:val="00A6370E"/>
    <w:rsid w:val="00A65960"/>
    <w:rsid w:val="00A66EFD"/>
    <w:rsid w:val="00A67AD3"/>
    <w:rsid w:val="00A701B2"/>
    <w:rsid w:val="00A71271"/>
    <w:rsid w:val="00A712CB"/>
    <w:rsid w:val="00A72304"/>
    <w:rsid w:val="00A72891"/>
    <w:rsid w:val="00A72EB4"/>
    <w:rsid w:val="00A733E3"/>
    <w:rsid w:val="00A73777"/>
    <w:rsid w:val="00A73985"/>
    <w:rsid w:val="00A75B59"/>
    <w:rsid w:val="00A7641F"/>
    <w:rsid w:val="00A76DED"/>
    <w:rsid w:val="00A8085C"/>
    <w:rsid w:val="00A8093D"/>
    <w:rsid w:val="00A8256A"/>
    <w:rsid w:val="00A82B31"/>
    <w:rsid w:val="00A838D8"/>
    <w:rsid w:val="00A86C07"/>
    <w:rsid w:val="00A90EB6"/>
    <w:rsid w:val="00A9199C"/>
    <w:rsid w:val="00A92D84"/>
    <w:rsid w:val="00A935EF"/>
    <w:rsid w:val="00A94FC5"/>
    <w:rsid w:val="00A9628D"/>
    <w:rsid w:val="00AA1987"/>
    <w:rsid w:val="00AA281F"/>
    <w:rsid w:val="00AA4925"/>
    <w:rsid w:val="00AA51BB"/>
    <w:rsid w:val="00AA598B"/>
    <w:rsid w:val="00AA711E"/>
    <w:rsid w:val="00AB023D"/>
    <w:rsid w:val="00AB09C7"/>
    <w:rsid w:val="00AB0BE2"/>
    <w:rsid w:val="00AB1CC4"/>
    <w:rsid w:val="00AB2B79"/>
    <w:rsid w:val="00AB347F"/>
    <w:rsid w:val="00AB4141"/>
    <w:rsid w:val="00AB6A56"/>
    <w:rsid w:val="00AB779A"/>
    <w:rsid w:val="00AC0A63"/>
    <w:rsid w:val="00AC2A98"/>
    <w:rsid w:val="00AC5521"/>
    <w:rsid w:val="00AC6760"/>
    <w:rsid w:val="00AC6B12"/>
    <w:rsid w:val="00AD0F53"/>
    <w:rsid w:val="00AD201A"/>
    <w:rsid w:val="00AD3670"/>
    <w:rsid w:val="00AD561E"/>
    <w:rsid w:val="00AD5C99"/>
    <w:rsid w:val="00AD5E76"/>
    <w:rsid w:val="00AD607D"/>
    <w:rsid w:val="00AD61B7"/>
    <w:rsid w:val="00AD70A5"/>
    <w:rsid w:val="00AE02C3"/>
    <w:rsid w:val="00AE061D"/>
    <w:rsid w:val="00AE183E"/>
    <w:rsid w:val="00AE23AD"/>
    <w:rsid w:val="00AE2B2E"/>
    <w:rsid w:val="00AE32E1"/>
    <w:rsid w:val="00AE3CD2"/>
    <w:rsid w:val="00AE4EE0"/>
    <w:rsid w:val="00AE5C78"/>
    <w:rsid w:val="00AE6969"/>
    <w:rsid w:val="00AF05A6"/>
    <w:rsid w:val="00AF0761"/>
    <w:rsid w:val="00AF106A"/>
    <w:rsid w:val="00AF19C9"/>
    <w:rsid w:val="00AF1D9C"/>
    <w:rsid w:val="00AF2313"/>
    <w:rsid w:val="00AF3816"/>
    <w:rsid w:val="00AF3945"/>
    <w:rsid w:val="00AF4236"/>
    <w:rsid w:val="00AF57DA"/>
    <w:rsid w:val="00B02F3B"/>
    <w:rsid w:val="00B10582"/>
    <w:rsid w:val="00B12F1A"/>
    <w:rsid w:val="00B12F46"/>
    <w:rsid w:val="00B12FC9"/>
    <w:rsid w:val="00B14C49"/>
    <w:rsid w:val="00B15990"/>
    <w:rsid w:val="00B160C8"/>
    <w:rsid w:val="00B1735A"/>
    <w:rsid w:val="00B20CAD"/>
    <w:rsid w:val="00B224AA"/>
    <w:rsid w:val="00B22A09"/>
    <w:rsid w:val="00B243AF"/>
    <w:rsid w:val="00B24674"/>
    <w:rsid w:val="00B26DBA"/>
    <w:rsid w:val="00B3039A"/>
    <w:rsid w:val="00B33830"/>
    <w:rsid w:val="00B42B6A"/>
    <w:rsid w:val="00B44488"/>
    <w:rsid w:val="00B44F09"/>
    <w:rsid w:val="00B46D6A"/>
    <w:rsid w:val="00B5018A"/>
    <w:rsid w:val="00B50BD8"/>
    <w:rsid w:val="00B55018"/>
    <w:rsid w:val="00B64D80"/>
    <w:rsid w:val="00B64FDC"/>
    <w:rsid w:val="00B6554D"/>
    <w:rsid w:val="00B71653"/>
    <w:rsid w:val="00B733DB"/>
    <w:rsid w:val="00B741AE"/>
    <w:rsid w:val="00B74439"/>
    <w:rsid w:val="00B7742F"/>
    <w:rsid w:val="00B83B9D"/>
    <w:rsid w:val="00B848AE"/>
    <w:rsid w:val="00B849BE"/>
    <w:rsid w:val="00B85256"/>
    <w:rsid w:val="00B87640"/>
    <w:rsid w:val="00B936F6"/>
    <w:rsid w:val="00B93B12"/>
    <w:rsid w:val="00B9431F"/>
    <w:rsid w:val="00BA14BE"/>
    <w:rsid w:val="00BA193B"/>
    <w:rsid w:val="00BA2B18"/>
    <w:rsid w:val="00BA2B27"/>
    <w:rsid w:val="00BA3A3C"/>
    <w:rsid w:val="00BA44D8"/>
    <w:rsid w:val="00BA5039"/>
    <w:rsid w:val="00BA529D"/>
    <w:rsid w:val="00BA5856"/>
    <w:rsid w:val="00BB21D7"/>
    <w:rsid w:val="00BB255C"/>
    <w:rsid w:val="00BB3445"/>
    <w:rsid w:val="00BB421A"/>
    <w:rsid w:val="00BB7752"/>
    <w:rsid w:val="00BC1198"/>
    <w:rsid w:val="00BC1456"/>
    <w:rsid w:val="00BC1623"/>
    <w:rsid w:val="00BC26F8"/>
    <w:rsid w:val="00BC2C2F"/>
    <w:rsid w:val="00BC33F7"/>
    <w:rsid w:val="00BC3D48"/>
    <w:rsid w:val="00BC6F23"/>
    <w:rsid w:val="00BD0237"/>
    <w:rsid w:val="00BD5FCD"/>
    <w:rsid w:val="00BD60D0"/>
    <w:rsid w:val="00BD68F6"/>
    <w:rsid w:val="00BD7C52"/>
    <w:rsid w:val="00BE3AF8"/>
    <w:rsid w:val="00BE5E4F"/>
    <w:rsid w:val="00BE625C"/>
    <w:rsid w:val="00BE67C9"/>
    <w:rsid w:val="00BE73FD"/>
    <w:rsid w:val="00BE7A76"/>
    <w:rsid w:val="00BF0E13"/>
    <w:rsid w:val="00BF307F"/>
    <w:rsid w:val="00BF31E1"/>
    <w:rsid w:val="00BF6F6E"/>
    <w:rsid w:val="00C052A1"/>
    <w:rsid w:val="00C06B42"/>
    <w:rsid w:val="00C06D3A"/>
    <w:rsid w:val="00C072DF"/>
    <w:rsid w:val="00C07D22"/>
    <w:rsid w:val="00C10E91"/>
    <w:rsid w:val="00C11807"/>
    <w:rsid w:val="00C12C5C"/>
    <w:rsid w:val="00C13937"/>
    <w:rsid w:val="00C13E1B"/>
    <w:rsid w:val="00C160C6"/>
    <w:rsid w:val="00C20068"/>
    <w:rsid w:val="00C20BEB"/>
    <w:rsid w:val="00C22B27"/>
    <w:rsid w:val="00C22CCE"/>
    <w:rsid w:val="00C240FC"/>
    <w:rsid w:val="00C268F9"/>
    <w:rsid w:val="00C27DCE"/>
    <w:rsid w:val="00C306EA"/>
    <w:rsid w:val="00C33C0E"/>
    <w:rsid w:val="00C34DF3"/>
    <w:rsid w:val="00C40B8D"/>
    <w:rsid w:val="00C40D57"/>
    <w:rsid w:val="00C42401"/>
    <w:rsid w:val="00C43391"/>
    <w:rsid w:val="00C446B9"/>
    <w:rsid w:val="00C46181"/>
    <w:rsid w:val="00C46816"/>
    <w:rsid w:val="00C476C4"/>
    <w:rsid w:val="00C47757"/>
    <w:rsid w:val="00C5470E"/>
    <w:rsid w:val="00C55468"/>
    <w:rsid w:val="00C60C09"/>
    <w:rsid w:val="00C612A8"/>
    <w:rsid w:val="00C6249E"/>
    <w:rsid w:val="00C67232"/>
    <w:rsid w:val="00C6765E"/>
    <w:rsid w:val="00C67E80"/>
    <w:rsid w:val="00C70BF8"/>
    <w:rsid w:val="00C7459F"/>
    <w:rsid w:val="00C75D56"/>
    <w:rsid w:val="00C77B33"/>
    <w:rsid w:val="00C864E6"/>
    <w:rsid w:val="00C90752"/>
    <w:rsid w:val="00C914D0"/>
    <w:rsid w:val="00C93B9A"/>
    <w:rsid w:val="00C94EB1"/>
    <w:rsid w:val="00C967F9"/>
    <w:rsid w:val="00C978AF"/>
    <w:rsid w:val="00CA0F3B"/>
    <w:rsid w:val="00CA1458"/>
    <w:rsid w:val="00CA1D21"/>
    <w:rsid w:val="00CA3F90"/>
    <w:rsid w:val="00CA7C23"/>
    <w:rsid w:val="00CB0336"/>
    <w:rsid w:val="00CB0E2B"/>
    <w:rsid w:val="00CB0F3C"/>
    <w:rsid w:val="00CB10A0"/>
    <w:rsid w:val="00CB44A1"/>
    <w:rsid w:val="00CC09ED"/>
    <w:rsid w:val="00CC0EB0"/>
    <w:rsid w:val="00CC1764"/>
    <w:rsid w:val="00CC2573"/>
    <w:rsid w:val="00CC2B68"/>
    <w:rsid w:val="00CC366F"/>
    <w:rsid w:val="00CC459B"/>
    <w:rsid w:val="00CC47FA"/>
    <w:rsid w:val="00CC5ECE"/>
    <w:rsid w:val="00CC7316"/>
    <w:rsid w:val="00CC76CB"/>
    <w:rsid w:val="00CC7E31"/>
    <w:rsid w:val="00CD41DD"/>
    <w:rsid w:val="00CD4F5B"/>
    <w:rsid w:val="00CD5264"/>
    <w:rsid w:val="00CD5654"/>
    <w:rsid w:val="00CD5719"/>
    <w:rsid w:val="00CD6107"/>
    <w:rsid w:val="00CD6C43"/>
    <w:rsid w:val="00CD7AF3"/>
    <w:rsid w:val="00CE0071"/>
    <w:rsid w:val="00CE0B72"/>
    <w:rsid w:val="00CE2043"/>
    <w:rsid w:val="00CE3E54"/>
    <w:rsid w:val="00CE4270"/>
    <w:rsid w:val="00CE620A"/>
    <w:rsid w:val="00CE6697"/>
    <w:rsid w:val="00CE69BC"/>
    <w:rsid w:val="00CE760A"/>
    <w:rsid w:val="00CE7DA6"/>
    <w:rsid w:val="00CF0FFF"/>
    <w:rsid w:val="00CF10B9"/>
    <w:rsid w:val="00CF2B7D"/>
    <w:rsid w:val="00CF3E33"/>
    <w:rsid w:val="00CF42FC"/>
    <w:rsid w:val="00CF6B55"/>
    <w:rsid w:val="00CF6BFD"/>
    <w:rsid w:val="00D02DE3"/>
    <w:rsid w:val="00D03678"/>
    <w:rsid w:val="00D0467F"/>
    <w:rsid w:val="00D06838"/>
    <w:rsid w:val="00D0723B"/>
    <w:rsid w:val="00D110AE"/>
    <w:rsid w:val="00D12037"/>
    <w:rsid w:val="00D12188"/>
    <w:rsid w:val="00D14357"/>
    <w:rsid w:val="00D14C48"/>
    <w:rsid w:val="00D17F2A"/>
    <w:rsid w:val="00D200ED"/>
    <w:rsid w:val="00D24463"/>
    <w:rsid w:val="00D25CC3"/>
    <w:rsid w:val="00D26C2A"/>
    <w:rsid w:val="00D26EE3"/>
    <w:rsid w:val="00D27344"/>
    <w:rsid w:val="00D2743E"/>
    <w:rsid w:val="00D27B9D"/>
    <w:rsid w:val="00D31607"/>
    <w:rsid w:val="00D31CBF"/>
    <w:rsid w:val="00D320C4"/>
    <w:rsid w:val="00D3364E"/>
    <w:rsid w:val="00D342D9"/>
    <w:rsid w:val="00D3504F"/>
    <w:rsid w:val="00D36AD5"/>
    <w:rsid w:val="00D43BF6"/>
    <w:rsid w:val="00D449E5"/>
    <w:rsid w:val="00D44F9A"/>
    <w:rsid w:val="00D46E93"/>
    <w:rsid w:val="00D46F3D"/>
    <w:rsid w:val="00D50BE5"/>
    <w:rsid w:val="00D5128B"/>
    <w:rsid w:val="00D5163C"/>
    <w:rsid w:val="00D52B79"/>
    <w:rsid w:val="00D55A69"/>
    <w:rsid w:val="00D56BD7"/>
    <w:rsid w:val="00D62EFD"/>
    <w:rsid w:val="00D63CC2"/>
    <w:rsid w:val="00D63F4C"/>
    <w:rsid w:val="00D6448A"/>
    <w:rsid w:val="00D65BA7"/>
    <w:rsid w:val="00D70717"/>
    <w:rsid w:val="00D722D3"/>
    <w:rsid w:val="00D7336E"/>
    <w:rsid w:val="00D74160"/>
    <w:rsid w:val="00D75855"/>
    <w:rsid w:val="00D766B9"/>
    <w:rsid w:val="00D828DD"/>
    <w:rsid w:val="00D829A5"/>
    <w:rsid w:val="00D85CE5"/>
    <w:rsid w:val="00D92F7A"/>
    <w:rsid w:val="00D94D57"/>
    <w:rsid w:val="00D95E04"/>
    <w:rsid w:val="00D97D26"/>
    <w:rsid w:val="00DA256C"/>
    <w:rsid w:val="00DA2C82"/>
    <w:rsid w:val="00DA4397"/>
    <w:rsid w:val="00DA4636"/>
    <w:rsid w:val="00DA6293"/>
    <w:rsid w:val="00DA6BD5"/>
    <w:rsid w:val="00DA6BFF"/>
    <w:rsid w:val="00DB0D84"/>
    <w:rsid w:val="00DB1718"/>
    <w:rsid w:val="00DB1F80"/>
    <w:rsid w:val="00DB39B6"/>
    <w:rsid w:val="00DC0227"/>
    <w:rsid w:val="00DC0F5A"/>
    <w:rsid w:val="00DC1106"/>
    <w:rsid w:val="00DC1D73"/>
    <w:rsid w:val="00DC2FD2"/>
    <w:rsid w:val="00DC3661"/>
    <w:rsid w:val="00DC58A0"/>
    <w:rsid w:val="00DC7FE8"/>
    <w:rsid w:val="00DD128F"/>
    <w:rsid w:val="00DD3059"/>
    <w:rsid w:val="00DD31F9"/>
    <w:rsid w:val="00DE02A3"/>
    <w:rsid w:val="00DE12F3"/>
    <w:rsid w:val="00DE2EB3"/>
    <w:rsid w:val="00DE3600"/>
    <w:rsid w:val="00DE39BF"/>
    <w:rsid w:val="00DE3EC3"/>
    <w:rsid w:val="00DE5D2B"/>
    <w:rsid w:val="00DE7452"/>
    <w:rsid w:val="00DE7DE2"/>
    <w:rsid w:val="00DF089C"/>
    <w:rsid w:val="00DF0A2C"/>
    <w:rsid w:val="00DF0E8A"/>
    <w:rsid w:val="00DF144C"/>
    <w:rsid w:val="00DF1873"/>
    <w:rsid w:val="00DF1936"/>
    <w:rsid w:val="00DF4D17"/>
    <w:rsid w:val="00DF51A0"/>
    <w:rsid w:val="00DF54FD"/>
    <w:rsid w:val="00DF785C"/>
    <w:rsid w:val="00E01772"/>
    <w:rsid w:val="00E01945"/>
    <w:rsid w:val="00E05CC0"/>
    <w:rsid w:val="00E06A93"/>
    <w:rsid w:val="00E132C9"/>
    <w:rsid w:val="00E13DA7"/>
    <w:rsid w:val="00E13F5A"/>
    <w:rsid w:val="00E15AA5"/>
    <w:rsid w:val="00E17B90"/>
    <w:rsid w:val="00E21B3A"/>
    <w:rsid w:val="00E274B3"/>
    <w:rsid w:val="00E3015D"/>
    <w:rsid w:val="00E349E4"/>
    <w:rsid w:val="00E35B46"/>
    <w:rsid w:val="00E36138"/>
    <w:rsid w:val="00E36259"/>
    <w:rsid w:val="00E3768D"/>
    <w:rsid w:val="00E4050D"/>
    <w:rsid w:val="00E40B44"/>
    <w:rsid w:val="00E42067"/>
    <w:rsid w:val="00E44329"/>
    <w:rsid w:val="00E44DD2"/>
    <w:rsid w:val="00E456C1"/>
    <w:rsid w:val="00E45FF9"/>
    <w:rsid w:val="00E47248"/>
    <w:rsid w:val="00E50532"/>
    <w:rsid w:val="00E51AC0"/>
    <w:rsid w:val="00E51F81"/>
    <w:rsid w:val="00E5312C"/>
    <w:rsid w:val="00E53754"/>
    <w:rsid w:val="00E543EE"/>
    <w:rsid w:val="00E55E84"/>
    <w:rsid w:val="00E56FEA"/>
    <w:rsid w:val="00E5799A"/>
    <w:rsid w:val="00E61C38"/>
    <w:rsid w:val="00E624B8"/>
    <w:rsid w:val="00E67454"/>
    <w:rsid w:val="00E71481"/>
    <w:rsid w:val="00E71BC8"/>
    <w:rsid w:val="00E71F78"/>
    <w:rsid w:val="00E76159"/>
    <w:rsid w:val="00E811EE"/>
    <w:rsid w:val="00E812FA"/>
    <w:rsid w:val="00E827AF"/>
    <w:rsid w:val="00E82F6C"/>
    <w:rsid w:val="00E833E1"/>
    <w:rsid w:val="00E8397F"/>
    <w:rsid w:val="00E850F5"/>
    <w:rsid w:val="00E861D9"/>
    <w:rsid w:val="00E87BB3"/>
    <w:rsid w:val="00E93813"/>
    <w:rsid w:val="00E96CEE"/>
    <w:rsid w:val="00E971EE"/>
    <w:rsid w:val="00EA3514"/>
    <w:rsid w:val="00EA3CB0"/>
    <w:rsid w:val="00EA4450"/>
    <w:rsid w:val="00EA7D7D"/>
    <w:rsid w:val="00EB09C1"/>
    <w:rsid w:val="00EB1582"/>
    <w:rsid w:val="00EB2D84"/>
    <w:rsid w:val="00EB3305"/>
    <w:rsid w:val="00EB34BE"/>
    <w:rsid w:val="00EB43FC"/>
    <w:rsid w:val="00EB48C8"/>
    <w:rsid w:val="00EB50E5"/>
    <w:rsid w:val="00EB5BE8"/>
    <w:rsid w:val="00EB6332"/>
    <w:rsid w:val="00EC1F31"/>
    <w:rsid w:val="00EC22D3"/>
    <w:rsid w:val="00EC2970"/>
    <w:rsid w:val="00EC3D13"/>
    <w:rsid w:val="00EC42E9"/>
    <w:rsid w:val="00ED094D"/>
    <w:rsid w:val="00ED195B"/>
    <w:rsid w:val="00ED1ACB"/>
    <w:rsid w:val="00ED25BF"/>
    <w:rsid w:val="00ED28C6"/>
    <w:rsid w:val="00ED3624"/>
    <w:rsid w:val="00EE203C"/>
    <w:rsid w:val="00EE4E69"/>
    <w:rsid w:val="00EE71B7"/>
    <w:rsid w:val="00EE7442"/>
    <w:rsid w:val="00EE7912"/>
    <w:rsid w:val="00EF127C"/>
    <w:rsid w:val="00EF2256"/>
    <w:rsid w:val="00EF252B"/>
    <w:rsid w:val="00EF2AC9"/>
    <w:rsid w:val="00EF38CB"/>
    <w:rsid w:val="00EF49BD"/>
    <w:rsid w:val="00EF533B"/>
    <w:rsid w:val="00EF6535"/>
    <w:rsid w:val="00EF7E9E"/>
    <w:rsid w:val="00F03256"/>
    <w:rsid w:val="00F0430A"/>
    <w:rsid w:val="00F04851"/>
    <w:rsid w:val="00F04993"/>
    <w:rsid w:val="00F0557D"/>
    <w:rsid w:val="00F05733"/>
    <w:rsid w:val="00F060AD"/>
    <w:rsid w:val="00F070A3"/>
    <w:rsid w:val="00F07C9D"/>
    <w:rsid w:val="00F122A0"/>
    <w:rsid w:val="00F143B6"/>
    <w:rsid w:val="00F26E24"/>
    <w:rsid w:val="00F336FA"/>
    <w:rsid w:val="00F33736"/>
    <w:rsid w:val="00F359A9"/>
    <w:rsid w:val="00F36E90"/>
    <w:rsid w:val="00F37FB8"/>
    <w:rsid w:val="00F40200"/>
    <w:rsid w:val="00F403EF"/>
    <w:rsid w:val="00F42657"/>
    <w:rsid w:val="00F43564"/>
    <w:rsid w:val="00F435FB"/>
    <w:rsid w:val="00F4370C"/>
    <w:rsid w:val="00F44E60"/>
    <w:rsid w:val="00F4528A"/>
    <w:rsid w:val="00F4587E"/>
    <w:rsid w:val="00F47439"/>
    <w:rsid w:val="00F51650"/>
    <w:rsid w:val="00F5167B"/>
    <w:rsid w:val="00F52C7F"/>
    <w:rsid w:val="00F558F1"/>
    <w:rsid w:val="00F56C1C"/>
    <w:rsid w:val="00F5720B"/>
    <w:rsid w:val="00F578C1"/>
    <w:rsid w:val="00F61429"/>
    <w:rsid w:val="00F61E8D"/>
    <w:rsid w:val="00F6208F"/>
    <w:rsid w:val="00F62FC1"/>
    <w:rsid w:val="00F633A9"/>
    <w:rsid w:val="00F64BEC"/>
    <w:rsid w:val="00F64C60"/>
    <w:rsid w:val="00F661C1"/>
    <w:rsid w:val="00F67657"/>
    <w:rsid w:val="00F70DE5"/>
    <w:rsid w:val="00F72841"/>
    <w:rsid w:val="00F73040"/>
    <w:rsid w:val="00F730DB"/>
    <w:rsid w:val="00F74B11"/>
    <w:rsid w:val="00F7511D"/>
    <w:rsid w:val="00F752E5"/>
    <w:rsid w:val="00F84B4E"/>
    <w:rsid w:val="00F85769"/>
    <w:rsid w:val="00F87BFF"/>
    <w:rsid w:val="00F91A12"/>
    <w:rsid w:val="00F92D39"/>
    <w:rsid w:val="00F92F16"/>
    <w:rsid w:val="00F94902"/>
    <w:rsid w:val="00F95F6C"/>
    <w:rsid w:val="00F96899"/>
    <w:rsid w:val="00F9731D"/>
    <w:rsid w:val="00F97939"/>
    <w:rsid w:val="00FA0507"/>
    <w:rsid w:val="00FA1D4D"/>
    <w:rsid w:val="00FA4461"/>
    <w:rsid w:val="00FA5740"/>
    <w:rsid w:val="00FA5D77"/>
    <w:rsid w:val="00FA6929"/>
    <w:rsid w:val="00FA6B5C"/>
    <w:rsid w:val="00FA76C3"/>
    <w:rsid w:val="00FB0107"/>
    <w:rsid w:val="00FB210E"/>
    <w:rsid w:val="00FB2178"/>
    <w:rsid w:val="00FB3510"/>
    <w:rsid w:val="00FC090B"/>
    <w:rsid w:val="00FC0DA5"/>
    <w:rsid w:val="00FC18CB"/>
    <w:rsid w:val="00FD1013"/>
    <w:rsid w:val="00FD274B"/>
    <w:rsid w:val="00FD32A5"/>
    <w:rsid w:val="00FD6A56"/>
    <w:rsid w:val="00FD7DE5"/>
    <w:rsid w:val="00FE50D0"/>
    <w:rsid w:val="00FE52D5"/>
    <w:rsid w:val="00FE664A"/>
    <w:rsid w:val="00FE6AC5"/>
    <w:rsid w:val="00FE6EF7"/>
    <w:rsid w:val="00FE7C83"/>
    <w:rsid w:val="00FF12F0"/>
    <w:rsid w:val="00FF1549"/>
    <w:rsid w:val="00FF1837"/>
    <w:rsid w:val="00FF1CFE"/>
    <w:rsid w:val="00FF45C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09AAC44-1383-47B2-A379-32212F61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1629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eastAsia="Times New Roman" w:hAnsi="Verdana"/>
      <w:sz w:val="18"/>
    </w:rPr>
  </w:style>
  <w:style w:type="paragraph" w:styleId="Kop1">
    <w:name w:val="heading 1"/>
    <w:basedOn w:val="Standaard"/>
    <w:next w:val="Standaard"/>
    <w:link w:val="Verwijzingopmerking"/>
    <w:qFormat/>
    <w:rsid w:val="00A01629"/>
    <w:pPr>
      <w:numPr>
        <w:numId w:val="17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A01629"/>
    <w:pPr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A01629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qFormat/>
    <w:rsid w:val="00A01629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qFormat/>
    <w:rsid w:val="00A01629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qFormat/>
    <w:rsid w:val="00A01629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qFormat/>
    <w:rsid w:val="00A01629"/>
    <w:pPr>
      <w:outlineLvl w:val="6"/>
    </w:pPr>
  </w:style>
  <w:style w:type="paragraph" w:styleId="Kop8">
    <w:name w:val="heading 8"/>
    <w:basedOn w:val="Standaard"/>
    <w:next w:val="Standaard"/>
    <w:qFormat/>
    <w:rsid w:val="00A01629"/>
    <w:pPr>
      <w:outlineLvl w:val="7"/>
    </w:pPr>
    <w:rPr>
      <w:iCs/>
    </w:rPr>
  </w:style>
  <w:style w:type="paragraph" w:styleId="Kop9">
    <w:name w:val="heading 9"/>
    <w:basedOn w:val="Standaard"/>
    <w:next w:val="Standaard"/>
    <w:qFormat/>
    <w:rsid w:val="00A01629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A01629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A01629"/>
  </w:style>
  <w:style w:type="character" w:customStyle="1" w:styleId="CharChar16">
    <w:name w:val="Char Char16"/>
    <w:locked/>
    <w:rPr>
      <w:rFonts w:cs="Times New Roman"/>
      <w:b/>
      <w:kern w:val="28"/>
      <w:sz w:val="28"/>
    </w:rPr>
  </w:style>
  <w:style w:type="character" w:customStyle="1" w:styleId="CharChar15">
    <w:name w:val="Char Char15"/>
    <w:locked/>
    <w:rPr>
      <w:rFonts w:cs="Times New Roman"/>
      <w:sz w:val="26"/>
    </w:rPr>
  </w:style>
  <w:style w:type="character" w:customStyle="1" w:styleId="CharChar14">
    <w:name w:val="Char Char14"/>
    <w:locked/>
    <w:rPr>
      <w:rFonts w:cs="Times New Roman"/>
      <w:sz w:val="24"/>
    </w:rPr>
  </w:style>
  <w:style w:type="character" w:customStyle="1" w:styleId="CharChar13">
    <w:name w:val="Char Char13"/>
    <w:locked/>
    <w:rPr>
      <w:rFonts w:cs="Times New Roman"/>
      <w:sz w:val="24"/>
    </w:rPr>
  </w:style>
  <w:style w:type="character" w:customStyle="1" w:styleId="CharChar12">
    <w:name w:val="Char Char12"/>
    <w:locked/>
    <w:rPr>
      <w:rFonts w:cs="Times New Roman"/>
      <w:kern w:val="28"/>
      <w:sz w:val="22"/>
    </w:rPr>
  </w:style>
  <w:style w:type="character" w:customStyle="1" w:styleId="CharChar11">
    <w:name w:val="Char Char11"/>
    <w:locked/>
    <w:rPr>
      <w:rFonts w:ascii="Arial" w:hAnsi="Arial" w:cs="Times New Roman"/>
      <w:i/>
      <w:kern w:val="28"/>
      <w:sz w:val="22"/>
    </w:rPr>
  </w:style>
  <w:style w:type="character" w:customStyle="1" w:styleId="CharChar10">
    <w:name w:val="Char Char10"/>
    <w:locked/>
    <w:rPr>
      <w:rFonts w:ascii="Arial" w:hAnsi="Arial" w:cs="Times New Roman"/>
      <w:kern w:val="28"/>
    </w:rPr>
  </w:style>
  <w:style w:type="character" w:customStyle="1" w:styleId="CharChar9">
    <w:name w:val="Char Char9"/>
    <w:locked/>
    <w:rPr>
      <w:rFonts w:ascii="Arial" w:hAnsi="Arial" w:cs="Times New Roman"/>
      <w:i/>
      <w:kern w:val="28"/>
    </w:rPr>
  </w:style>
  <w:style w:type="character" w:customStyle="1" w:styleId="CharChar8">
    <w:name w:val="Char Char8"/>
    <w:locked/>
    <w:rPr>
      <w:rFonts w:ascii="Arial" w:hAnsi="Arial" w:cs="Times New Roman"/>
      <w:i/>
      <w:kern w:val="28"/>
      <w:sz w:val="18"/>
    </w:rPr>
  </w:style>
  <w:style w:type="paragraph" w:styleId="Plattetekst2">
    <w:name w:val="Body Text 2"/>
    <w:basedOn w:val="Standaard"/>
    <w:rPr>
      <w:color w:val="0000FF"/>
      <w:sz w:val="24"/>
      <w:szCs w:val="24"/>
    </w:rPr>
  </w:style>
  <w:style w:type="character" w:customStyle="1" w:styleId="CharChar7">
    <w:name w:val="Char Char7"/>
    <w:locked/>
    <w:rPr>
      <w:rFonts w:cs="Times New Roman"/>
      <w:color w:val="0000FF"/>
      <w:sz w:val="24"/>
      <w:szCs w:val="24"/>
    </w:rPr>
  </w:style>
  <w:style w:type="paragraph" w:styleId="Voettekst">
    <w:name w:val="footer"/>
    <w:basedOn w:val="Standaard"/>
    <w:link w:val="VoettekstChar"/>
    <w:rsid w:val="00A01629"/>
    <w:pPr>
      <w:tabs>
        <w:tab w:val="center" w:pos="4536"/>
        <w:tab w:val="right" w:pos="9072"/>
      </w:tabs>
    </w:pPr>
  </w:style>
  <w:style w:type="character" w:customStyle="1" w:styleId="CharChar6">
    <w:name w:val="Char Char6"/>
    <w:locked/>
    <w:rPr>
      <w:rFonts w:cs="Times New Roman"/>
      <w:sz w:val="24"/>
      <w:szCs w:val="24"/>
    </w:rPr>
  </w:style>
  <w:style w:type="paragraph" w:styleId="Plattetekst">
    <w:name w:val="Body Text"/>
    <w:basedOn w:val="Standaard"/>
    <w:link w:val="PlattetekstChar"/>
    <w:pPr>
      <w:spacing w:after="120"/>
    </w:pPr>
  </w:style>
  <w:style w:type="character" w:customStyle="1" w:styleId="CharChar5">
    <w:name w:val="Char Char5"/>
    <w:locked/>
    <w:rPr>
      <w:rFonts w:cs="Times New Roman"/>
      <w:sz w:val="22"/>
    </w:rPr>
  </w:style>
  <w:style w:type="paragraph" w:styleId="Plattetekstinspringen">
    <w:name w:val="Body Text Indent"/>
    <w:basedOn w:val="Standaard"/>
    <w:semiHidden/>
    <w:pPr>
      <w:spacing w:after="120"/>
      <w:ind w:left="283"/>
    </w:pPr>
  </w:style>
  <w:style w:type="character" w:customStyle="1" w:styleId="CharChar4">
    <w:name w:val="Char Char4"/>
    <w:semiHidden/>
    <w:locked/>
    <w:rPr>
      <w:rFonts w:cs="Times New Roman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snapToGrid w:val="0"/>
      <w:color w:val="000000"/>
      <w:sz w:val="24"/>
      <w:szCs w:val="24"/>
      <w:lang w:eastAsia="zh-CN"/>
    </w:rPr>
  </w:style>
  <w:style w:type="paragraph" w:styleId="Lijstalinea">
    <w:name w:val="List Paragraph"/>
    <w:basedOn w:val="Standaard"/>
    <w:qFormat/>
    <w:pPr>
      <w:ind w:left="708"/>
    </w:pPr>
  </w:style>
  <w:style w:type="paragraph" w:styleId="Ballontekst">
    <w:name w:val="Balloon Text"/>
    <w:basedOn w:val="Standaard"/>
    <w:semiHidden/>
    <w:rPr>
      <w:sz w:val="16"/>
      <w:szCs w:val="16"/>
    </w:rPr>
  </w:style>
  <w:style w:type="character" w:customStyle="1" w:styleId="CharChar3">
    <w:name w:val="Char Char3"/>
    <w:semiHidden/>
    <w:locked/>
    <w:rPr>
      <w:rFonts w:ascii="Times New Roman" w:hAnsi="Times New Roman" w:cs="Times New Roman"/>
      <w:sz w:val="16"/>
      <w:szCs w:val="16"/>
    </w:rPr>
  </w:style>
  <w:style w:type="character" w:styleId="Verwijzingopmerking">
    <w:name w:val="annotation reference"/>
    <w:aliases w:val="Kop 1 Char"/>
    <w:link w:val="Kop1"/>
    <w:rPr>
      <w:rFonts w:ascii="Verdana" w:eastAsia="Times New Roman" w:hAnsi="Verdana"/>
      <w:sz w:val="24"/>
    </w:rPr>
  </w:style>
  <w:style w:type="paragraph" w:styleId="Tekstopmerking">
    <w:name w:val="annotation text"/>
    <w:basedOn w:val="Standaard"/>
    <w:semiHidden/>
    <w:rPr>
      <w:sz w:val="20"/>
    </w:rPr>
  </w:style>
  <w:style w:type="character" w:customStyle="1" w:styleId="PlattetekstChar">
    <w:name w:val="Platte tekst Char"/>
    <w:link w:val="Plattetekst"/>
    <w:locked/>
    <w:rPr>
      <w:rFonts w:cs="Times New Roman"/>
    </w:rPr>
  </w:style>
  <w:style w:type="paragraph" w:styleId="Onderwerpvanopmerking">
    <w:name w:val="annotation subject"/>
    <w:basedOn w:val="Tekstopmerking"/>
    <w:next w:val="Tekstopmerking"/>
    <w:semiHidden/>
    <w:rPr>
      <w:b/>
      <w:bCs/>
    </w:rPr>
  </w:style>
  <w:style w:type="character" w:customStyle="1" w:styleId="Kop2Char">
    <w:name w:val="Kop 2 Char"/>
    <w:link w:val="Kop2"/>
    <w:locked/>
    <w:rPr>
      <w:rFonts w:ascii="Verdana" w:eastAsia="Times New Roman" w:hAnsi="Verdana"/>
      <w:b/>
      <w:sz w:val="18"/>
    </w:rPr>
  </w:style>
  <w:style w:type="paragraph" w:styleId="Koptekst">
    <w:name w:val="header"/>
    <w:basedOn w:val="Standaard"/>
    <w:rsid w:val="00A01629"/>
    <w:pPr>
      <w:tabs>
        <w:tab w:val="center" w:pos="4536"/>
        <w:tab w:val="right" w:pos="9072"/>
      </w:tabs>
    </w:pPr>
  </w:style>
  <w:style w:type="character" w:customStyle="1" w:styleId="CharChar">
    <w:name w:val="Char Char"/>
    <w:semiHidden/>
    <w:locked/>
    <w:rPr>
      <w:rFonts w:cs="Times New Roman"/>
      <w:sz w:val="22"/>
    </w:rPr>
  </w:style>
  <w:style w:type="character" w:styleId="Hyperlink">
    <w:name w:val="Hyperlink"/>
    <w:rPr>
      <w:rFonts w:cs="Times New Roman"/>
      <w:color w:val="0000FF"/>
      <w:u w:val="single"/>
    </w:rPr>
  </w:style>
  <w:style w:type="table" w:styleId="Tabelraster">
    <w:name w:val="Table Grid"/>
    <w:basedOn w:val="Standaardtabel"/>
    <w:rsid w:val="00A01629"/>
    <w:pPr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semiHidden/>
    <w:rPr>
      <w:snapToGrid w:val="0"/>
      <w:sz w:val="22"/>
      <w:lang w:eastAsia="zh-CN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Geenafstand">
    <w:name w:val="No Spacing"/>
    <w:uiPriority w:val="1"/>
    <w:qFormat/>
    <w:rsid w:val="00343630"/>
    <w:rPr>
      <w:rFonts w:eastAsia="Times New Roman"/>
      <w:sz w:val="22"/>
      <w:szCs w:val="22"/>
      <w:lang w:eastAsia="en-US"/>
    </w:rPr>
  </w:style>
  <w:style w:type="character" w:customStyle="1" w:styleId="VoettekstChar">
    <w:name w:val="Voettekst Char"/>
    <w:link w:val="Voettekst"/>
    <w:rsid w:val="00BE3AF8"/>
    <w:rPr>
      <w:rFonts w:ascii="Verdana" w:eastAsia="Times New Roman" w:hAnsi="Verdana"/>
      <w:sz w:val="18"/>
    </w:rPr>
  </w:style>
  <w:style w:type="paragraph" w:customStyle="1" w:styleId="RAankruisvak-leeg">
    <w:name w:val="R_Aankruisvak-leeg"/>
    <w:basedOn w:val="Standaard"/>
    <w:rsid w:val="00A01629"/>
    <w:pPr>
      <w:numPr>
        <w:numId w:val="18"/>
      </w:numPr>
    </w:pPr>
  </w:style>
  <w:style w:type="paragraph" w:customStyle="1" w:styleId="RAankruisvak-vinkje">
    <w:name w:val="R_Aankruisvak-vinkje"/>
    <w:basedOn w:val="Standaard"/>
    <w:rsid w:val="00A01629"/>
    <w:pPr>
      <w:numPr>
        <w:numId w:val="19"/>
      </w:numPr>
    </w:pPr>
  </w:style>
  <w:style w:type="paragraph" w:customStyle="1" w:styleId="RAfzend-invulling">
    <w:name w:val="R_Afzend-invulling"/>
    <w:basedOn w:val="Standaard"/>
    <w:next w:val="Standaard"/>
    <w:rsid w:val="00A01629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A01629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A01629"/>
    <w:rPr>
      <w:rFonts w:ascii="Verdana" w:eastAsia="Times New Roman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A01629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A01629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A01629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A01629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A01629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A01629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A01629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A01629"/>
    <w:pPr>
      <w:numPr>
        <w:numId w:val="20"/>
      </w:numPr>
    </w:pPr>
  </w:style>
  <w:style w:type="paragraph" w:customStyle="1" w:styleId="ROpsomming-bolletjes-klein">
    <w:name w:val="R_Opsomming-bolletjes-klein"/>
    <w:basedOn w:val="Standaard"/>
    <w:rsid w:val="00A01629"/>
    <w:pPr>
      <w:numPr>
        <w:numId w:val="21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A01629"/>
    <w:pPr>
      <w:numPr>
        <w:numId w:val="22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A01629"/>
    <w:pPr>
      <w:numPr>
        <w:numId w:val="23"/>
      </w:numPr>
    </w:pPr>
  </w:style>
  <w:style w:type="paragraph" w:customStyle="1" w:styleId="ROpsomming-genummerd">
    <w:name w:val="R_Opsomming-genummerd"/>
    <w:basedOn w:val="Standaard"/>
    <w:rsid w:val="00A01629"/>
    <w:pPr>
      <w:numPr>
        <w:numId w:val="24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A01629"/>
    <w:pPr>
      <w:numPr>
        <w:numId w:val="25"/>
      </w:numPr>
    </w:pPr>
  </w:style>
  <w:style w:type="paragraph" w:customStyle="1" w:styleId="RPaginanummer">
    <w:name w:val="R_Paginanummer"/>
    <w:basedOn w:val="RAfzend-invulling"/>
    <w:next w:val="Standaard"/>
    <w:rsid w:val="00A01629"/>
    <w:rPr>
      <w:szCs w:val="18"/>
    </w:rPr>
  </w:style>
  <w:style w:type="paragraph" w:customStyle="1" w:styleId="RReferenties">
    <w:name w:val="R_Referenties"/>
    <w:basedOn w:val="Standaard"/>
    <w:next w:val="Standaard"/>
    <w:rsid w:val="00A01629"/>
    <w:rPr>
      <w:szCs w:val="18"/>
    </w:rPr>
  </w:style>
  <w:style w:type="paragraph" w:customStyle="1" w:styleId="RRetouradres">
    <w:name w:val="R_Retouradres"/>
    <w:basedOn w:val="RAfzend-invulling"/>
    <w:next w:val="Standaard"/>
    <w:rsid w:val="00A01629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A01629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A01629"/>
    <w:rPr>
      <w:rFonts w:ascii="Verdana" w:eastAsia="Times New Roman" w:hAnsi="Verdana"/>
      <w:b/>
      <w:caps/>
      <w:sz w:val="13"/>
    </w:rPr>
  </w:style>
  <w:style w:type="paragraph" w:customStyle="1" w:styleId="RTabelkop">
    <w:name w:val="R_Tabelkop"/>
    <w:basedOn w:val="Standaard"/>
    <w:rsid w:val="00A01629"/>
    <w:rPr>
      <w:b/>
      <w:sz w:val="14"/>
    </w:rPr>
  </w:style>
  <w:style w:type="paragraph" w:customStyle="1" w:styleId="RTabeltekst">
    <w:name w:val="R_Tabeltekst"/>
    <w:basedOn w:val="Standaard"/>
    <w:rsid w:val="00A01629"/>
    <w:rPr>
      <w:sz w:val="14"/>
    </w:rPr>
  </w:style>
  <w:style w:type="paragraph" w:customStyle="1" w:styleId="RTitel">
    <w:name w:val="R_Titel"/>
    <w:basedOn w:val="Standaard"/>
    <w:next w:val="Standaard"/>
    <w:rsid w:val="00A01629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A01629"/>
    <w:rPr>
      <w:szCs w:val="18"/>
    </w:rPr>
  </w:style>
  <w:style w:type="character" w:customStyle="1" w:styleId="RVoetnootmarkering">
    <w:name w:val="R_Voetnootmarkering"/>
    <w:rsid w:val="00A01629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A01629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A01629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A01629"/>
    <w:pPr>
      <w:keepLines/>
      <w:spacing w:line="240" w:lineRule="atLeast"/>
    </w:pPr>
    <w:rPr>
      <w:rFonts w:ascii="Verdana" w:eastAsia="Times New Roman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A01629"/>
    <w:pPr>
      <w:keepLines/>
      <w:spacing w:line="240" w:lineRule="atLeast"/>
    </w:pPr>
    <w:rPr>
      <w:rFonts w:ascii="Verdana" w:eastAsia="Times New Roman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A01629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eastAsia="Times New Roman" w:hAnsi="Verdana"/>
      <w:sz w:val="18"/>
      <w:szCs w:val="18"/>
    </w:rPr>
  </w:style>
  <w:style w:type="paragraph" w:customStyle="1" w:styleId="RHSgroot-W2">
    <w:name w:val="RHS groot - W2"/>
    <w:next w:val="Standaard"/>
    <w:rsid w:val="00A01629"/>
    <w:pPr>
      <w:keepLines/>
      <w:spacing w:line="270" w:lineRule="exact"/>
    </w:pPr>
    <w:rPr>
      <w:rFonts w:ascii="Verdana" w:eastAsia="Times New Roman" w:hAnsi="Verdana"/>
      <w:sz w:val="27"/>
      <w:szCs w:val="18"/>
    </w:rPr>
  </w:style>
  <w:style w:type="paragraph" w:customStyle="1" w:styleId="RHSklein-bold">
    <w:name w:val="RHS klein - bold"/>
    <w:link w:val="RHSklein-boldChar"/>
    <w:rsid w:val="00A01629"/>
    <w:pPr>
      <w:keepLines/>
      <w:spacing w:line="180" w:lineRule="atLeast"/>
    </w:pPr>
    <w:rPr>
      <w:rFonts w:ascii="Verdana" w:eastAsia="Times New Roman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A01629"/>
    <w:pPr>
      <w:keepLines/>
      <w:spacing w:line="180" w:lineRule="atLeast"/>
    </w:pPr>
    <w:rPr>
      <w:rFonts w:ascii="Verdana" w:eastAsia="Times New Roman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A01629"/>
    <w:pPr>
      <w:keepLines/>
      <w:spacing w:line="180" w:lineRule="atLeast"/>
    </w:pPr>
    <w:rPr>
      <w:rFonts w:ascii="Verdana" w:eastAsia="Times New Roman" w:hAnsi="Verdana"/>
      <w:sz w:val="13"/>
      <w:szCs w:val="13"/>
    </w:rPr>
  </w:style>
  <w:style w:type="paragraph" w:customStyle="1" w:styleId="RHSklein-W1">
    <w:name w:val="RHS klein - W1"/>
    <w:rsid w:val="00A01629"/>
    <w:pPr>
      <w:keepLines/>
      <w:spacing w:line="90" w:lineRule="exact"/>
    </w:pPr>
    <w:rPr>
      <w:rFonts w:ascii="Verdana" w:eastAsia="Times New Roman" w:hAnsi="Verdana"/>
      <w:sz w:val="9"/>
      <w:szCs w:val="9"/>
    </w:rPr>
  </w:style>
  <w:style w:type="character" w:styleId="Voetnootmarkering">
    <w:name w:val="footnote reference"/>
    <w:rsid w:val="00A01629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A01629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A01629"/>
    <w:rPr>
      <w:rFonts w:ascii="Verdana" w:eastAsia="Times New Roman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A01629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A01629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A01629"/>
    <w:rPr>
      <w:rFonts w:ascii="Verdana" w:eastAsia="Times New Roman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A01629"/>
    <w:rPr>
      <w:rFonts w:ascii="Verdana" w:eastAsia="Times New Roman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A01629"/>
    <w:rPr>
      <w:rFonts w:ascii="Verdana" w:eastAsia="Times New Roman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A01629"/>
    <w:rPr>
      <w:rFonts w:ascii="Verdana" w:eastAsia="Times New Roman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A01629"/>
    <w:rPr>
      <w:rFonts w:ascii="Verdana" w:eastAsia="Times New Roman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A01629"/>
    <w:rPr>
      <w:rFonts w:ascii="Verdana" w:eastAsia="Times New Roman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A01629"/>
    <w:rPr>
      <w:rFonts w:ascii="Verdana" w:eastAsia="Times New Roman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A01629"/>
    <w:rPr>
      <w:rFonts w:ascii="Verdana" w:eastAsia="Times New Roman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http://www.coolairnederland.nl/coolair-afbeeldingen/referenties-coolair-umc_st_radboud.jp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43916A83A27FFD448A4FD21FDE4637E3" ma:contentTypeVersion="173" ma:contentTypeDescription="Content type for CT MeetInstrument" ma:contentTypeScope="" ma:versionID="5756923a47c90aa2215886b998ba2c8c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2012-12-31T23:00:00+00:00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C0C01-487B-4C5D-9776-489ABC7BBD0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3674606-16BA-4C8B-A186-BB9CEABE76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067D54-AA52-4DA8-BC23-04BE6F968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0FCCF3-B097-44FB-B2B7-2C5F2F64BA0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8F780F0-1292-48D8-8E90-D1C666D4C516}">
  <ds:schemaRefs>
    <ds:schemaRef ds:uri="http://schemas.microsoft.com/office/infopath/2007/PartnerControls"/>
    <ds:schemaRef ds:uri="http://schemas.microsoft.com/office/2006/documentManagement/types"/>
    <ds:schemaRef ds:uri="fd2069cc-00ae-4f60-8ff8-57f81a5b98cd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1C745387-3382-4C22-8DD4-70137040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1</TotalTime>
  <Pages>9</Pages>
  <Words>1790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de maatschappelijke opvang, vrouwenopvang en zwerfjongerenopvang (niet-ambulant-Engels)</vt:lpstr>
    </vt:vector>
  </TitlesOfParts>
  <Company>Nivel</Company>
  <LinksUpToDate>false</LinksUpToDate>
  <CharactersWithSpaces>11615</CharactersWithSpaces>
  <SharedDoc>false</SharedDoc>
  <HLinks>
    <vt:vector size="6" baseType="variant">
      <vt:variant>
        <vt:i4>327761</vt:i4>
      </vt:variant>
      <vt:variant>
        <vt:i4>-1</vt:i4>
      </vt:variant>
      <vt:variant>
        <vt:i4>1084</vt:i4>
      </vt:variant>
      <vt:variant>
        <vt:i4>1</vt:i4>
      </vt:variant>
      <vt:variant>
        <vt:lpwstr>http://www.coolairnederland.nl/coolair-afbeeldingen/referenties-coolair-umc_st_radboud.jpg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de maatschappelijke opvang, vrouwenopvang en zwerfjongerenopvang (niet-ambulant-Engels)</dc:title>
  <dc:subject/>
  <dc:creator>z065145</dc:creator>
  <cp:keywords/>
  <cp:lastModifiedBy>Rijk, mw. J. de</cp:lastModifiedBy>
  <cp:revision>2</cp:revision>
  <cp:lastPrinted>2010-02-08T13:46:00Z</cp:lastPrinted>
  <dcterms:created xsi:type="dcterms:W3CDTF">2019-03-22T15:25:00Z</dcterms:created>
  <dcterms:modified xsi:type="dcterms:W3CDTF">2019-03-22T15:25:00Z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